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8006C2" w14:textId="26C01AC1" w:rsidR="00120A46" w:rsidRPr="00E31408" w:rsidRDefault="00120A46" w:rsidP="00120A46">
      <w:pPr>
        <w:pStyle w:val="HeadlinePresseinfo"/>
        <w:numPr>
          <w:ilvl w:val="0"/>
          <w:numId w:val="6"/>
        </w:numPr>
        <w:spacing w:after="284"/>
        <w:rPr>
          <w:rFonts w:ascii="TheSans C4s Regular" w:hAnsi="TheSans C4s Regular"/>
        </w:rPr>
      </w:pPr>
      <w:r w:rsidRPr="00E31408">
        <w:rPr>
          <w:rFonts w:ascii="TheSans C4s Regular" w:hAnsi="TheSans C4s Regular"/>
        </w:rPr>
        <w:t>Für Newsletter, Webseite etc.</w:t>
      </w:r>
    </w:p>
    <w:p w14:paraId="1AF7E00C" w14:textId="19618034" w:rsidR="007A0375" w:rsidRPr="00E31408" w:rsidRDefault="00540652" w:rsidP="00EA3EAB">
      <w:pPr>
        <w:pStyle w:val="HeadlinePresseinfo"/>
        <w:spacing w:after="284"/>
        <w:rPr>
          <w:rFonts w:ascii="TheSans C4s Regular" w:hAnsi="TheSans C4s Regular"/>
          <w:sz w:val="20"/>
          <w:szCs w:val="18"/>
        </w:rPr>
      </w:pPr>
      <w:r w:rsidRPr="00E31408">
        <w:rPr>
          <w:rFonts w:ascii="TheSans C4s Regular" w:hAnsi="TheSans C4s Regular"/>
          <w:sz w:val="20"/>
          <w:szCs w:val="18"/>
        </w:rPr>
        <w:t xml:space="preserve">„Preis für digitales </w:t>
      </w:r>
      <w:r w:rsidR="00CE075D" w:rsidRPr="00E31408">
        <w:rPr>
          <w:rFonts w:ascii="TheSans C4s Regular" w:hAnsi="TheSans C4s Regular"/>
          <w:sz w:val="20"/>
          <w:szCs w:val="18"/>
        </w:rPr>
        <w:t>Miteinander</w:t>
      </w:r>
      <w:r w:rsidRPr="00E31408">
        <w:rPr>
          <w:rFonts w:ascii="TheSans C4s Regular" w:hAnsi="TheSans C4s Regular"/>
          <w:sz w:val="20"/>
          <w:szCs w:val="18"/>
        </w:rPr>
        <w:t>“ startet in Bewerbungsphase</w:t>
      </w:r>
    </w:p>
    <w:p w14:paraId="4C9760A9" w14:textId="22F7B853" w:rsidR="003B309B" w:rsidRPr="00E31408" w:rsidRDefault="00886D48" w:rsidP="003C65CA">
      <w:pPr>
        <w:pStyle w:val="BITFlietextmitAbsatz"/>
        <w:rPr>
          <w:rFonts w:ascii="TheSans C4s Regular" w:hAnsi="TheSans C4s Regular"/>
        </w:rPr>
      </w:pPr>
      <w:r w:rsidRPr="00E31408">
        <w:rPr>
          <w:rFonts w:ascii="TheSans C4s Regular" w:hAnsi="TheSans C4s Regular"/>
        </w:rPr>
        <w:t>Herausragende Initiativen für digitale Teilhabe</w:t>
      </w:r>
      <w:r w:rsidR="001103CC" w:rsidRPr="00E31408">
        <w:rPr>
          <w:rFonts w:ascii="TheSans C4s Regular" w:hAnsi="TheSans C4s Regular"/>
        </w:rPr>
        <w:t xml:space="preserve"> und digitales Engagement gesucht! A</w:t>
      </w:r>
      <w:r w:rsidRPr="00E31408">
        <w:rPr>
          <w:rFonts w:ascii="TheSans C4s Regular" w:hAnsi="TheSans C4s Regular"/>
        </w:rPr>
        <w:t xml:space="preserve">nlässlich des </w:t>
      </w:r>
      <w:r w:rsidR="003B309B" w:rsidRPr="00E31408">
        <w:rPr>
          <w:rFonts w:ascii="TheSans C4s Regular" w:hAnsi="TheSans C4s Regular"/>
        </w:rPr>
        <w:t xml:space="preserve">Digitaltags </w:t>
      </w:r>
      <w:r w:rsidRPr="00E31408">
        <w:rPr>
          <w:rFonts w:ascii="TheSans C4s Regular" w:hAnsi="TheSans C4s Regular"/>
        </w:rPr>
        <w:t xml:space="preserve">am </w:t>
      </w:r>
      <w:r w:rsidR="006B2BFD">
        <w:rPr>
          <w:rFonts w:ascii="TheSans C4s Regular" w:hAnsi="TheSans C4s Regular"/>
        </w:rPr>
        <w:t>2</w:t>
      </w:r>
      <w:r w:rsidR="000A6C7D">
        <w:rPr>
          <w:rFonts w:ascii="TheSans C4s Regular" w:hAnsi="TheSans C4s Regular"/>
        </w:rPr>
        <w:t>7</w:t>
      </w:r>
      <w:r w:rsidR="003B309B" w:rsidRPr="00E31408">
        <w:rPr>
          <w:rFonts w:ascii="TheSans C4s Regular" w:hAnsi="TheSans C4s Regular"/>
        </w:rPr>
        <w:t>. Juni 202</w:t>
      </w:r>
      <w:r w:rsidR="006B2BFD">
        <w:rPr>
          <w:rFonts w:ascii="TheSans C4s Regular" w:hAnsi="TheSans C4s Regular"/>
        </w:rPr>
        <w:t>5</w:t>
      </w:r>
      <w:r w:rsidR="001103CC" w:rsidRPr="00E31408">
        <w:rPr>
          <w:rFonts w:ascii="TheSans C4s Regular" w:hAnsi="TheSans C4s Regular"/>
        </w:rPr>
        <w:t xml:space="preserve"> wird der</w:t>
      </w:r>
      <w:r w:rsidRPr="00E31408">
        <w:rPr>
          <w:rFonts w:ascii="TheSans C4s Regular" w:hAnsi="TheSans C4s Regular"/>
        </w:rPr>
        <w:t xml:space="preserve"> „Preis für digitales </w:t>
      </w:r>
      <w:r w:rsidR="00CE075D" w:rsidRPr="00E31408">
        <w:rPr>
          <w:rFonts w:ascii="TheSans C4s Regular" w:hAnsi="TheSans C4s Regular"/>
        </w:rPr>
        <w:t>Miteinander</w:t>
      </w:r>
      <w:r w:rsidRPr="00E31408">
        <w:rPr>
          <w:rFonts w:ascii="TheSans C4s Regular" w:hAnsi="TheSans C4s Regular"/>
        </w:rPr>
        <w:t xml:space="preserve">“ </w:t>
      </w:r>
      <w:r w:rsidR="001103CC" w:rsidRPr="00E31408">
        <w:rPr>
          <w:rFonts w:ascii="TheSans C4s Regular" w:hAnsi="TheSans C4s Regular"/>
        </w:rPr>
        <w:t>vergeben</w:t>
      </w:r>
      <w:r w:rsidRPr="00E31408">
        <w:rPr>
          <w:rFonts w:ascii="TheSans C4s Regular" w:hAnsi="TheSans C4s Regular"/>
        </w:rPr>
        <w:t xml:space="preserve">. Die Bewerbungsphase für die Auszeichnung ist </w:t>
      </w:r>
      <w:r w:rsidR="003B309B" w:rsidRPr="00E31408">
        <w:rPr>
          <w:rFonts w:ascii="TheSans C4s Regular" w:hAnsi="TheSans C4s Regular"/>
        </w:rPr>
        <w:t xml:space="preserve">nun offiziell gestartet. </w:t>
      </w:r>
      <w:r w:rsidR="006B2BFD">
        <w:rPr>
          <w:rFonts w:ascii="TheSans C4s Regular" w:hAnsi="TheSans C4s Regular"/>
        </w:rPr>
        <w:t>Ab sofort b</w:t>
      </w:r>
      <w:r w:rsidR="00EF1FC6">
        <w:rPr>
          <w:rFonts w:ascii="TheSans C4s Regular" w:hAnsi="TheSans C4s Regular"/>
        </w:rPr>
        <w:t>is einschließlich</w:t>
      </w:r>
      <w:r w:rsidR="003B309B" w:rsidRPr="00E31408">
        <w:rPr>
          <w:rFonts w:ascii="TheSans C4s Regular" w:hAnsi="TheSans C4s Regular"/>
        </w:rPr>
        <w:t xml:space="preserve"> </w:t>
      </w:r>
      <w:r w:rsidR="006B2BFD">
        <w:rPr>
          <w:rFonts w:ascii="TheSans C4s Regular" w:hAnsi="TheSans C4s Regular"/>
        </w:rPr>
        <w:t>14</w:t>
      </w:r>
      <w:r w:rsidR="003B309B" w:rsidRPr="00E31408">
        <w:rPr>
          <w:rFonts w:ascii="TheSans C4s Regular" w:hAnsi="TheSans C4s Regular"/>
        </w:rPr>
        <w:t>. April 202</w:t>
      </w:r>
      <w:r w:rsidR="006B2BFD">
        <w:rPr>
          <w:rFonts w:ascii="TheSans C4s Regular" w:hAnsi="TheSans C4s Regular"/>
        </w:rPr>
        <w:t xml:space="preserve">5 </w:t>
      </w:r>
      <w:r w:rsidR="00540652" w:rsidRPr="00E31408">
        <w:rPr>
          <w:rFonts w:ascii="TheSans C4s Regular" w:hAnsi="TheSans C4s Regular"/>
        </w:rPr>
        <w:t>können sich teilnahmeberechtigte Einzelpersonen</w:t>
      </w:r>
      <w:r w:rsidR="00C134D8" w:rsidRPr="00E31408">
        <w:rPr>
          <w:rFonts w:ascii="TheSans C4s Regular" w:hAnsi="TheSans C4s Regular"/>
        </w:rPr>
        <w:t xml:space="preserve">, </w:t>
      </w:r>
      <w:r w:rsidR="00540652" w:rsidRPr="00E31408">
        <w:rPr>
          <w:rFonts w:ascii="TheSans C4s Regular" w:hAnsi="TheSans C4s Regular"/>
        </w:rPr>
        <w:t>Gruppen</w:t>
      </w:r>
      <w:r w:rsidR="00C134D8" w:rsidRPr="00E31408">
        <w:rPr>
          <w:rFonts w:ascii="TheSans C4s Regular" w:hAnsi="TheSans C4s Regular"/>
        </w:rPr>
        <w:t>, Initiativen, NGOs und gemeinnützige Organisationen</w:t>
      </w:r>
      <w:r w:rsidR="00540652" w:rsidRPr="00E31408">
        <w:rPr>
          <w:rFonts w:ascii="TheSans C4s Regular" w:hAnsi="TheSans C4s Regular"/>
        </w:rPr>
        <w:t xml:space="preserve"> bewerben</w:t>
      </w:r>
      <w:r w:rsidR="00CE041E">
        <w:rPr>
          <w:rFonts w:ascii="TheSans C4s Regular" w:hAnsi="TheSans C4s Regular"/>
        </w:rPr>
        <w:t xml:space="preserve">. </w:t>
      </w:r>
      <w:r w:rsidR="00665920">
        <w:rPr>
          <w:rFonts w:ascii="TheSans C4s Regular" w:hAnsi="TheSans C4s Regular"/>
        </w:rPr>
        <w:t>Der Preis ist mit</w:t>
      </w:r>
      <w:r w:rsidR="003B309B" w:rsidRPr="00E31408">
        <w:rPr>
          <w:rFonts w:ascii="TheSans C4s Regular" w:hAnsi="TheSans C4s Regular"/>
        </w:rPr>
        <w:t xml:space="preserve"> </w:t>
      </w:r>
      <w:r w:rsidR="000A6C7D">
        <w:rPr>
          <w:rFonts w:ascii="TheSans C4s Regular" w:hAnsi="TheSans C4s Regular"/>
        </w:rPr>
        <w:t>5</w:t>
      </w:r>
      <w:r w:rsidR="003B309B" w:rsidRPr="00E31408">
        <w:rPr>
          <w:rFonts w:ascii="TheSans C4s Regular" w:hAnsi="TheSans C4s Regular"/>
        </w:rPr>
        <w:t xml:space="preserve">.000 Euro dotiert sind. Die Bewerbung erfolgt online unter </w:t>
      </w:r>
      <w:hyperlink r:id="rId11" w:history="1">
        <w:r w:rsidR="002F284A" w:rsidRPr="001E1D98">
          <w:rPr>
            <w:rStyle w:val="Hyperlink"/>
          </w:rPr>
          <w:t>https://digitaltag.eu/preis-fuer-digitales-miteinander</w:t>
        </w:r>
      </w:hyperlink>
      <w:r w:rsidR="003B309B" w:rsidRPr="00E31408">
        <w:rPr>
          <w:rFonts w:ascii="TheSans C4s Regular" w:hAnsi="TheSans C4s Regular"/>
        </w:rPr>
        <w:t>.</w:t>
      </w:r>
      <w:r w:rsidR="002F284A">
        <w:rPr>
          <w:rFonts w:ascii="TheSans C4s Regular" w:hAnsi="TheSans C4s Regular"/>
        </w:rPr>
        <w:t xml:space="preserve"> </w:t>
      </w:r>
      <w:r w:rsidR="003B309B" w:rsidRPr="00E31408">
        <w:rPr>
          <w:rFonts w:ascii="TheSans C4s Regular" w:hAnsi="TheSans C4s Regular"/>
        </w:rPr>
        <w:t xml:space="preserve"> Über die </w:t>
      </w:r>
      <w:r w:rsidR="00E31408">
        <w:rPr>
          <w:rFonts w:ascii="TheSans C4s Regular" w:hAnsi="TheSans C4s Regular"/>
        </w:rPr>
        <w:t>Nominierung</w:t>
      </w:r>
      <w:r w:rsidR="003B309B" w:rsidRPr="00E31408">
        <w:rPr>
          <w:rFonts w:ascii="TheSans C4s Regular" w:hAnsi="TheSans C4s Regular"/>
        </w:rPr>
        <w:t xml:space="preserve"> und d</w:t>
      </w:r>
      <w:r w:rsidR="00665920">
        <w:rPr>
          <w:rFonts w:ascii="TheSans C4s Regular" w:hAnsi="TheSans C4s Regular"/>
        </w:rPr>
        <w:t xml:space="preserve">as Gewinnerprojekt </w:t>
      </w:r>
      <w:r w:rsidR="003B309B" w:rsidRPr="00E31408">
        <w:rPr>
          <w:rFonts w:ascii="TheSans C4s Regular" w:hAnsi="TheSans C4s Regular"/>
        </w:rPr>
        <w:t xml:space="preserve">entscheidet eine hochkarätige Jury. </w:t>
      </w:r>
    </w:p>
    <w:p w14:paraId="2BDB3932" w14:textId="1F577EB3" w:rsidR="003B309B" w:rsidRPr="00E31408" w:rsidRDefault="003B309B" w:rsidP="003C65CA">
      <w:pPr>
        <w:pStyle w:val="BITFlietextmitAbsatz"/>
        <w:rPr>
          <w:rFonts w:ascii="TheSans C4s Regular" w:hAnsi="TheSans C4s Regular"/>
        </w:rPr>
      </w:pPr>
      <w:r w:rsidRPr="00E31408">
        <w:rPr>
          <w:rFonts w:ascii="TheSans C4s Regular" w:hAnsi="TheSans C4s Regular"/>
        </w:rPr>
        <w:t>Der Preis wird von der Init</w:t>
      </w:r>
      <w:r w:rsidR="00886D48" w:rsidRPr="00E31408">
        <w:rPr>
          <w:rFonts w:ascii="TheSans C4s Regular" w:hAnsi="TheSans C4s Regular"/>
        </w:rPr>
        <w:t>iative „Digital für alle“</w:t>
      </w:r>
      <w:r w:rsidR="001D4127" w:rsidRPr="00E31408">
        <w:rPr>
          <w:rFonts w:ascii="TheSans C4s Regular" w:hAnsi="TheSans C4s Regular"/>
        </w:rPr>
        <w:t xml:space="preserve"> </w:t>
      </w:r>
      <w:r w:rsidRPr="00E31408">
        <w:rPr>
          <w:rFonts w:ascii="TheSans C4s Regular" w:hAnsi="TheSans C4s Regular"/>
        </w:rPr>
        <w:t>verliehen</w:t>
      </w:r>
      <w:r w:rsidR="001D4127" w:rsidRPr="00E31408">
        <w:rPr>
          <w:rFonts w:ascii="TheSans C4s Regular" w:hAnsi="TheSans C4s Regular"/>
        </w:rPr>
        <w:t>. Das Bündnis aus</w:t>
      </w:r>
      <w:r w:rsidR="002F284A">
        <w:rPr>
          <w:rFonts w:ascii="TheSans C4s Regular" w:hAnsi="TheSans C4s Regular"/>
        </w:rPr>
        <w:t xml:space="preserve"> mehr als </w:t>
      </w:r>
      <w:r w:rsidR="00CB7FF3">
        <w:rPr>
          <w:rFonts w:ascii="TheSans C4s Regular" w:hAnsi="TheSans C4s Regular"/>
        </w:rPr>
        <w:t xml:space="preserve">25 </w:t>
      </w:r>
      <w:r w:rsidR="00CB7FF3" w:rsidRPr="00E31408">
        <w:rPr>
          <w:rFonts w:ascii="TheSans C4s Regular" w:hAnsi="TheSans C4s Regular"/>
        </w:rPr>
        <w:t>Organisationen</w:t>
      </w:r>
      <w:r w:rsidR="001D4127" w:rsidRPr="00E31408">
        <w:rPr>
          <w:rFonts w:ascii="TheSans C4s Regular" w:hAnsi="TheSans C4s Regular"/>
        </w:rPr>
        <w:t xml:space="preserve"> aus den Bereichen Zivilgesellschaft, Kultur, Wissenschaft, Wirtschaft, Wohlfahrt und öffentliche Hand ist Trägerin des Digitaltags, der dieses Jahr </w:t>
      </w:r>
      <w:r w:rsidRPr="00E31408">
        <w:rPr>
          <w:rFonts w:ascii="TheSans C4s Regular" w:hAnsi="TheSans C4s Regular"/>
        </w:rPr>
        <w:t xml:space="preserve">zum </w:t>
      </w:r>
      <w:r w:rsidR="00040BB1">
        <w:rPr>
          <w:rFonts w:ascii="TheSans C4s Regular" w:hAnsi="TheSans C4s Regular"/>
        </w:rPr>
        <w:t>sechsten Mal</w:t>
      </w:r>
      <w:r w:rsidRPr="00E31408">
        <w:rPr>
          <w:rFonts w:ascii="TheSans C4s Regular" w:hAnsi="TheSans C4s Regular"/>
        </w:rPr>
        <w:t xml:space="preserve"> </w:t>
      </w:r>
      <w:r w:rsidR="001D4127" w:rsidRPr="00E31408">
        <w:rPr>
          <w:rFonts w:ascii="TheSans C4s Regular" w:hAnsi="TheSans C4s Regular"/>
        </w:rPr>
        <w:t xml:space="preserve">bundesweit stattfindet. </w:t>
      </w:r>
    </w:p>
    <w:p w14:paraId="36A010AB" w14:textId="77777777" w:rsidR="001D4127" w:rsidRPr="00E31408" w:rsidRDefault="00540652" w:rsidP="00540652">
      <w:pPr>
        <w:pStyle w:val="BITFlietextmitAbsatz"/>
        <w:keepNext/>
        <w:rPr>
          <w:rFonts w:ascii="TheSans C4s Regular" w:hAnsi="TheSans C4s Regular"/>
          <w:b/>
        </w:rPr>
      </w:pPr>
      <w:r w:rsidRPr="00E31408">
        <w:rPr>
          <w:rFonts w:ascii="TheSans C4s Regular" w:hAnsi="TheSans C4s Regular"/>
          <w:b/>
        </w:rPr>
        <w:t>Bewerben können sich</w:t>
      </w:r>
      <w:r w:rsidR="00C6441A" w:rsidRPr="00E31408">
        <w:rPr>
          <w:rFonts w:ascii="TheSans C4s Regular" w:hAnsi="TheSans C4s Regular"/>
          <w:b/>
        </w:rPr>
        <w:t xml:space="preserve"> bereits angelaufene und gemeinwohlorientierte Projekte</w:t>
      </w:r>
    </w:p>
    <w:p w14:paraId="209D4675" w14:textId="46F2CE0A" w:rsidR="00867959" w:rsidRDefault="00F245CA" w:rsidP="00B6584C">
      <w:pPr>
        <w:pStyle w:val="BITFlietextmitAbsatz"/>
        <w:rPr>
          <w:rFonts w:ascii="TheSans C4s Regular" w:hAnsi="TheSans C4s Regular"/>
        </w:rPr>
      </w:pPr>
      <w:r w:rsidRPr="00E31408">
        <w:rPr>
          <w:rFonts w:ascii="TheSans C4s Regular" w:hAnsi="TheSans C4s Regular"/>
        </w:rPr>
        <w:t xml:space="preserve">Der Preis für digitales </w:t>
      </w:r>
      <w:r w:rsidR="00CE075D" w:rsidRPr="00E31408">
        <w:rPr>
          <w:rFonts w:ascii="TheSans C4s Regular" w:hAnsi="TheSans C4s Regular"/>
        </w:rPr>
        <w:t>Miteinander</w:t>
      </w:r>
      <w:r w:rsidRPr="00E31408">
        <w:rPr>
          <w:rFonts w:ascii="TheSans C4s Regular" w:hAnsi="TheSans C4s Regular"/>
        </w:rPr>
        <w:t xml:space="preserve"> möchte diejenigen </w:t>
      </w:r>
      <w:r w:rsidR="00AA6D7E" w:rsidRPr="00E31408">
        <w:rPr>
          <w:rFonts w:ascii="TheSans C4s Regular" w:hAnsi="TheSans C4s Regular"/>
        </w:rPr>
        <w:t>auszeichnen</w:t>
      </w:r>
      <w:r w:rsidRPr="00E31408">
        <w:rPr>
          <w:rFonts w:ascii="TheSans C4s Regular" w:hAnsi="TheSans C4s Regular"/>
        </w:rPr>
        <w:t>, die</w:t>
      </w:r>
      <w:r w:rsidR="003B309B" w:rsidRPr="00E31408">
        <w:rPr>
          <w:rFonts w:ascii="TheSans C4s Regular" w:hAnsi="TheSans C4s Regular"/>
        </w:rPr>
        <w:t xml:space="preserve"> digitale Teilhabe fördern und</w:t>
      </w:r>
      <w:r w:rsidRPr="00E31408">
        <w:rPr>
          <w:rFonts w:ascii="TheSans C4s Regular" w:hAnsi="TheSans C4s Regular"/>
        </w:rPr>
        <w:t xml:space="preserve"> den digitalen Wandel für bürgerschaftliches Engagement nutzbar machen. </w:t>
      </w:r>
      <w:r w:rsidR="00B6584C" w:rsidRPr="00E31408">
        <w:rPr>
          <w:rFonts w:ascii="TheSans C4s Regular" w:hAnsi="TheSans C4s Regular"/>
        </w:rPr>
        <w:t>Bewerben können sich Einzelpersonen oder Gruppen, die sich mithilfe digitaler Technologien engagieren oder sich für digitale Teilhabe einsetzen und dabei gemeinwohlorientiert sind. Teilnahmeberechtigt sind darüber hinaus nur Projekte, die bereits erfolgreich angelaufen und auf langfristiges, kontinuierliches Engagement angelegt sind. Ausgeschlossen sind Initiativen, die in erster Linie kommerzielle oder eigenwirtschaftliche Zwecke verfolgen.</w:t>
      </w:r>
      <w:r w:rsidR="00D5734D" w:rsidRPr="00E31408">
        <w:rPr>
          <w:rFonts w:ascii="TheSans C4s Regular" w:hAnsi="TheSans C4s Regular"/>
        </w:rPr>
        <w:t xml:space="preserve"> </w:t>
      </w:r>
      <w:r w:rsidR="003B309B" w:rsidRPr="00E31408">
        <w:rPr>
          <w:rFonts w:ascii="TheSans C4s Regular" w:hAnsi="TheSans C4s Regular"/>
        </w:rPr>
        <w:t xml:space="preserve">Alle Infos sowie Antworten auf häufig gestellte Fragen gibt es auf </w:t>
      </w:r>
      <w:hyperlink r:id="rId12" w:history="1">
        <w:r w:rsidR="00040BB1" w:rsidRPr="001E1D98">
          <w:rPr>
            <w:rStyle w:val="Hyperlink"/>
          </w:rPr>
          <w:t>https://digitaltag.eu/preis-fuer-digitales-miteinander</w:t>
        </w:r>
      </w:hyperlink>
      <w:r w:rsidR="003B309B" w:rsidRPr="00E31408">
        <w:rPr>
          <w:rFonts w:ascii="TheSans C4s Regular" w:hAnsi="TheSans C4s Regular"/>
        </w:rPr>
        <w:t>.</w:t>
      </w:r>
      <w:r w:rsidR="00040BB1">
        <w:rPr>
          <w:rFonts w:ascii="TheSans C4s Regular" w:hAnsi="TheSans C4s Regular"/>
        </w:rPr>
        <w:t xml:space="preserve"> </w:t>
      </w:r>
      <w:r w:rsidR="003B309B" w:rsidRPr="00E31408">
        <w:rPr>
          <w:rFonts w:ascii="TheSans C4s Regular" w:hAnsi="TheSans C4s Regular"/>
        </w:rPr>
        <w:t xml:space="preserve"> </w:t>
      </w:r>
    </w:p>
    <w:p w14:paraId="37A43962" w14:textId="77777777" w:rsidR="00B927C3" w:rsidRPr="00E31408" w:rsidRDefault="00B927C3" w:rsidP="00B6584C">
      <w:pPr>
        <w:pStyle w:val="BITFlietextmitAbsatz"/>
        <w:rPr>
          <w:rFonts w:ascii="TheSans C4s Regular" w:hAnsi="TheSans C4s Regular"/>
        </w:rPr>
      </w:pPr>
    </w:p>
    <w:p w14:paraId="3CB7F392" w14:textId="2AFD23B5" w:rsidR="00120A46" w:rsidRPr="00E31408" w:rsidRDefault="00120A46" w:rsidP="00120A46">
      <w:pPr>
        <w:pStyle w:val="BITFlietextmitAbsatz"/>
        <w:numPr>
          <w:ilvl w:val="0"/>
          <w:numId w:val="6"/>
        </w:numPr>
        <w:rPr>
          <w:rFonts w:ascii="TheSans C4s Regular" w:hAnsi="TheSans C4s Regular"/>
          <w:b/>
          <w:sz w:val="24"/>
        </w:rPr>
      </w:pPr>
      <w:r w:rsidRPr="00E31408">
        <w:rPr>
          <w:rFonts w:ascii="TheSans C4s Regular" w:hAnsi="TheSans C4s Regular"/>
          <w:b/>
          <w:sz w:val="24"/>
        </w:rPr>
        <w:t xml:space="preserve">Für </w:t>
      </w:r>
      <w:proofErr w:type="spellStart"/>
      <w:r w:rsidRPr="00E31408">
        <w:rPr>
          <w:rFonts w:ascii="TheSans C4s Regular" w:hAnsi="TheSans C4s Regular"/>
          <w:b/>
          <w:sz w:val="24"/>
        </w:rPr>
        <w:t>Social</w:t>
      </w:r>
      <w:proofErr w:type="spellEnd"/>
      <w:r w:rsidRPr="00E31408">
        <w:rPr>
          <w:rFonts w:ascii="TheSans C4s Regular" w:hAnsi="TheSans C4s Regular"/>
          <w:b/>
          <w:sz w:val="24"/>
        </w:rPr>
        <w:t xml:space="preserve"> Media</w:t>
      </w:r>
      <w:r w:rsidR="00E31408">
        <w:rPr>
          <w:rFonts w:ascii="TheSans C4s Regular" w:hAnsi="TheSans C4s Regular"/>
          <w:b/>
          <w:sz w:val="24"/>
        </w:rPr>
        <w:t xml:space="preserve"> (</w:t>
      </w:r>
      <w:r w:rsidR="00040BB1">
        <w:rPr>
          <w:rFonts w:ascii="TheSans C4s Regular" w:hAnsi="TheSans C4s Regular"/>
          <w:b/>
          <w:sz w:val="24"/>
        </w:rPr>
        <w:t>Bis 14</w:t>
      </w:r>
      <w:r w:rsidR="00E31408">
        <w:rPr>
          <w:rFonts w:ascii="TheSans C4s Regular" w:hAnsi="TheSans C4s Regular"/>
          <w:b/>
          <w:sz w:val="24"/>
        </w:rPr>
        <w:t>. April)</w:t>
      </w:r>
    </w:p>
    <w:p w14:paraId="7E0D565C" w14:textId="31D34CB4" w:rsidR="00120A46" w:rsidRPr="00E31408" w:rsidRDefault="00AB5411" w:rsidP="00120A46">
      <w:pPr>
        <w:pStyle w:val="BITFlietextmitAbsatz"/>
        <w:rPr>
          <w:rFonts w:ascii="TheSans C4s Regular" w:hAnsi="TheSans C4s Regular"/>
          <w:b/>
          <w:bCs/>
        </w:rPr>
      </w:pPr>
      <w:r>
        <w:rPr>
          <w:rFonts w:ascii="TheSans C4s Regular" w:hAnsi="TheSans C4s Regular"/>
          <w:b/>
          <w:bCs/>
        </w:rPr>
        <w:t>Kurzversion</w:t>
      </w:r>
    </w:p>
    <w:p w14:paraId="57C752F3" w14:textId="77777777" w:rsidR="00120A46" w:rsidRPr="00E31408" w:rsidRDefault="00120A46" w:rsidP="00120A46">
      <w:pPr>
        <w:shd w:val="clear" w:color="auto" w:fill="FFFFFF"/>
        <w:spacing w:line="360" w:lineRule="auto"/>
        <w:rPr>
          <w:rFonts w:ascii="TheSans C4s Regular" w:eastAsia="Times New Roman" w:hAnsi="TheSans C4s Regular" w:cs="Segoe UI"/>
          <w:color w:val="AA0064"/>
          <w:szCs w:val="18"/>
          <w:lang w:eastAsia="de-DE"/>
        </w:rPr>
      </w:pPr>
      <w:r w:rsidRPr="00E31408">
        <w:rPr>
          <w:rFonts w:ascii="Segoe UI Emoji" w:eastAsia="Times New Roman" w:hAnsi="Segoe UI Emoji" w:cs="Segoe UI Emoji"/>
          <w:color w:val="0F1419"/>
          <w:szCs w:val="18"/>
          <w:lang w:eastAsia="de-DE"/>
        </w:rPr>
        <w:t>📢</w:t>
      </w:r>
      <w:r w:rsidRPr="00E31408">
        <w:rPr>
          <w:rFonts w:ascii="TheSans C4s Regular" w:eastAsia="Times New Roman" w:hAnsi="TheSans C4s Regular" w:cs="Segoe UI"/>
          <w:color w:val="0F1419"/>
          <w:szCs w:val="18"/>
          <w:lang w:eastAsia="de-DE"/>
        </w:rPr>
        <w:t xml:space="preserve">Starke Projekte für </w:t>
      </w:r>
      <w:r w:rsidRPr="00E31408">
        <w:rPr>
          <w:rFonts w:ascii="TheSans C4s Regular" w:eastAsia="Times New Roman" w:hAnsi="TheSans C4s Regular" w:cs="Segoe UI"/>
          <w:color w:val="AA0064"/>
          <w:szCs w:val="18"/>
          <w:lang w:eastAsia="de-DE"/>
        </w:rPr>
        <w:t xml:space="preserve">#digitaleTeilhabe </w:t>
      </w:r>
      <w:r w:rsidRPr="00E31408">
        <w:rPr>
          <w:rFonts w:ascii="TheSans C4s Regular" w:eastAsia="Times New Roman" w:hAnsi="TheSans C4s Regular" w:cs="Segoe UI"/>
          <w:color w:val="0F1419"/>
          <w:szCs w:val="18"/>
          <w:lang w:eastAsia="de-DE"/>
        </w:rPr>
        <w:t xml:space="preserve">und digitales Engagement gesucht! Ab sofort könnt ihr euch um den Preis für digitales Miteinander der Initiative </w:t>
      </w:r>
      <w:r w:rsidRPr="00E31408">
        <w:rPr>
          <w:rFonts w:ascii="TheSans C4s Regular" w:eastAsia="Times New Roman" w:hAnsi="TheSans C4s Regular" w:cs="Segoe UI"/>
          <w:color w:val="AA0064"/>
          <w:szCs w:val="18"/>
          <w:lang w:eastAsia="de-DE"/>
        </w:rPr>
        <w:t xml:space="preserve">#DigitalFürAlle </w:t>
      </w:r>
      <w:r w:rsidRPr="00E31408">
        <w:rPr>
          <w:rFonts w:ascii="TheSans C4s Regular" w:eastAsia="Times New Roman" w:hAnsi="TheSans C4s Regular" w:cs="Segoe UI"/>
          <w:color w:val="0F1419"/>
          <w:szCs w:val="18"/>
          <w:lang w:eastAsia="de-DE"/>
        </w:rPr>
        <w:t xml:space="preserve">bewerben. </w:t>
      </w:r>
      <w:r w:rsidRPr="00E31408">
        <w:rPr>
          <w:rFonts w:ascii="TheSans C4s Regular" w:eastAsia="Times New Roman" w:hAnsi="TheSans C4s Regular" w:cs="Segoe UI"/>
          <w:color w:val="AA0064"/>
          <w:szCs w:val="18"/>
          <w:lang w:eastAsia="de-DE"/>
        </w:rPr>
        <w:t>#DigitalMiteinander</w:t>
      </w:r>
    </w:p>
    <w:p w14:paraId="14C617A3" w14:textId="08911325" w:rsidR="00120A46" w:rsidRPr="00E31408" w:rsidRDefault="00120A46" w:rsidP="00120A46">
      <w:pPr>
        <w:shd w:val="clear" w:color="auto" w:fill="FFFFFF"/>
        <w:spacing w:line="360" w:lineRule="auto"/>
        <w:rPr>
          <w:rFonts w:ascii="TheSans C4s Regular" w:eastAsia="Times New Roman" w:hAnsi="TheSans C4s Regular" w:cs="Segoe UI"/>
          <w:color w:val="0F1419"/>
          <w:szCs w:val="18"/>
          <w:lang w:eastAsia="de-DE"/>
        </w:rPr>
      </w:pPr>
      <w:r w:rsidRPr="00E31408">
        <w:rPr>
          <w:rFonts w:ascii="TheSans C4s Regular" w:eastAsia="Times New Roman" w:hAnsi="TheSans C4s Regular" w:cs="Segoe UI"/>
          <w:color w:val="0F1419"/>
          <w:szCs w:val="18"/>
          <w:lang w:eastAsia="de-DE"/>
        </w:rPr>
        <w:t>Zu gewinnen</w:t>
      </w:r>
      <w:r w:rsidR="00AB5411">
        <w:rPr>
          <w:rFonts w:ascii="TheSans C4s Regular" w:eastAsia="Times New Roman" w:hAnsi="TheSans C4s Regular" w:cs="Segoe UI"/>
          <w:color w:val="0F1419"/>
          <w:szCs w:val="18"/>
          <w:lang w:eastAsia="de-DE"/>
        </w:rPr>
        <w:t xml:space="preserve"> gibt es 5</w:t>
      </w:r>
      <w:r w:rsidRPr="00E31408">
        <w:rPr>
          <w:rFonts w:ascii="TheSans C4s Regular" w:eastAsia="Times New Roman" w:hAnsi="TheSans C4s Regular" w:cs="Segoe UI"/>
          <w:color w:val="0F1419"/>
          <w:szCs w:val="18"/>
          <w:lang w:eastAsia="de-DE"/>
        </w:rPr>
        <w:t>.000</w:t>
      </w:r>
      <w:r w:rsidR="00E31408">
        <w:rPr>
          <w:rFonts w:ascii="TheSans C4s Regular" w:eastAsia="Times New Roman" w:hAnsi="TheSans C4s Regular" w:cs="Segoe UI"/>
          <w:color w:val="0F1419"/>
          <w:szCs w:val="18"/>
          <w:lang w:eastAsia="de-DE"/>
        </w:rPr>
        <w:t xml:space="preserve"> </w:t>
      </w:r>
      <w:r w:rsidRPr="00E31408">
        <w:rPr>
          <w:rFonts w:ascii="TheSans C4s Regular" w:eastAsia="Times New Roman" w:hAnsi="TheSans C4s Regular" w:cs="Segoe UI"/>
          <w:color w:val="0F1419"/>
          <w:szCs w:val="18"/>
          <w:lang w:eastAsia="de-DE"/>
        </w:rPr>
        <w:t xml:space="preserve">€ Preisgeld! </w:t>
      </w:r>
      <w:r w:rsidRPr="00E31408">
        <w:rPr>
          <w:rFonts w:ascii="Segoe UI Emoji" w:eastAsia="Times New Roman" w:hAnsi="Segoe UI Emoji" w:cs="Segoe UI Emoji"/>
          <w:color w:val="0F1419"/>
          <w:szCs w:val="18"/>
          <w:lang w:eastAsia="de-DE"/>
        </w:rPr>
        <w:t>😊</w:t>
      </w:r>
      <w:r w:rsidRPr="00E31408">
        <w:rPr>
          <w:rFonts w:ascii="TheSans C4s Regular" w:eastAsia="Times New Roman" w:hAnsi="TheSans C4s Regular" w:cs="Segoe UI"/>
          <w:color w:val="0F1419"/>
          <w:szCs w:val="18"/>
          <w:lang w:eastAsia="de-DE"/>
        </w:rPr>
        <w:t xml:space="preserve"> </w:t>
      </w:r>
    </w:p>
    <w:p w14:paraId="0E857626" w14:textId="10C59E28" w:rsidR="00120A46" w:rsidRPr="00E31408" w:rsidRDefault="00120A46" w:rsidP="00120A46">
      <w:pPr>
        <w:shd w:val="clear" w:color="auto" w:fill="FFFFFF"/>
        <w:spacing w:line="360" w:lineRule="auto"/>
        <w:rPr>
          <w:rFonts w:ascii="TheSans C4s Regular" w:eastAsia="Times New Roman" w:hAnsi="TheSans C4s Regular" w:cs="Segoe UI"/>
          <w:color w:val="AA0064"/>
          <w:szCs w:val="18"/>
          <w:lang w:eastAsia="de-DE"/>
        </w:rPr>
      </w:pPr>
      <w:r w:rsidRPr="00E31408">
        <w:rPr>
          <w:rFonts w:ascii="Segoe UI Emoji" w:eastAsia="Times New Roman" w:hAnsi="Segoe UI Emoji" w:cs="Segoe UI Emoji"/>
          <w:color w:val="0F1419"/>
          <w:szCs w:val="18"/>
          <w:lang w:eastAsia="de-DE"/>
        </w:rPr>
        <w:lastRenderedPageBreak/>
        <w:t>👉</w:t>
      </w:r>
      <w:r w:rsidRPr="00E31408">
        <w:rPr>
          <w:rFonts w:ascii="TheSans C4s Regular" w:eastAsia="Times New Roman" w:hAnsi="TheSans C4s Regular" w:cs="Segoe UI"/>
          <w:color w:val="0F1419"/>
          <w:szCs w:val="18"/>
          <w:lang w:eastAsia="de-DE"/>
        </w:rPr>
        <w:t xml:space="preserve">Alle Infos </w:t>
      </w:r>
      <w:hyperlink r:id="rId13" w:history="1">
        <w:r w:rsidR="005C71F8" w:rsidRPr="001E1D98">
          <w:rPr>
            <w:rStyle w:val="Hyperlink"/>
          </w:rPr>
          <w:t>https://digitaltag.eu/preis-fuer-digitales-miteinander</w:t>
        </w:r>
      </w:hyperlink>
    </w:p>
    <w:p w14:paraId="60698CA9" w14:textId="1BF54DB1" w:rsidR="00867959" w:rsidRPr="00E31408" w:rsidRDefault="000C0610" w:rsidP="00120A46">
      <w:pPr>
        <w:shd w:val="clear" w:color="auto" w:fill="FFFFFF"/>
        <w:spacing w:line="360" w:lineRule="auto"/>
        <w:rPr>
          <w:rFonts w:ascii="TheSans C4s Regular" w:eastAsia="Times New Roman" w:hAnsi="TheSans C4s Regular" w:cs="Segoe UI"/>
          <w:color w:val="AA0064"/>
          <w:szCs w:val="18"/>
          <w:lang w:eastAsia="de-DE"/>
        </w:rPr>
      </w:pPr>
      <w:r w:rsidRPr="00E31408">
        <w:rPr>
          <w:rFonts w:ascii="TheSans C4s Regular" w:eastAsia="Times New Roman" w:hAnsi="TheSans C4s Regular" w:cs="Segoe UI"/>
          <w:color w:val="AA0064"/>
          <w:szCs w:val="18"/>
          <w:lang w:eastAsia="de-DE"/>
        </w:rPr>
        <w:t>__________________</w:t>
      </w:r>
    </w:p>
    <w:p w14:paraId="2CB24E81" w14:textId="77777777" w:rsidR="000C0610" w:rsidRPr="00E31408" w:rsidRDefault="000C0610" w:rsidP="00120A46">
      <w:pPr>
        <w:shd w:val="clear" w:color="auto" w:fill="FFFFFF"/>
        <w:spacing w:line="360" w:lineRule="auto"/>
        <w:rPr>
          <w:rFonts w:ascii="TheSans C4s Regular" w:eastAsia="Times New Roman" w:hAnsi="TheSans C4s Regular" w:cs="Segoe UI"/>
          <w:color w:val="AA0064"/>
          <w:szCs w:val="18"/>
          <w:lang w:eastAsia="de-DE"/>
        </w:rPr>
      </w:pPr>
    </w:p>
    <w:p w14:paraId="00AA5269" w14:textId="07FB130F" w:rsidR="000C0610" w:rsidRPr="00E31408" w:rsidRDefault="00867959" w:rsidP="000C0610">
      <w:pPr>
        <w:shd w:val="clear" w:color="auto" w:fill="FFFFFF"/>
        <w:spacing w:line="360" w:lineRule="auto"/>
        <w:rPr>
          <w:rFonts w:ascii="TheSans C4s Regular" w:eastAsia="Times New Roman" w:hAnsi="TheSans C4s Regular" w:cs="Segoe UI"/>
          <w:color w:val="0F1419"/>
          <w:szCs w:val="18"/>
          <w:lang w:eastAsia="de-DE"/>
        </w:rPr>
      </w:pPr>
      <w:r w:rsidRPr="00E31408">
        <w:rPr>
          <w:rFonts w:ascii="Segoe UI Emoji" w:eastAsia="Times New Roman" w:hAnsi="Segoe UI Emoji" w:cs="Segoe UI Emoji"/>
          <w:color w:val="0F1419"/>
          <w:szCs w:val="18"/>
          <w:lang w:eastAsia="de-DE"/>
        </w:rPr>
        <w:t>📢</w:t>
      </w:r>
      <w:r w:rsidRPr="00E31408">
        <w:rPr>
          <w:rFonts w:ascii="TheSans C4s Regular" w:eastAsia="Times New Roman" w:hAnsi="TheSans C4s Regular" w:cs="Segoe UI Emoji"/>
          <w:color w:val="0F1419"/>
          <w:szCs w:val="18"/>
          <w:lang w:eastAsia="de-DE"/>
        </w:rPr>
        <w:t xml:space="preserve"> Bewerbungsphase für Preis für digitales Miteinander gestartet! Die Initia</w:t>
      </w:r>
      <w:r w:rsidR="000C0610" w:rsidRPr="00E31408">
        <w:rPr>
          <w:rFonts w:ascii="TheSans C4s Regular" w:eastAsia="Times New Roman" w:hAnsi="TheSans C4s Regular" w:cs="Segoe UI Emoji"/>
          <w:color w:val="0F1419"/>
          <w:szCs w:val="18"/>
          <w:lang w:eastAsia="de-DE"/>
        </w:rPr>
        <w:t>ti</w:t>
      </w:r>
      <w:r w:rsidRPr="00E31408">
        <w:rPr>
          <w:rFonts w:ascii="TheSans C4s Regular" w:eastAsia="Times New Roman" w:hAnsi="TheSans C4s Regular" w:cs="Segoe UI Emoji"/>
          <w:color w:val="0F1419"/>
          <w:szCs w:val="18"/>
          <w:lang w:eastAsia="de-DE"/>
        </w:rPr>
        <w:t xml:space="preserve">ve #DigitalFürAlle sucht Projekte, die #digitaleTeilhabe fördern und mithilfe digitaler Technologien #Engagement bereichern. </w:t>
      </w:r>
      <w:r w:rsidR="000C0610" w:rsidRPr="00E31408">
        <w:rPr>
          <w:rFonts w:ascii="TheSans C4s Regular" w:eastAsia="Times New Roman" w:hAnsi="TheSans C4s Regular" w:cs="Segoe UI"/>
          <w:color w:val="0F1419"/>
          <w:szCs w:val="18"/>
          <w:lang w:eastAsia="de-DE"/>
        </w:rPr>
        <w:t>Zu gewinnen</w:t>
      </w:r>
      <w:r w:rsidR="00A21B45">
        <w:rPr>
          <w:rFonts w:ascii="TheSans C4s Regular" w:eastAsia="Times New Roman" w:hAnsi="TheSans C4s Regular" w:cs="Segoe UI"/>
          <w:color w:val="0F1419"/>
          <w:szCs w:val="18"/>
          <w:lang w:eastAsia="de-DE"/>
        </w:rPr>
        <w:t xml:space="preserve"> gibt es 5</w:t>
      </w:r>
      <w:r w:rsidR="000C0610" w:rsidRPr="00E31408">
        <w:rPr>
          <w:rFonts w:ascii="TheSans C4s Regular" w:eastAsia="Times New Roman" w:hAnsi="TheSans C4s Regular" w:cs="Segoe UI"/>
          <w:color w:val="0F1419"/>
          <w:szCs w:val="18"/>
          <w:lang w:eastAsia="de-DE"/>
        </w:rPr>
        <w:t>.000</w:t>
      </w:r>
      <w:r w:rsidR="00E31408">
        <w:rPr>
          <w:rFonts w:ascii="TheSans C4s Regular" w:eastAsia="Times New Roman" w:hAnsi="TheSans C4s Regular" w:cs="Segoe UI"/>
          <w:color w:val="0F1419"/>
          <w:szCs w:val="18"/>
          <w:lang w:eastAsia="de-DE"/>
        </w:rPr>
        <w:t xml:space="preserve"> </w:t>
      </w:r>
      <w:r w:rsidR="000C0610" w:rsidRPr="00E31408">
        <w:rPr>
          <w:rFonts w:ascii="TheSans C4s Regular" w:eastAsia="Times New Roman" w:hAnsi="TheSans C4s Regular" w:cs="Segoe UI"/>
          <w:color w:val="0F1419"/>
          <w:szCs w:val="18"/>
          <w:lang w:eastAsia="de-DE"/>
        </w:rPr>
        <w:t xml:space="preserve">€ Preisgeld! </w:t>
      </w:r>
      <w:r w:rsidR="000C0610" w:rsidRPr="00E31408">
        <w:rPr>
          <w:rFonts w:ascii="Segoe UI Emoji" w:eastAsia="Times New Roman" w:hAnsi="Segoe UI Emoji" w:cs="Segoe UI Emoji"/>
          <w:color w:val="0F1419"/>
          <w:szCs w:val="18"/>
          <w:lang w:eastAsia="de-DE"/>
        </w:rPr>
        <w:t>😊</w:t>
      </w:r>
      <w:r w:rsidR="000C0610" w:rsidRPr="00E31408">
        <w:rPr>
          <w:rFonts w:ascii="TheSans C4s Regular" w:eastAsia="Times New Roman" w:hAnsi="TheSans C4s Regular" w:cs="Segoe UI"/>
          <w:color w:val="0F1419"/>
          <w:szCs w:val="18"/>
          <w:lang w:eastAsia="de-DE"/>
        </w:rPr>
        <w:t xml:space="preserve"> </w:t>
      </w:r>
    </w:p>
    <w:p w14:paraId="2128320E" w14:textId="3FE7928E" w:rsidR="000C0610" w:rsidRPr="00E31408" w:rsidRDefault="000C0610" w:rsidP="000C0610">
      <w:pPr>
        <w:shd w:val="clear" w:color="auto" w:fill="FFFFFF"/>
        <w:spacing w:line="360" w:lineRule="auto"/>
        <w:rPr>
          <w:rFonts w:ascii="TheSans C4s Regular" w:eastAsia="Times New Roman" w:hAnsi="TheSans C4s Regular" w:cs="Segoe UI"/>
          <w:color w:val="AA0064"/>
          <w:szCs w:val="18"/>
          <w:lang w:eastAsia="de-DE"/>
        </w:rPr>
      </w:pPr>
      <w:r w:rsidRPr="00E31408">
        <w:rPr>
          <w:rFonts w:ascii="Segoe UI Emoji" w:eastAsia="Times New Roman" w:hAnsi="Segoe UI Emoji" w:cs="Segoe UI Emoji"/>
          <w:color w:val="0F1419"/>
          <w:szCs w:val="18"/>
          <w:lang w:eastAsia="de-DE"/>
        </w:rPr>
        <w:t>👉</w:t>
      </w:r>
      <w:r w:rsidRPr="00E31408">
        <w:rPr>
          <w:rFonts w:ascii="TheSans C4s Regular" w:eastAsia="Times New Roman" w:hAnsi="TheSans C4s Regular" w:cs="Segoe UI"/>
          <w:color w:val="0F1419"/>
          <w:szCs w:val="18"/>
          <w:lang w:eastAsia="de-DE"/>
        </w:rPr>
        <w:t xml:space="preserve"> </w:t>
      </w:r>
      <w:hyperlink r:id="rId14" w:history="1">
        <w:r w:rsidR="005C71F8" w:rsidRPr="001E1D98">
          <w:rPr>
            <w:rStyle w:val="Hyperlink"/>
          </w:rPr>
          <w:t>https://digitaltag.eu/preis-fuer-digitales-miteinander</w:t>
        </w:r>
      </w:hyperlink>
    </w:p>
    <w:p w14:paraId="2C343FE6" w14:textId="77777777" w:rsidR="00120A46" w:rsidRPr="00E31408" w:rsidRDefault="00120A46" w:rsidP="00120A46">
      <w:pPr>
        <w:pStyle w:val="BITFlietextmitAbsatz"/>
        <w:rPr>
          <w:rFonts w:ascii="TheSans C4s Regular" w:hAnsi="TheSans C4s Regular"/>
        </w:rPr>
      </w:pPr>
    </w:p>
    <w:p w14:paraId="270E7AEB" w14:textId="323EBF0E" w:rsidR="00120A46" w:rsidRPr="00E31408" w:rsidRDefault="00120A46" w:rsidP="00120A46">
      <w:pPr>
        <w:pStyle w:val="BITFlietextmitAbsatz"/>
        <w:rPr>
          <w:rFonts w:ascii="TheSans C4s Regular" w:hAnsi="TheSans C4s Regular"/>
          <w:b/>
          <w:bCs/>
        </w:rPr>
      </w:pPr>
      <w:r w:rsidRPr="00E31408">
        <w:rPr>
          <w:rFonts w:ascii="TheSans C4s Regular" w:hAnsi="TheSans C4s Regular"/>
          <w:b/>
          <w:bCs/>
        </w:rPr>
        <w:t>Facebook/LinkedIn/Instagram</w:t>
      </w:r>
    </w:p>
    <w:p w14:paraId="584D99AF" w14:textId="74715730" w:rsidR="00120A46" w:rsidRPr="00E31408" w:rsidRDefault="00867959" w:rsidP="00120A46">
      <w:pPr>
        <w:pStyle w:val="BITFlietextmitAbsatz"/>
        <w:rPr>
          <w:rFonts w:ascii="TheSans C4s Regular" w:hAnsi="TheSans C4s Regular"/>
        </w:rPr>
      </w:pPr>
      <w:r w:rsidRPr="00E31408">
        <w:rPr>
          <w:rFonts w:ascii="Segoe UI Emoji" w:eastAsia="Times New Roman" w:hAnsi="Segoe UI Emoji" w:cs="Segoe UI Emoji"/>
          <w:color w:val="0F1419"/>
          <w:szCs w:val="18"/>
          <w:lang w:eastAsia="de-DE"/>
        </w:rPr>
        <w:t>📢</w:t>
      </w:r>
      <w:r w:rsidRPr="00E31408">
        <w:rPr>
          <w:rFonts w:ascii="TheSans C4s Regular" w:eastAsia="Times New Roman" w:hAnsi="TheSans C4s Regular" w:cs="Segoe UI Emoji"/>
          <w:color w:val="0F1419"/>
          <w:szCs w:val="18"/>
          <w:lang w:eastAsia="de-DE"/>
        </w:rPr>
        <w:t xml:space="preserve"> </w:t>
      </w:r>
      <w:r w:rsidRPr="00E31408">
        <w:rPr>
          <w:rFonts w:ascii="TheSans C4s Regular" w:hAnsi="TheSans C4s Regular"/>
        </w:rPr>
        <w:t>Jetzt um den Preis für digitales Miteinander bewerben!</w:t>
      </w:r>
    </w:p>
    <w:p w14:paraId="58904AE5" w14:textId="47BD0FBE" w:rsidR="00867959" w:rsidRPr="00E31408" w:rsidRDefault="00867959" w:rsidP="00120A46">
      <w:pPr>
        <w:pStyle w:val="BITFlietextmitAbsatz"/>
        <w:rPr>
          <w:rFonts w:ascii="TheSans C4s Regular" w:hAnsi="TheSans C4s Regular"/>
        </w:rPr>
      </w:pPr>
      <w:r w:rsidRPr="00E31408">
        <w:rPr>
          <w:rFonts w:ascii="TheSans C4s Regular" w:hAnsi="TheSans C4s Regular"/>
        </w:rPr>
        <w:t xml:space="preserve">Ihr engagiert euch für digitale Teilhabe oder setzt digitale Technologien auf kreative Weise für Engagement und Ehrenamt ein? Dann bewerbt euch jetzt unter </w:t>
      </w:r>
      <w:hyperlink r:id="rId15" w:history="1">
        <w:r w:rsidR="005C71F8" w:rsidRPr="001E1D98">
          <w:rPr>
            <w:rStyle w:val="Hyperlink"/>
          </w:rPr>
          <w:t>https://digitaltag.eu/preis-fuer-digitales-miteinander</w:t>
        </w:r>
      </w:hyperlink>
      <w:r w:rsidR="005C71F8">
        <w:t xml:space="preserve"> </w:t>
      </w:r>
      <w:r w:rsidRPr="00E31408">
        <w:rPr>
          <w:rFonts w:ascii="Segoe UI Emoji" w:eastAsia="Times New Roman" w:hAnsi="Segoe UI Emoji" w:cs="Segoe UI Emoji"/>
          <w:color w:val="0F1419"/>
          <w:szCs w:val="18"/>
          <w:lang w:eastAsia="de-DE"/>
        </w:rPr>
        <w:t>😊</w:t>
      </w:r>
      <w:r w:rsidRPr="00E31408">
        <w:rPr>
          <w:rFonts w:ascii="TheSans C4s Regular" w:eastAsia="Times New Roman" w:hAnsi="TheSans C4s Regular" w:cs="Segoe UI Emoji"/>
          <w:color w:val="0F1419"/>
          <w:szCs w:val="18"/>
          <w:lang w:eastAsia="de-DE"/>
        </w:rPr>
        <w:t xml:space="preserve"> </w:t>
      </w:r>
    </w:p>
    <w:p w14:paraId="027AC9DC" w14:textId="7CF16469" w:rsidR="00867959" w:rsidRPr="00E31408" w:rsidRDefault="00A21B45" w:rsidP="00120A46">
      <w:pPr>
        <w:pStyle w:val="BITFlietextmitAbsatz"/>
        <w:rPr>
          <w:rFonts w:ascii="TheSans C4s Regular" w:hAnsi="TheSans C4s Regular"/>
        </w:rPr>
      </w:pPr>
      <w:r>
        <w:rPr>
          <w:rFonts w:ascii="TheSans C4s Regular" w:hAnsi="TheSans C4s Regular"/>
        </w:rPr>
        <w:t>Zu gewinnen gibt es 5.</w:t>
      </w:r>
      <w:r w:rsidR="00867959" w:rsidRPr="00E31408">
        <w:rPr>
          <w:rFonts w:ascii="TheSans C4s Regular" w:hAnsi="TheSans C4s Regular"/>
        </w:rPr>
        <w:t xml:space="preserve">000 Euro </w:t>
      </w:r>
      <w:r>
        <w:rPr>
          <w:rFonts w:ascii="TheSans C4s Regular" w:hAnsi="TheSans C4s Regular"/>
        </w:rPr>
        <w:t>Preisgeld</w:t>
      </w:r>
      <w:r w:rsidR="007002FA">
        <w:rPr>
          <w:rFonts w:ascii="TheSans C4s Regular" w:hAnsi="TheSans C4s Regular"/>
        </w:rPr>
        <w:t>. Eine</w:t>
      </w:r>
      <w:r w:rsidR="00867959" w:rsidRPr="00E31408">
        <w:rPr>
          <w:rFonts w:ascii="TheSans C4s Regular" w:hAnsi="TheSans C4s Regular"/>
        </w:rPr>
        <w:t xml:space="preserve"> hochkarätige Jury </w:t>
      </w:r>
      <w:r w:rsidR="007002FA">
        <w:rPr>
          <w:rFonts w:ascii="TheSans C4s Regular" w:hAnsi="TheSans C4s Regular"/>
        </w:rPr>
        <w:t xml:space="preserve">entscheidet über das Gewinnerprojekt. </w:t>
      </w:r>
      <w:r w:rsidR="00867959" w:rsidRPr="00E31408">
        <w:rPr>
          <w:rFonts w:ascii="TheSans C4s Regular" w:hAnsi="TheSans C4s Regular"/>
        </w:rPr>
        <w:t xml:space="preserve">Anlässlich des bundesweiten Digitaltags am </w:t>
      </w:r>
      <w:r w:rsidR="005C71F8">
        <w:rPr>
          <w:rFonts w:ascii="TheSans C4s Regular" w:hAnsi="TheSans C4s Regular"/>
        </w:rPr>
        <w:t>2</w:t>
      </w:r>
      <w:r w:rsidR="000A6C7D">
        <w:rPr>
          <w:rFonts w:ascii="TheSans C4s Regular" w:hAnsi="TheSans C4s Regular"/>
        </w:rPr>
        <w:t>7</w:t>
      </w:r>
      <w:r w:rsidR="00867959" w:rsidRPr="00E31408">
        <w:rPr>
          <w:rFonts w:ascii="TheSans C4s Regular" w:hAnsi="TheSans C4s Regular"/>
        </w:rPr>
        <w:t>. Juni 202</w:t>
      </w:r>
      <w:r w:rsidR="005C71F8">
        <w:rPr>
          <w:rFonts w:ascii="TheSans C4s Regular" w:hAnsi="TheSans C4s Regular"/>
        </w:rPr>
        <w:t>5</w:t>
      </w:r>
      <w:r w:rsidR="00867959" w:rsidRPr="00E31408">
        <w:rPr>
          <w:rFonts w:ascii="TheSans C4s Regular" w:hAnsi="TheSans C4s Regular"/>
        </w:rPr>
        <w:t xml:space="preserve"> verleiht die Initiative „Digital für alle“ die Auszeichnung an bereits erfolgreich angelaufene Projekte, die in erster Linie gemeinwohlorientiert sind. </w:t>
      </w:r>
    </w:p>
    <w:p w14:paraId="1CB7E660" w14:textId="7D2206F6" w:rsidR="00867959" w:rsidRPr="00E31408" w:rsidRDefault="00867959" w:rsidP="00120A46">
      <w:pPr>
        <w:pStyle w:val="BITFlietextmitAbsatz"/>
        <w:rPr>
          <w:rFonts w:ascii="TheSans C4s Regular" w:hAnsi="TheSans C4s Regular"/>
        </w:rPr>
      </w:pPr>
      <w:r w:rsidRPr="00E31408">
        <w:rPr>
          <w:rFonts w:ascii="Segoe UI Emoji" w:eastAsia="Times New Roman" w:hAnsi="Segoe UI Emoji" w:cs="Segoe UI Emoji"/>
          <w:color w:val="0F1419"/>
          <w:szCs w:val="18"/>
          <w:lang w:eastAsia="de-DE"/>
        </w:rPr>
        <w:t>👉</w:t>
      </w:r>
      <w:r w:rsidRPr="00E31408">
        <w:rPr>
          <w:rFonts w:ascii="TheSans C4s Regular" w:eastAsia="Times New Roman" w:hAnsi="TheSans C4s Regular" w:cs="Segoe UI Emoji"/>
          <w:color w:val="0F1419"/>
          <w:szCs w:val="18"/>
          <w:lang w:eastAsia="de-DE"/>
        </w:rPr>
        <w:t xml:space="preserve"> </w:t>
      </w:r>
      <w:r w:rsidRPr="00E31408">
        <w:rPr>
          <w:rFonts w:ascii="TheSans C4s Regular" w:hAnsi="TheSans C4s Regular"/>
        </w:rPr>
        <w:t xml:space="preserve">Alle Infos zur Teilnahme gibt es auf </w:t>
      </w:r>
      <w:hyperlink r:id="rId16" w:history="1">
        <w:r w:rsidR="005C71F8" w:rsidRPr="001E1D98">
          <w:rPr>
            <w:rStyle w:val="Hyperlink"/>
          </w:rPr>
          <w:t>https://digitaltag.eu/preis-fuer-digitales-miteinander</w:t>
        </w:r>
      </w:hyperlink>
      <w:r w:rsidRPr="00E31408">
        <w:rPr>
          <w:rFonts w:ascii="TheSans C4s Regular" w:eastAsia="Times New Roman" w:hAnsi="TheSans C4s Regular" w:cs="Segoe UI"/>
          <w:szCs w:val="18"/>
          <w:lang w:eastAsia="de-DE"/>
        </w:rPr>
        <w:t>!</w:t>
      </w:r>
      <w:r w:rsidRPr="00E31408">
        <w:rPr>
          <w:rFonts w:ascii="TheSans C4s Regular" w:eastAsia="Times New Roman" w:hAnsi="TheSans C4s Regular" w:cs="Segoe UI"/>
          <w:color w:val="1D9BF0"/>
          <w:szCs w:val="18"/>
          <w:lang w:eastAsia="de-DE"/>
        </w:rPr>
        <w:t xml:space="preserve"> </w:t>
      </w:r>
      <w:r w:rsidRPr="00E31408">
        <w:rPr>
          <w:rFonts w:ascii="TheSans C4s Regular" w:eastAsia="Times New Roman" w:hAnsi="TheSans C4s Regular" w:cs="Segoe UI"/>
          <w:szCs w:val="18"/>
          <w:lang w:eastAsia="de-DE"/>
        </w:rPr>
        <w:t xml:space="preserve">Bewerbungsschluss ist der </w:t>
      </w:r>
      <w:r w:rsidR="005C71F8">
        <w:rPr>
          <w:rFonts w:ascii="TheSans C4s Regular" w:eastAsia="Times New Roman" w:hAnsi="TheSans C4s Regular" w:cs="Segoe UI"/>
          <w:szCs w:val="18"/>
          <w:lang w:eastAsia="de-DE"/>
        </w:rPr>
        <w:t>14</w:t>
      </w:r>
      <w:r w:rsidRPr="00E31408">
        <w:rPr>
          <w:rFonts w:ascii="TheSans C4s Regular" w:eastAsia="Times New Roman" w:hAnsi="TheSans C4s Regular" w:cs="Segoe UI"/>
          <w:szCs w:val="18"/>
          <w:lang w:eastAsia="de-DE"/>
        </w:rPr>
        <w:t>. April 202</w:t>
      </w:r>
      <w:r w:rsidR="005C71F8">
        <w:rPr>
          <w:rFonts w:ascii="TheSans C4s Regular" w:eastAsia="Times New Roman" w:hAnsi="TheSans C4s Regular" w:cs="Segoe UI"/>
          <w:szCs w:val="18"/>
          <w:lang w:eastAsia="de-DE"/>
        </w:rPr>
        <w:t>5</w:t>
      </w:r>
      <w:r w:rsidRPr="00E31408">
        <w:rPr>
          <w:rFonts w:ascii="TheSans C4s Regular" w:eastAsia="Times New Roman" w:hAnsi="TheSans C4s Regular" w:cs="Segoe UI"/>
          <w:szCs w:val="18"/>
          <w:lang w:eastAsia="de-DE"/>
        </w:rPr>
        <w:t xml:space="preserve">. </w:t>
      </w:r>
    </w:p>
    <w:p w14:paraId="12E0A316" w14:textId="520E2408" w:rsidR="007D39C0" w:rsidRPr="00E31408" w:rsidRDefault="007D39C0" w:rsidP="00460D66">
      <w:pPr>
        <w:pStyle w:val="BITAbbinder"/>
        <w:spacing w:after="120" w:line="284" w:lineRule="atLeast"/>
        <w:rPr>
          <w:rFonts w:ascii="TheSans C4s Regular" w:hAnsi="TheSans C4s Regular"/>
        </w:rPr>
      </w:pPr>
      <w:r w:rsidRPr="00E31408">
        <w:rPr>
          <w:rFonts w:ascii="TheSans C4s Regular" w:hAnsi="TheSans C4s Regular"/>
        </w:rPr>
        <w:t>Partner der Initiative „Digital für alle“:</w:t>
      </w:r>
    </w:p>
    <w:p w14:paraId="4EDD39FD" w14:textId="39CE41D3" w:rsidR="00BC3F50" w:rsidRPr="00E31408" w:rsidRDefault="006778F5" w:rsidP="006778F5">
      <w:pPr>
        <w:pStyle w:val="BITAbbinder"/>
        <w:spacing w:after="284" w:line="284" w:lineRule="atLeast"/>
        <w:rPr>
          <w:rFonts w:ascii="TheSans C4s Regular" w:hAnsi="TheSans C4s Regular"/>
        </w:rPr>
      </w:pPr>
      <w:r w:rsidRPr="006778F5">
        <w:rPr>
          <w:rFonts w:ascii="TheSans C4s Regular" w:hAnsi="TheSans C4s Regular"/>
        </w:rPr>
        <w:t>AWO Bundesverband | Bundesarbeitsgemeinschaft der Senioren-Organisationen (BAGSO) | Bundesverband der Deutschen Industrie (BDI) | Bitkom | Bundeselternrat (BER) | Deutsche Forschungsgemeinschaft (DFG) | Deutscher Bibliotheksverband (</w:t>
      </w:r>
      <w:proofErr w:type="spellStart"/>
      <w:r w:rsidRPr="006778F5">
        <w:rPr>
          <w:rFonts w:ascii="TheSans C4s Regular" w:hAnsi="TheSans C4s Regular"/>
        </w:rPr>
        <w:t>dbv</w:t>
      </w:r>
      <w:proofErr w:type="spellEnd"/>
      <w:r w:rsidRPr="006778F5">
        <w:rPr>
          <w:rFonts w:ascii="TheSans C4s Regular" w:hAnsi="TheSans C4s Regular"/>
        </w:rPr>
        <w:t xml:space="preserve">) | Deutscher Bundesjugendring (DBJR) | Deutscher Caritasverband | Deutscher Kulturrat | Deutscher </w:t>
      </w:r>
      <w:proofErr w:type="spellStart"/>
      <w:r w:rsidRPr="006778F5">
        <w:rPr>
          <w:rFonts w:ascii="TheSans C4s Regular" w:hAnsi="TheSans C4s Regular"/>
        </w:rPr>
        <w:t>LandFrauenverband</w:t>
      </w:r>
      <w:proofErr w:type="spellEnd"/>
      <w:r w:rsidRPr="006778F5">
        <w:rPr>
          <w:rFonts w:ascii="TheSans C4s Regular" w:hAnsi="TheSans C4s Regular"/>
        </w:rPr>
        <w:t xml:space="preserve"> (dlv) | Deutscher Landkreistag (DLT) | Deutscher Naturschutzring (DNR) | Deutscher Olympischer Sportbund (DOSB) | Deutscher Städtetag | Deutscher Städte- und Gemeindebund (DStGB) | Deutscher Volkshochschul-Verband (DVV) | Deutsches Rotes Kreuz (DRK) | Diakonie Deutschland – Evangelisches Werk für Diakonie und Entwicklung | Hartmannbund – Verband der Ärzte Deutschlands | Hochschulrektorenkonferenz (HRK) | TÜV-Verband | Verband kommunaler Unternehmen (VKU) | Verbraucherzentrale Bundesverband (vzbv) | Vereinte Dienstleistungsgewerkschaft (ver.di) |  Zentralverband des deutschen Handwerks (ZDH) | Zentralwohlfahrtsstelle der Juden in Deutschland (ZWST)</w:t>
      </w:r>
    </w:p>
    <w:sectPr w:rsidR="00BC3F50" w:rsidRPr="00E31408" w:rsidSect="00D36F81">
      <w:headerReference w:type="default" r:id="rId17"/>
      <w:footerReference w:type="default" r:id="rId18"/>
      <w:headerReference w:type="first" r:id="rId19"/>
      <w:footerReference w:type="first" r:id="rId20"/>
      <w:pgSz w:w="11906" w:h="16838" w:code="9"/>
      <w:pgMar w:top="4179" w:right="3686" w:bottom="794" w:left="1418" w:header="709"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FBB79E" w14:textId="77777777" w:rsidR="00EE6A2B" w:rsidRDefault="00EE6A2B" w:rsidP="002B7933">
      <w:pPr>
        <w:spacing w:line="240" w:lineRule="auto"/>
      </w:pPr>
      <w:r>
        <w:separator/>
      </w:r>
    </w:p>
  </w:endnote>
  <w:endnote w:type="continuationSeparator" w:id="0">
    <w:p w14:paraId="3934C89B" w14:textId="77777777" w:rsidR="00EE6A2B" w:rsidRDefault="00EE6A2B" w:rsidP="002B793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heSansOffice">
    <w:altName w:val="Malgun Gothic"/>
    <w:panose1 w:val="020B0503040302060204"/>
    <w:charset w:val="00"/>
    <w:family w:val="swiss"/>
    <w:pitch w:val="variable"/>
    <w:sig w:usb0="80000027" w:usb1="0000004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TheSans C4s Regular">
    <w:panose1 w:val="020B0502050302020203"/>
    <w:charset w:val="00"/>
    <w:family w:val="swiss"/>
    <w:notTrueType/>
    <w:pitch w:val="variable"/>
    <w:sig w:usb0="A00000FF" w:usb1="5000F0FB" w:usb2="00000000" w:usb3="00000000" w:csb0="00000193" w:csb1="00000000"/>
  </w:font>
  <w:font w:name="Segoe UI Emoji">
    <w:panose1 w:val="020B0502040204020203"/>
    <w:charset w:val="00"/>
    <w:family w:val="swiss"/>
    <w:pitch w:val="variable"/>
    <w:sig w:usb0="00000003" w:usb1="02000000" w:usb2="08000000" w:usb3="00000000" w:csb0="00000001" w:csb1="00000000"/>
  </w:font>
  <w:font w:name="Segoe UI">
    <w:panose1 w:val="020B0502040204020203"/>
    <w:charset w:val="00"/>
    <w:family w:val="swiss"/>
    <w:pitch w:val="variable"/>
    <w:sig w:usb0="E4002EFF" w:usb1="C000E47F" w:usb2="00000009" w:usb3="00000000" w:csb0="000001FF" w:csb1="00000000"/>
  </w:font>
  <w:font w:name="TheSans C4s Bold">
    <w:panose1 w:val="020B0702050302020203"/>
    <w:charset w:val="00"/>
    <w:family w:val="swiss"/>
    <w:notTrueType/>
    <w:pitch w:val="variable"/>
    <w:sig w:usb0="A00000FF" w:usb1="5000F0FB" w:usb2="00000000" w:usb3="00000000" w:csb0="00000193"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852006" w14:textId="77777777" w:rsidR="002B7933" w:rsidRDefault="00950213">
    <w:pPr>
      <w:pStyle w:val="Fuzeile"/>
    </w:pPr>
    <w:r>
      <w:rPr>
        <w:noProof/>
        <w:sz w:val="15"/>
        <w:szCs w:val="15"/>
        <w:lang w:eastAsia="de-DE"/>
      </w:rPr>
      <mc:AlternateContent>
        <mc:Choice Requires="wps">
          <w:drawing>
            <wp:anchor distT="0" distB="0" distL="114300" distR="114300" simplePos="0" relativeHeight="251657216" behindDoc="1" locked="1" layoutInCell="1" allowOverlap="1" wp14:anchorId="7E23CA0D" wp14:editId="3E0B4A96">
              <wp:simplePos x="0" y="0"/>
              <wp:positionH relativeFrom="page">
                <wp:posOffset>5616575</wp:posOffset>
              </wp:positionH>
              <wp:positionV relativeFrom="page">
                <wp:posOffset>9892030</wp:posOffset>
              </wp:positionV>
              <wp:extent cx="1620000" cy="180000"/>
              <wp:effectExtent l="0" t="0" r="18415" b="10795"/>
              <wp:wrapNone/>
              <wp:docPr id="8" name="Textfeld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20000" cy="180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55A1D88F" w14:textId="77777777" w:rsidR="002B7933" w:rsidRPr="00EF1FC6" w:rsidRDefault="00CA5697" w:rsidP="000F5600">
                          <w:pPr>
                            <w:pStyle w:val="BITAbsenderBold"/>
                            <w:rPr>
                              <w:rStyle w:val="BITBlau"/>
                              <w:color w:val="AA0064"/>
                            </w:rPr>
                          </w:pPr>
                          <w:r w:rsidRPr="00EF1FC6">
                            <w:rPr>
                              <w:rStyle w:val="BITBlau"/>
                              <w:color w:val="AA0064"/>
                            </w:rPr>
                            <w:t>www.digitaltag.eu</w:t>
                          </w: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E23CA0D" id="_x0000_t202" coordsize="21600,21600" o:spt="202" path="m,l,21600r21600,l21600,xe">
              <v:stroke joinstyle="miter"/>
              <v:path gradientshapeok="t" o:connecttype="rect"/>
            </v:shapetype>
            <v:shape id="Textfeld 10" o:spid="_x0000_s1026" type="#_x0000_t202" style="position:absolute;margin-left:442.25pt;margin-top:778.9pt;width:127.55pt;height:14.1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" filled="f" stroked="f" strokeweight=".5pt">
              <v:textbox inset="0,0,0,0">
                <w:txbxContent>
                  <w:p w14:paraId="55A1D88F" w14:textId="77777777" w:rsidR="002B7933" w:rsidRPr="00EF1FC6" w:rsidRDefault="00CA5697" w:rsidP="000F5600">
                    <w:pPr>
                      <w:pStyle w:val="BITAbsenderBold"/>
                      <w:rPr>
                        <w:rStyle w:val="BITBlau"/>
                        <w:color w:val="AA0064"/>
                      </w:rPr>
                    </w:pPr>
                    <w:r w:rsidRPr="00EF1FC6">
                      <w:rPr>
                        <w:rStyle w:val="BITBlau"/>
                        <w:color w:val="AA0064"/>
                      </w:rPr>
                      <w:t>www.digitaltag.eu</w:t>
                    </w:r>
                  </w:p>
                </w:txbxContent>
              </v:textbox>
              <w10:wrap anchorx="page" anchory="page"/>
              <w10:anchorlock/>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4DAD03" w14:textId="77777777" w:rsidR="002B7933" w:rsidRDefault="00950213">
    <w:pPr>
      <w:pStyle w:val="Fuzeile"/>
    </w:pPr>
    <w:r>
      <w:rPr>
        <w:noProof/>
        <w:sz w:val="15"/>
        <w:szCs w:val="15"/>
        <w:lang w:eastAsia="de-DE"/>
      </w:rPr>
      <mc:AlternateContent>
        <mc:Choice Requires="wps">
          <w:drawing>
            <wp:anchor distT="0" distB="0" distL="114300" distR="114300" simplePos="0" relativeHeight="251655168" behindDoc="1" locked="1" layoutInCell="1" allowOverlap="1" wp14:anchorId="76BF507D" wp14:editId="247FCB2A">
              <wp:simplePos x="0" y="0"/>
              <wp:positionH relativeFrom="page">
                <wp:posOffset>5616575</wp:posOffset>
              </wp:positionH>
              <wp:positionV relativeFrom="page">
                <wp:posOffset>9892030</wp:posOffset>
              </wp:positionV>
              <wp:extent cx="1620000" cy="180000"/>
              <wp:effectExtent l="0" t="0" r="18415" b="10795"/>
              <wp:wrapNone/>
              <wp:docPr id="1" name="Textfeld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20000" cy="180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766F2C6E" w14:textId="77777777" w:rsidR="002B7933" w:rsidRPr="00EF1FC6" w:rsidRDefault="00B927C3" w:rsidP="008C203F">
                          <w:pPr>
                            <w:pStyle w:val="BITAbsenderBold"/>
                            <w:rPr>
                              <w:rStyle w:val="BITBlau"/>
                              <w:color w:val="AA0064"/>
                            </w:rPr>
                          </w:pPr>
                          <w:hyperlink r:id="rId1" w:history="1">
                            <w:r w:rsidR="00CC3198" w:rsidRPr="00EF1FC6">
                              <w:rPr>
                                <w:rStyle w:val="Hyperlink"/>
                                <w:u w:val="none"/>
                              </w:rPr>
                              <w:t>www.digitaltag.eu</w:t>
                            </w:r>
                          </w:hyperlink>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6BF507D" id="_x0000_t202" coordsize="21600,21600" o:spt="202" path="m,l,21600r21600,l21600,xe">
              <v:stroke joinstyle="miter"/>
              <v:path gradientshapeok="t" o:connecttype="rect"/>
            </v:shapetype>
            <v:shape id="Textfeld 6" o:spid="_x0000_s1029" type="#_x0000_t202" style="position:absolute;margin-left:442.25pt;margin-top:778.9pt;width:127.55pt;height:14.15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" filled="f" stroked="f" strokeweight=".5pt">
              <v:textbox inset="0,0,0,0">
                <w:txbxContent>
                  <w:p w14:paraId="766F2C6E" w14:textId="77777777" w:rsidR="002B7933" w:rsidRPr="00EF1FC6" w:rsidRDefault="00B927C3" w:rsidP="008C203F">
                    <w:pPr>
                      <w:pStyle w:val="BITAbsenderBold"/>
                      <w:rPr>
                        <w:rStyle w:val="BITBlau"/>
                        <w:color w:val="AA0064"/>
                      </w:rPr>
                    </w:pPr>
                    <w:hyperlink r:id="rId2" w:history="1">
                      <w:r w:rsidR="00CC3198" w:rsidRPr="00EF1FC6">
                        <w:rPr>
                          <w:rStyle w:val="Hyperlink"/>
                          <w:u w:val="none"/>
                        </w:rPr>
                        <w:t>www.digitaltag.eu</w:t>
                      </w:r>
                    </w:hyperlink>
                  </w:p>
                </w:txbxContent>
              </v:textbox>
              <w10:wrap anchorx="page" anchory="page"/>
              <w10:anchorlock/>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7DCAB4" w14:textId="77777777" w:rsidR="00EE6A2B" w:rsidRDefault="00EE6A2B" w:rsidP="002B7933">
      <w:pPr>
        <w:spacing w:line="240" w:lineRule="auto"/>
      </w:pPr>
      <w:r>
        <w:separator/>
      </w:r>
    </w:p>
  </w:footnote>
  <w:footnote w:type="continuationSeparator" w:id="0">
    <w:p w14:paraId="51C56CA2" w14:textId="77777777" w:rsidR="00EE6A2B" w:rsidRDefault="00EE6A2B" w:rsidP="002B7933">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167CC7" w14:textId="77777777" w:rsidR="007260FD" w:rsidRDefault="007260FD" w:rsidP="007260FD">
    <w:pPr>
      <w:pStyle w:val="BITHeadlineohneAbsatz"/>
      <w:rPr>
        <w:rStyle w:val="Datum"/>
      </w:rPr>
    </w:pPr>
  </w:p>
  <w:p w14:paraId="0274B057" w14:textId="77777777" w:rsidR="003B309B" w:rsidRDefault="003B309B" w:rsidP="007260FD">
    <w:pPr>
      <w:pStyle w:val="BITHeadlineohneAbsatz"/>
    </w:pPr>
    <w:r>
      <w:t>Textbausteine</w:t>
    </w:r>
  </w:p>
  <w:p w14:paraId="03075A85" w14:textId="77E10921" w:rsidR="002B7933" w:rsidRDefault="003B309B" w:rsidP="00E31408">
    <w:pPr>
      <w:pStyle w:val="BITHeadlineohneAbsatz"/>
    </w:pPr>
    <w:r>
      <w:t>Preis für digitales Miteinander</w:t>
    </w:r>
    <w:r w:rsidRPr="001545CA">
      <w:t xml:space="preserve"> </w:t>
    </w:r>
    <w:r w:rsidR="00D36F81">
      <w:rPr>
        <w:noProof/>
        <w:lang w:eastAsia="de-DE"/>
      </w:rPr>
      <w:drawing>
        <wp:anchor distT="0" distB="0" distL="114300" distR="114300" simplePos="0" relativeHeight="251666432" behindDoc="1" locked="1" layoutInCell="1" allowOverlap="1" wp14:anchorId="0F283F10" wp14:editId="679E12C8">
          <wp:simplePos x="0" y="0"/>
          <wp:positionH relativeFrom="page">
            <wp:posOffset>5443855</wp:posOffset>
          </wp:positionH>
          <wp:positionV relativeFrom="page">
            <wp:posOffset>661035</wp:posOffset>
          </wp:positionV>
          <wp:extent cx="1386205" cy="756285"/>
          <wp:effectExtent l="0" t="0" r="4445" b="5715"/>
          <wp:wrapNone/>
          <wp:docPr id="1085650486" name="Bild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Bild 2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386205" cy="756285"/>
                  </a:xfrm>
                  <a:prstGeom prst="rect">
                    <a:avLst/>
                  </a:prstGeom>
                  <a:noFill/>
                  <a:ln>
                    <a:noFill/>
                  </a:ln>
                </pic:spPr>
              </pic:pic>
            </a:graphicData>
          </a:graphic>
          <wp14:sizeRelH relativeFrom="page">
            <wp14:pctWidth>0</wp14:pctWidth>
          </wp14:sizeRelH>
          <wp14:sizeRelV relativeFrom="page">
            <wp14:pctHeight>0</wp14:pctHeight>
          </wp14:sizeRelV>
        </wp:anchor>
      </w:drawing>
    </w:r>
    <w:r w:rsidR="00950213">
      <w:rPr>
        <w:noProof/>
        <w:lang w:eastAsia="de-DE"/>
      </w:rPr>
      <mc:AlternateContent>
        <mc:Choice Requires="wpg">
          <w:drawing>
            <wp:anchor distT="0" distB="0" distL="114300" distR="114300" simplePos="0" relativeHeight="251659264" behindDoc="0" locked="1" layoutInCell="1" allowOverlap="1" wp14:anchorId="18BF2A22" wp14:editId="2E069421">
              <wp:simplePos x="0" y="0"/>
              <wp:positionH relativeFrom="page">
                <wp:posOffset>356235</wp:posOffset>
              </wp:positionH>
              <wp:positionV relativeFrom="page">
                <wp:posOffset>3780790</wp:posOffset>
              </wp:positionV>
              <wp:extent cx="122555" cy="1565910"/>
              <wp:effectExtent l="13335" t="8890" r="6985" b="6350"/>
              <wp:wrapNone/>
              <wp:docPr id="9" name="Gruppieren 1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2555" cy="1565910"/>
                        <a:chOff x="0" y="0"/>
                        <a:chExt cx="1224" cy="15664"/>
                      </a:xfrm>
                    </wpg:grpSpPr>
                    <wps:wsp>
                      <wps:cNvPr id="10" name="Gerade Verbindung 14"/>
                      <wps:cNvCnPr/>
                      <wps:spPr bwMode="auto">
                        <a:xfrm>
                          <a:off x="0" y="0"/>
                          <a:ext cx="1224" cy="0"/>
                        </a:xfrm>
                        <a:prstGeom prst="line">
                          <a:avLst/>
                        </a:prstGeom>
                        <a:noFill/>
                        <a:ln w="6350">
                          <a:solidFill>
                            <a:srgbClr val="0096D7"/>
                          </a:solidFill>
                          <a:round/>
                          <a:headEnd/>
                          <a:tailEnd/>
                        </a:ln>
                        <a:extLst>
                          <a:ext uri="{909E8E84-426E-40DD-AFC4-6F175D3DCCD1}">
                            <a14:hiddenFill xmlns:a14="http://schemas.microsoft.com/office/drawing/2010/main">
                              <a:noFill/>
                            </a14:hiddenFill>
                          </a:ext>
                        </a:extLst>
                      </wps:spPr>
                      <wps:bodyPr/>
                    </wps:wsp>
                    <wps:wsp>
                      <wps:cNvPr id="11" name="Gerade Verbindung 15"/>
                      <wps:cNvCnPr/>
                      <wps:spPr bwMode="auto">
                        <a:xfrm>
                          <a:off x="0" y="15664"/>
                          <a:ext cx="1224"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margin">
                <wp14:pctWidth>0</wp14:pctWidth>
              </wp14:sizeRelH>
              <wp14:sizeRelV relativeFrom="margin">
                <wp14:pctHeight>0</wp14:pctHeight>
              </wp14:sizeRelV>
            </wp:anchor>
          </w:drawing>
        </mc:Choice>
        <mc:Fallback>
          <w:pict>
            <v:group w14:anchorId="5BC253BD" id="Gruppieren 13" o:spid="_x0000_s1026" style="position:absolute;margin-left:28.05pt;margin-top:297.7pt;width:9.65pt;height:123.3pt;z-index:251659264;mso-position-horizontal-relative:page;mso-position-vertical-relative:page;mso-width-relative:margin;mso-height-relative:margin" coordsize="1224,156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">
              <v:line id="Gerade Verbindung 14" o:spid="_x0000_s1027" style="position:absolute;visibility:visible;mso-wrap-style:square" from="0,0" to="122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" strokecolor="#0096d7" strokeweight=".5pt"/>
              <v:line id="Gerade Verbindung 15" o:spid="_x0000_s1028" style="position:absolute;visibility:visible;mso-wrap-style:square" from="0,15664" to="1224,156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" strokeweight=".5pt"/>
              <w10:wrap anchorx="page" anchory="page"/>
              <w10:anchorlock/>
            </v:group>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5395C1" w14:textId="6C286D4D" w:rsidR="002B7933" w:rsidRPr="002D1F82" w:rsidRDefault="00950213" w:rsidP="002D1F82">
    <w:pPr>
      <w:pStyle w:val="Kopfzeile"/>
      <w:rPr>
        <w:sz w:val="15"/>
        <w:szCs w:val="15"/>
      </w:rPr>
    </w:pPr>
    <w:r>
      <w:rPr>
        <w:noProof/>
        <w:lang w:eastAsia="de-DE"/>
      </w:rPr>
      <w:drawing>
        <wp:anchor distT="0" distB="0" distL="114300" distR="114300" simplePos="0" relativeHeight="251661312" behindDoc="1" locked="1" layoutInCell="1" allowOverlap="1" wp14:anchorId="52392BB1" wp14:editId="085FC567">
          <wp:simplePos x="0" y="0"/>
          <wp:positionH relativeFrom="page">
            <wp:posOffset>5524500</wp:posOffset>
          </wp:positionH>
          <wp:positionV relativeFrom="page">
            <wp:posOffset>704215</wp:posOffset>
          </wp:positionV>
          <wp:extent cx="1386205" cy="756285"/>
          <wp:effectExtent l="0" t="0" r="4445" b="5715"/>
          <wp:wrapNone/>
          <wp:docPr id="21" name="Bild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Bild 2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386205" cy="75628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de-DE"/>
      </w:rPr>
      <mc:AlternateContent>
        <mc:Choice Requires="wpg">
          <w:drawing>
            <wp:anchor distT="0" distB="0" distL="114300" distR="114300" simplePos="0" relativeHeight="251656192" behindDoc="0" locked="1" layoutInCell="1" allowOverlap="1" wp14:anchorId="29393A24" wp14:editId="1378368C">
              <wp:simplePos x="0" y="0"/>
              <wp:positionH relativeFrom="page">
                <wp:posOffset>356235</wp:posOffset>
              </wp:positionH>
              <wp:positionV relativeFrom="page">
                <wp:posOffset>3780790</wp:posOffset>
              </wp:positionV>
              <wp:extent cx="122555" cy="1566545"/>
              <wp:effectExtent l="13335" t="8890" r="6985" b="5715"/>
              <wp:wrapNone/>
              <wp:docPr id="5" name="Gruppieren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2555" cy="1566545"/>
                        <a:chOff x="0" y="0"/>
                        <a:chExt cx="1224" cy="15664"/>
                      </a:xfrm>
                    </wpg:grpSpPr>
                    <wps:wsp>
                      <wps:cNvPr id="6" name="Gerade Verbindung 8"/>
                      <wps:cNvCnPr/>
                      <wps:spPr bwMode="auto">
                        <a:xfrm>
                          <a:off x="0" y="0"/>
                          <a:ext cx="1224" cy="0"/>
                        </a:xfrm>
                        <a:prstGeom prst="line">
                          <a:avLst/>
                        </a:prstGeom>
                        <a:noFill/>
                        <a:ln w="6350">
                          <a:solidFill>
                            <a:srgbClr val="0096D7"/>
                          </a:solidFill>
                          <a:round/>
                          <a:headEnd/>
                          <a:tailEnd/>
                        </a:ln>
                        <a:extLst>
                          <a:ext uri="{909E8E84-426E-40DD-AFC4-6F175D3DCCD1}">
                            <a14:hiddenFill xmlns:a14="http://schemas.microsoft.com/office/drawing/2010/main">
                              <a:noFill/>
                            </a14:hiddenFill>
                          </a:ext>
                        </a:extLst>
                      </wps:spPr>
                      <wps:bodyPr/>
                    </wps:wsp>
                    <wps:wsp>
                      <wps:cNvPr id="7" name="Gerade Verbindung 9"/>
                      <wps:cNvCnPr/>
                      <wps:spPr bwMode="auto">
                        <a:xfrm>
                          <a:off x="0" y="15664"/>
                          <a:ext cx="1224"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5C667181" id="Gruppieren 12" o:spid="_x0000_s1026" style="position:absolute;margin-left:28.05pt;margin-top:297.7pt;width:9.65pt;height:123.35pt;z-index:251656192;mso-position-horizontal-relative:page;mso-position-vertical-relative:page" coordsize="1224,156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">
              <v:line id="Gerade Verbindung 8" o:spid="_x0000_s1027" style="position:absolute;visibility:visible;mso-wrap-style:square" from="0,0" to="122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" strokecolor="#0096d7" strokeweight=".5pt"/>
              <v:line id="Gerade Verbindung 9" o:spid="_x0000_s1028" style="position:absolute;visibility:visible;mso-wrap-style:square" from="0,15664" to="1224,156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" strokeweight=".5pt"/>
              <w10:wrap anchorx="page" anchory="page"/>
              <w10:anchorlock/>
            </v:group>
          </w:pict>
        </mc:Fallback>
      </mc:AlternateContent>
    </w:r>
    <w:r w:rsidR="007260FD">
      <w:rPr>
        <w:noProof/>
        <w:color w:val="009FE3"/>
        <w:sz w:val="15"/>
        <w:szCs w:val="15"/>
        <w:lang w:eastAsia="de-DE"/>
      </w:rPr>
      <mc:AlternateContent>
        <mc:Choice Requires="wps">
          <w:drawing>
            <wp:anchor distT="0" distB="0" distL="114300" distR="114300" simplePos="0" relativeHeight="251664384" behindDoc="1" locked="1" layoutInCell="1" allowOverlap="1" wp14:anchorId="05D14692" wp14:editId="43EBD940">
              <wp:simplePos x="0" y="0"/>
              <wp:positionH relativeFrom="margin">
                <wp:align>right</wp:align>
              </wp:positionH>
              <wp:positionV relativeFrom="page">
                <wp:posOffset>1685290</wp:posOffset>
              </wp:positionV>
              <wp:extent cx="4305300" cy="781050"/>
              <wp:effectExtent l="0" t="0" r="0" b="0"/>
              <wp:wrapNone/>
              <wp:docPr id="4"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05300" cy="781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A54DE4E" w14:textId="08CF8BA6" w:rsidR="0004049C" w:rsidRPr="00CA5697" w:rsidRDefault="003B309B" w:rsidP="007260FD">
                          <w:pPr>
                            <w:pStyle w:val="BITCoverberschrift"/>
                            <w:rPr>
                              <w:rStyle w:val="BITBlau"/>
                              <w:color w:val="287300"/>
                            </w:rPr>
                          </w:pPr>
                          <w:r w:rsidRPr="00E31408">
                            <w:rPr>
                              <w:rStyle w:val="BITBlau"/>
                              <w:rFonts w:ascii="TheSans C4s Bold" w:hAnsi="TheSans C4s Bold"/>
                              <w:b w:val="0"/>
                              <w:bCs/>
                              <w:color w:val="AA0064"/>
                            </w:rPr>
                            <w:t>Preis für digitales Miteinander</w:t>
                          </w:r>
                          <w:r w:rsidRPr="001103CC">
                            <w:rPr>
                              <w:rStyle w:val="BITBlau"/>
                              <w:color w:val="AA0064"/>
                            </w:rPr>
                            <w:t xml:space="preserve"> </w:t>
                          </w:r>
                          <w:r w:rsidR="00D36F81">
                            <w:rPr>
                              <w:rStyle w:val="BITBlau"/>
                              <w:color w:val="AA0064"/>
                            </w:rPr>
                            <w:t>2025</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5D14692" id="_x0000_t202" coordsize="21600,21600" o:spt="202" path="m,l,21600r21600,l21600,xe">
              <v:stroke joinstyle="miter"/>
              <v:path gradientshapeok="t" o:connecttype="rect"/>
            </v:shapetype>
            <v:shape id="Text Box 15" o:spid="_x0000_s1027" type="#_x0000_t202" style="position:absolute;margin-left:287.8pt;margin-top:132.7pt;width:339pt;height:61.5pt;z-index:-251652096;visibility:visible;mso-wrap-style:square;mso-width-percent:0;mso-height-percent:0;mso-wrap-distance-left:9pt;mso-wrap-distance-top:0;mso-wrap-distance-right:9pt;mso-wrap-distance-bottom:0;mso-position-horizontal:right;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" filled="f" stroked="f">
              <v:textbox inset="0,0,0,0">
                <w:txbxContent>
                  <w:p w14:paraId="3A54DE4E" w14:textId="08CF8BA6" w:rsidR="0004049C" w:rsidRPr="00CA5697" w:rsidRDefault="003B309B" w:rsidP="007260FD">
                    <w:pPr>
                      <w:pStyle w:val="BITCoverberschrift"/>
                      <w:rPr>
                        <w:rStyle w:val="BITBlau"/>
                        <w:color w:val="287300"/>
                      </w:rPr>
                    </w:pPr>
                    <w:r w:rsidRPr="00E31408">
                      <w:rPr>
                        <w:rStyle w:val="BITBlau"/>
                        <w:rFonts w:ascii="TheSans C4s Bold" w:hAnsi="TheSans C4s Bold"/>
                        <w:b w:val="0"/>
                        <w:bCs/>
                        <w:color w:val="AA0064"/>
                      </w:rPr>
                      <w:t>Preis für digitales Miteinander</w:t>
                    </w:r>
                    <w:r w:rsidRPr="001103CC">
                      <w:rPr>
                        <w:rStyle w:val="BITBlau"/>
                        <w:color w:val="AA0064"/>
                      </w:rPr>
                      <w:t xml:space="preserve"> </w:t>
                    </w:r>
                    <w:r w:rsidR="00D36F81">
                      <w:rPr>
                        <w:rStyle w:val="BITBlau"/>
                        <w:color w:val="AA0064"/>
                      </w:rPr>
                      <w:t>2025</w:t>
                    </w:r>
                  </w:p>
                </w:txbxContent>
              </v:textbox>
              <w10:wrap anchorx="margin" anchory="page"/>
              <w10:anchorlock/>
            </v:shape>
          </w:pict>
        </mc:Fallback>
      </mc:AlternateContent>
    </w:r>
    <w:r>
      <w:rPr>
        <w:noProof/>
        <w:sz w:val="15"/>
        <w:szCs w:val="15"/>
        <w:lang w:eastAsia="de-DE"/>
      </w:rPr>
      <mc:AlternateContent>
        <mc:Choice Requires="wps">
          <w:drawing>
            <wp:anchor distT="0" distB="0" distL="114300" distR="114300" simplePos="0" relativeHeight="251654144" behindDoc="1" locked="1" layoutInCell="1" allowOverlap="1" wp14:anchorId="638120D0" wp14:editId="6BD4C9AA">
              <wp:simplePos x="0" y="0"/>
              <wp:positionH relativeFrom="page">
                <wp:posOffset>5616575</wp:posOffset>
              </wp:positionH>
              <wp:positionV relativeFrom="page">
                <wp:posOffset>3906520</wp:posOffset>
              </wp:positionV>
              <wp:extent cx="1620000" cy="432000"/>
              <wp:effectExtent l="0" t="0" r="18415" b="6350"/>
              <wp:wrapNone/>
              <wp:docPr id="3" name="Textfeld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20000" cy="432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1724076F" w14:textId="6B70561B" w:rsidR="002B7933" w:rsidRPr="001507D5" w:rsidRDefault="002B7933" w:rsidP="00CB5DF8">
                          <w:pPr>
                            <w:pStyle w:val="BITStandardBold"/>
                          </w:pP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638120D0" id="Textfeld 5" o:spid="_x0000_s1028" type="#_x0000_t202" style="position:absolute;margin-left:442.25pt;margin-top:307.6pt;width:127.55pt;height:34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" filled="f" stroked="f" strokeweight=".5pt">
              <v:textbox inset="0,0,0,0">
                <w:txbxContent>
                  <w:p w14:paraId="1724076F" w14:textId="6B70561B" w:rsidR="002B7933" w:rsidRPr="001507D5" w:rsidRDefault="002B7933" w:rsidP="00CB5DF8">
                    <w:pPr>
                      <w:pStyle w:val="BITStandardBold"/>
                    </w:pPr>
                  </w:p>
                </w:txbxContent>
              </v:textbox>
              <w10:wrap anchorx="page" anchory="page"/>
              <w10:anchorlock/>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C303F9"/>
    <w:multiLevelType w:val="multilevel"/>
    <w:tmpl w:val="31166BB2"/>
    <w:lvl w:ilvl="0">
      <w:start w:val="1"/>
      <w:numFmt w:val="bullet"/>
      <w:lvlText w:val=""/>
      <w:lvlJc w:val="left"/>
      <w:pPr>
        <w:ind w:left="181" w:hanging="181"/>
      </w:pPr>
      <w:rPr>
        <w:rFonts w:ascii="Wingdings" w:hAnsi="Wingdings" w:hint="default"/>
        <w:color w:val="009FE3"/>
      </w:rPr>
    </w:lvl>
    <w:lvl w:ilvl="1">
      <w:start w:val="1"/>
      <w:numFmt w:val="bullet"/>
      <w:lvlText w:val=""/>
      <w:lvlJc w:val="left"/>
      <w:pPr>
        <w:ind w:left="544" w:hanging="181"/>
      </w:pPr>
      <w:rPr>
        <w:rFonts w:ascii="Wingdings" w:hAnsi="Wingdings" w:hint="default"/>
        <w:color w:val="auto"/>
      </w:rPr>
    </w:lvl>
    <w:lvl w:ilvl="2">
      <w:start w:val="1"/>
      <w:numFmt w:val="bullet"/>
      <w:lvlText w:val=""/>
      <w:lvlJc w:val="left"/>
      <w:pPr>
        <w:ind w:left="544" w:hanging="181"/>
      </w:pPr>
      <w:rPr>
        <w:rFonts w:ascii="Wingdings" w:hAnsi="Wingdings" w:hint="default"/>
        <w:color w:val="575756"/>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 w15:restartNumberingAfterBreak="0">
    <w:nsid w:val="0842777B"/>
    <w:multiLevelType w:val="multilevel"/>
    <w:tmpl w:val="5662618A"/>
    <w:lvl w:ilvl="0">
      <w:start w:val="1"/>
      <w:numFmt w:val="decimal"/>
      <w:pStyle w:val="BITNummerierung"/>
      <w:lvlText w:val="%1."/>
      <w:lvlJc w:val="left"/>
      <w:pPr>
        <w:ind w:left="181" w:hanging="181"/>
      </w:pPr>
      <w:rPr>
        <w:rFonts w:hint="default"/>
        <w:color w:val="009FE3"/>
      </w:rPr>
    </w:lvl>
    <w:lvl w:ilvl="1">
      <w:start w:val="1"/>
      <w:numFmt w:val="bullet"/>
      <w:lvlText w:val=""/>
      <w:lvlJc w:val="left"/>
      <w:pPr>
        <w:ind w:left="544" w:hanging="181"/>
      </w:pPr>
      <w:rPr>
        <w:rFonts w:ascii="Wingdings" w:hAnsi="Wingdings" w:hint="default"/>
        <w:color w:val="auto"/>
      </w:rPr>
    </w:lvl>
    <w:lvl w:ilvl="2">
      <w:start w:val="1"/>
      <w:numFmt w:val="bullet"/>
      <w:lvlText w:val=""/>
      <w:lvlJc w:val="left"/>
      <w:pPr>
        <w:ind w:left="544" w:hanging="181"/>
      </w:pPr>
      <w:rPr>
        <w:rFonts w:ascii="Wingdings" w:hAnsi="Wingdings" w:hint="default"/>
        <w:color w:val="575756"/>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 w15:restartNumberingAfterBreak="0">
    <w:nsid w:val="105B2D85"/>
    <w:multiLevelType w:val="hybridMultilevel"/>
    <w:tmpl w:val="9CCA878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33F03951"/>
    <w:multiLevelType w:val="multilevel"/>
    <w:tmpl w:val="168430E8"/>
    <w:lvl w:ilvl="0">
      <w:start w:val="1"/>
      <w:numFmt w:val="bullet"/>
      <w:pStyle w:val="BITAufzhlung"/>
      <w:lvlText w:val=""/>
      <w:lvlJc w:val="left"/>
      <w:pPr>
        <w:ind w:left="181" w:hanging="181"/>
      </w:pPr>
      <w:rPr>
        <w:rFonts w:ascii="Wingdings" w:hAnsi="Wingdings" w:hint="default"/>
        <w:color w:val="AA0064"/>
      </w:rPr>
    </w:lvl>
    <w:lvl w:ilvl="1">
      <w:start w:val="1"/>
      <w:numFmt w:val="bullet"/>
      <w:lvlText w:val=""/>
      <w:lvlJc w:val="left"/>
      <w:pPr>
        <w:ind w:left="363" w:hanging="182"/>
      </w:pPr>
      <w:rPr>
        <w:rFonts w:ascii="Wingdings" w:hAnsi="Wingdings" w:hint="default"/>
        <w:color w:val="auto"/>
      </w:rPr>
    </w:lvl>
    <w:lvl w:ilvl="2">
      <w:start w:val="1"/>
      <w:numFmt w:val="bullet"/>
      <w:lvlText w:val=""/>
      <w:lvlJc w:val="left"/>
      <w:pPr>
        <w:ind w:left="544" w:hanging="181"/>
      </w:pPr>
      <w:rPr>
        <w:rFonts w:ascii="Wingdings" w:hAnsi="Wingdings" w:hint="default"/>
        <w:color w:val="575756"/>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hint="default"/>
      </w:rPr>
    </w:lvl>
    <w:lvl w:ilvl="8">
      <w:start w:val="1"/>
      <w:numFmt w:val="bullet"/>
      <w:lvlText w:val=""/>
      <w:lvlJc w:val="left"/>
      <w:pPr>
        <w:ind w:left="6120" w:hanging="360"/>
      </w:pPr>
      <w:rPr>
        <w:rFonts w:ascii="Wingdings" w:hAnsi="Wingdings" w:hint="default"/>
      </w:rPr>
    </w:lvl>
  </w:abstractNum>
  <w:abstractNum w:abstractNumId="4" w15:restartNumberingAfterBreak="0">
    <w:nsid w:val="3FBB1A4F"/>
    <w:multiLevelType w:val="hybridMultilevel"/>
    <w:tmpl w:val="5A4A4180"/>
    <w:lvl w:ilvl="0" w:tplc="28E2D20A">
      <w:start w:val="1"/>
      <w:numFmt w:val="bullet"/>
      <w:lvlText w:val="-"/>
      <w:lvlJc w:val="left"/>
      <w:pPr>
        <w:ind w:left="720" w:hanging="360"/>
      </w:pPr>
      <w:rPr>
        <w:rFonts w:ascii="TheSansOffice" w:eastAsia="TheSansOffice" w:hAnsi="TheSansOffice"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644361769">
    <w:abstractNumId w:val="3"/>
  </w:num>
  <w:num w:numId="2" w16cid:durableId="11324820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965428595">
    <w:abstractNumId w:val="1"/>
  </w:num>
  <w:num w:numId="4" w16cid:durableId="232279253">
    <w:abstractNumId w:val="0"/>
  </w:num>
  <w:num w:numId="5" w16cid:durableId="1621567066">
    <w:abstractNumId w:val="4"/>
  </w:num>
  <w:num w:numId="6" w16cid:durableId="100783164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attachedTemplate r:id="rId1"/>
  <w:defaultTabStop w:val="708"/>
  <w:hyphenationZone w:val="425"/>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9183B"/>
    <w:rsid w:val="00000E97"/>
    <w:rsid w:val="00001ED2"/>
    <w:rsid w:val="00002169"/>
    <w:rsid w:val="00002EC9"/>
    <w:rsid w:val="0000370A"/>
    <w:rsid w:val="00003909"/>
    <w:rsid w:val="0000760C"/>
    <w:rsid w:val="00010245"/>
    <w:rsid w:val="00014FF4"/>
    <w:rsid w:val="000161D6"/>
    <w:rsid w:val="00016BD5"/>
    <w:rsid w:val="0002201B"/>
    <w:rsid w:val="00023D82"/>
    <w:rsid w:val="00025E5E"/>
    <w:rsid w:val="00025F57"/>
    <w:rsid w:val="00032C73"/>
    <w:rsid w:val="000346B3"/>
    <w:rsid w:val="000376AF"/>
    <w:rsid w:val="0004049C"/>
    <w:rsid w:val="00040BB1"/>
    <w:rsid w:val="00040E10"/>
    <w:rsid w:val="00040F7B"/>
    <w:rsid w:val="00042437"/>
    <w:rsid w:val="000436EC"/>
    <w:rsid w:val="00046C0C"/>
    <w:rsid w:val="00056B0D"/>
    <w:rsid w:val="00056B1D"/>
    <w:rsid w:val="000603E7"/>
    <w:rsid w:val="000605CB"/>
    <w:rsid w:val="00061EC9"/>
    <w:rsid w:val="00064034"/>
    <w:rsid w:val="00067258"/>
    <w:rsid w:val="00071737"/>
    <w:rsid w:val="0007269A"/>
    <w:rsid w:val="00072C4B"/>
    <w:rsid w:val="00076705"/>
    <w:rsid w:val="00076A8B"/>
    <w:rsid w:val="0008451D"/>
    <w:rsid w:val="00084EA2"/>
    <w:rsid w:val="00085178"/>
    <w:rsid w:val="00086718"/>
    <w:rsid w:val="00086D0E"/>
    <w:rsid w:val="0009559F"/>
    <w:rsid w:val="00097AB2"/>
    <w:rsid w:val="000A0B02"/>
    <w:rsid w:val="000A3499"/>
    <w:rsid w:val="000A599D"/>
    <w:rsid w:val="000A6C7D"/>
    <w:rsid w:val="000B0219"/>
    <w:rsid w:val="000B032C"/>
    <w:rsid w:val="000B2FEB"/>
    <w:rsid w:val="000C0610"/>
    <w:rsid w:val="000C0C21"/>
    <w:rsid w:val="000C35A5"/>
    <w:rsid w:val="000C56A4"/>
    <w:rsid w:val="000C6C11"/>
    <w:rsid w:val="000C6E03"/>
    <w:rsid w:val="000D2D16"/>
    <w:rsid w:val="000D6C18"/>
    <w:rsid w:val="000D70F8"/>
    <w:rsid w:val="000D7186"/>
    <w:rsid w:val="000E1B47"/>
    <w:rsid w:val="000E1DC9"/>
    <w:rsid w:val="000E2C6C"/>
    <w:rsid w:val="000E3164"/>
    <w:rsid w:val="000E4361"/>
    <w:rsid w:val="000E7120"/>
    <w:rsid w:val="000F079D"/>
    <w:rsid w:val="000F138C"/>
    <w:rsid w:val="000F194F"/>
    <w:rsid w:val="000F3A4B"/>
    <w:rsid w:val="000F480A"/>
    <w:rsid w:val="000F5600"/>
    <w:rsid w:val="00100A6B"/>
    <w:rsid w:val="001017DA"/>
    <w:rsid w:val="00101F77"/>
    <w:rsid w:val="00102F85"/>
    <w:rsid w:val="00106982"/>
    <w:rsid w:val="00107490"/>
    <w:rsid w:val="001103CC"/>
    <w:rsid w:val="001103DE"/>
    <w:rsid w:val="00111288"/>
    <w:rsid w:val="00114359"/>
    <w:rsid w:val="0011595A"/>
    <w:rsid w:val="00116A59"/>
    <w:rsid w:val="00120A46"/>
    <w:rsid w:val="00121B25"/>
    <w:rsid w:val="00123E98"/>
    <w:rsid w:val="001262FC"/>
    <w:rsid w:val="001268EF"/>
    <w:rsid w:val="0012694A"/>
    <w:rsid w:val="001277EA"/>
    <w:rsid w:val="0012783B"/>
    <w:rsid w:val="0013037C"/>
    <w:rsid w:val="001313C0"/>
    <w:rsid w:val="001363E9"/>
    <w:rsid w:val="001401D9"/>
    <w:rsid w:val="0014333C"/>
    <w:rsid w:val="001534BD"/>
    <w:rsid w:val="00153F4E"/>
    <w:rsid w:val="001545CA"/>
    <w:rsid w:val="00155141"/>
    <w:rsid w:val="00165682"/>
    <w:rsid w:val="00171258"/>
    <w:rsid w:val="00171545"/>
    <w:rsid w:val="001729A7"/>
    <w:rsid w:val="00172FD7"/>
    <w:rsid w:val="0017447C"/>
    <w:rsid w:val="001842D3"/>
    <w:rsid w:val="0018513E"/>
    <w:rsid w:val="00187EB4"/>
    <w:rsid w:val="00190268"/>
    <w:rsid w:val="00191014"/>
    <w:rsid w:val="00191379"/>
    <w:rsid w:val="00191499"/>
    <w:rsid w:val="00191B46"/>
    <w:rsid w:val="001924D8"/>
    <w:rsid w:val="00194EEE"/>
    <w:rsid w:val="001A2861"/>
    <w:rsid w:val="001A2CB7"/>
    <w:rsid w:val="001A4688"/>
    <w:rsid w:val="001A6250"/>
    <w:rsid w:val="001A72BC"/>
    <w:rsid w:val="001B2C19"/>
    <w:rsid w:val="001B3286"/>
    <w:rsid w:val="001B3655"/>
    <w:rsid w:val="001B4420"/>
    <w:rsid w:val="001C008E"/>
    <w:rsid w:val="001C326D"/>
    <w:rsid w:val="001C3AB7"/>
    <w:rsid w:val="001C560C"/>
    <w:rsid w:val="001C5F0B"/>
    <w:rsid w:val="001C689D"/>
    <w:rsid w:val="001C69AE"/>
    <w:rsid w:val="001C7424"/>
    <w:rsid w:val="001D1952"/>
    <w:rsid w:val="001D4127"/>
    <w:rsid w:val="001D6E6C"/>
    <w:rsid w:val="001E05B1"/>
    <w:rsid w:val="001E0790"/>
    <w:rsid w:val="001E260B"/>
    <w:rsid w:val="001E2F40"/>
    <w:rsid w:val="001E51B1"/>
    <w:rsid w:val="001E65E9"/>
    <w:rsid w:val="001E7403"/>
    <w:rsid w:val="001E75CD"/>
    <w:rsid w:val="001F2AC0"/>
    <w:rsid w:val="001F2ADF"/>
    <w:rsid w:val="001F33CE"/>
    <w:rsid w:val="001F4FB5"/>
    <w:rsid w:val="002032BE"/>
    <w:rsid w:val="00205111"/>
    <w:rsid w:val="0021017C"/>
    <w:rsid w:val="002101EB"/>
    <w:rsid w:val="002209C2"/>
    <w:rsid w:val="002237DE"/>
    <w:rsid w:val="00226DF1"/>
    <w:rsid w:val="00230F8C"/>
    <w:rsid w:val="00231586"/>
    <w:rsid w:val="002337FE"/>
    <w:rsid w:val="00233B36"/>
    <w:rsid w:val="0023505B"/>
    <w:rsid w:val="002363EE"/>
    <w:rsid w:val="002445B8"/>
    <w:rsid w:val="00245EC5"/>
    <w:rsid w:val="00245F85"/>
    <w:rsid w:val="00247D5C"/>
    <w:rsid w:val="00250093"/>
    <w:rsid w:val="002506FA"/>
    <w:rsid w:val="00251BD9"/>
    <w:rsid w:val="0025268B"/>
    <w:rsid w:val="00252DFC"/>
    <w:rsid w:val="00253C5C"/>
    <w:rsid w:val="00254115"/>
    <w:rsid w:val="00254511"/>
    <w:rsid w:val="00255582"/>
    <w:rsid w:val="00256381"/>
    <w:rsid w:val="00257543"/>
    <w:rsid w:val="0025780E"/>
    <w:rsid w:val="00257F33"/>
    <w:rsid w:val="0026097B"/>
    <w:rsid w:val="00263063"/>
    <w:rsid w:val="00263DDA"/>
    <w:rsid w:val="002657CB"/>
    <w:rsid w:val="00276CBC"/>
    <w:rsid w:val="00277E2C"/>
    <w:rsid w:val="00277F36"/>
    <w:rsid w:val="00282699"/>
    <w:rsid w:val="00282D13"/>
    <w:rsid w:val="00290D18"/>
    <w:rsid w:val="002925A9"/>
    <w:rsid w:val="0029264D"/>
    <w:rsid w:val="00295539"/>
    <w:rsid w:val="0029576C"/>
    <w:rsid w:val="00296D05"/>
    <w:rsid w:val="002A3205"/>
    <w:rsid w:val="002A34BE"/>
    <w:rsid w:val="002B1B1E"/>
    <w:rsid w:val="002B1DB9"/>
    <w:rsid w:val="002B322F"/>
    <w:rsid w:val="002B5150"/>
    <w:rsid w:val="002B7933"/>
    <w:rsid w:val="002C01B3"/>
    <w:rsid w:val="002C0320"/>
    <w:rsid w:val="002C4C6D"/>
    <w:rsid w:val="002C7925"/>
    <w:rsid w:val="002C7E34"/>
    <w:rsid w:val="002D0CC5"/>
    <w:rsid w:val="002D1BD3"/>
    <w:rsid w:val="002D1F82"/>
    <w:rsid w:val="002D206B"/>
    <w:rsid w:val="002D3E94"/>
    <w:rsid w:val="002D6C4C"/>
    <w:rsid w:val="002E134D"/>
    <w:rsid w:val="002E3A2D"/>
    <w:rsid w:val="002E433E"/>
    <w:rsid w:val="002E4AFD"/>
    <w:rsid w:val="002E5079"/>
    <w:rsid w:val="002E7FB0"/>
    <w:rsid w:val="002F04B6"/>
    <w:rsid w:val="002F1FF4"/>
    <w:rsid w:val="002F205F"/>
    <w:rsid w:val="002F284A"/>
    <w:rsid w:val="002F2D63"/>
    <w:rsid w:val="002F3425"/>
    <w:rsid w:val="002F5398"/>
    <w:rsid w:val="002F597F"/>
    <w:rsid w:val="002F5BBE"/>
    <w:rsid w:val="002F7409"/>
    <w:rsid w:val="00300FB2"/>
    <w:rsid w:val="00302248"/>
    <w:rsid w:val="0030512F"/>
    <w:rsid w:val="0030728D"/>
    <w:rsid w:val="00307F6F"/>
    <w:rsid w:val="00312BC5"/>
    <w:rsid w:val="00316DC1"/>
    <w:rsid w:val="00321401"/>
    <w:rsid w:val="00325114"/>
    <w:rsid w:val="00325205"/>
    <w:rsid w:val="003276E7"/>
    <w:rsid w:val="00330353"/>
    <w:rsid w:val="003338BF"/>
    <w:rsid w:val="00334813"/>
    <w:rsid w:val="00336666"/>
    <w:rsid w:val="00337099"/>
    <w:rsid w:val="003417BE"/>
    <w:rsid w:val="00342D0E"/>
    <w:rsid w:val="003464B3"/>
    <w:rsid w:val="00346EE7"/>
    <w:rsid w:val="003476B3"/>
    <w:rsid w:val="003500B3"/>
    <w:rsid w:val="0035054B"/>
    <w:rsid w:val="003510B6"/>
    <w:rsid w:val="003541D2"/>
    <w:rsid w:val="0035733B"/>
    <w:rsid w:val="003608B1"/>
    <w:rsid w:val="003609A1"/>
    <w:rsid w:val="00360A32"/>
    <w:rsid w:val="00362A54"/>
    <w:rsid w:val="0036326C"/>
    <w:rsid w:val="003700B7"/>
    <w:rsid w:val="00370686"/>
    <w:rsid w:val="00371839"/>
    <w:rsid w:val="00374D7D"/>
    <w:rsid w:val="00375308"/>
    <w:rsid w:val="0037640C"/>
    <w:rsid w:val="0038263F"/>
    <w:rsid w:val="00390D6B"/>
    <w:rsid w:val="00393595"/>
    <w:rsid w:val="00393DBD"/>
    <w:rsid w:val="00394517"/>
    <w:rsid w:val="00396141"/>
    <w:rsid w:val="003A0D40"/>
    <w:rsid w:val="003A54B2"/>
    <w:rsid w:val="003A64E5"/>
    <w:rsid w:val="003A6DAA"/>
    <w:rsid w:val="003A7DA7"/>
    <w:rsid w:val="003B15D4"/>
    <w:rsid w:val="003B1F50"/>
    <w:rsid w:val="003B2427"/>
    <w:rsid w:val="003B309B"/>
    <w:rsid w:val="003B3792"/>
    <w:rsid w:val="003B38D7"/>
    <w:rsid w:val="003B765F"/>
    <w:rsid w:val="003C05C6"/>
    <w:rsid w:val="003C26F8"/>
    <w:rsid w:val="003C3EC0"/>
    <w:rsid w:val="003C5A4D"/>
    <w:rsid w:val="003C5EC3"/>
    <w:rsid w:val="003C65CA"/>
    <w:rsid w:val="003D06BA"/>
    <w:rsid w:val="003D08F6"/>
    <w:rsid w:val="003D1C69"/>
    <w:rsid w:val="003D42F5"/>
    <w:rsid w:val="003D5EFE"/>
    <w:rsid w:val="003D7DB5"/>
    <w:rsid w:val="003E03B1"/>
    <w:rsid w:val="003E0EC7"/>
    <w:rsid w:val="003E1361"/>
    <w:rsid w:val="003E1469"/>
    <w:rsid w:val="003E1A59"/>
    <w:rsid w:val="003E304B"/>
    <w:rsid w:val="003E30EF"/>
    <w:rsid w:val="003E7E7F"/>
    <w:rsid w:val="003F101B"/>
    <w:rsid w:val="003F2272"/>
    <w:rsid w:val="003F2A80"/>
    <w:rsid w:val="003F33CA"/>
    <w:rsid w:val="003F4C9D"/>
    <w:rsid w:val="00400AB2"/>
    <w:rsid w:val="00402272"/>
    <w:rsid w:val="00404A38"/>
    <w:rsid w:val="004103EE"/>
    <w:rsid w:val="00412001"/>
    <w:rsid w:val="0041270B"/>
    <w:rsid w:val="00414F99"/>
    <w:rsid w:val="00415A2F"/>
    <w:rsid w:val="00421BE6"/>
    <w:rsid w:val="00422001"/>
    <w:rsid w:val="004220FF"/>
    <w:rsid w:val="004226E0"/>
    <w:rsid w:val="00422786"/>
    <w:rsid w:val="0042328C"/>
    <w:rsid w:val="00423993"/>
    <w:rsid w:val="00425E1C"/>
    <w:rsid w:val="0042620F"/>
    <w:rsid w:val="0042667F"/>
    <w:rsid w:val="004307A4"/>
    <w:rsid w:val="00430F10"/>
    <w:rsid w:val="00431AC6"/>
    <w:rsid w:val="004324D9"/>
    <w:rsid w:val="004344FD"/>
    <w:rsid w:val="00434F13"/>
    <w:rsid w:val="00435D93"/>
    <w:rsid w:val="00443DB3"/>
    <w:rsid w:val="00444F0B"/>
    <w:rsid w:val="0044774D"/>
    <w:rsid w:val="00454FF1"/>
    <w:rsid w:val="004564B5"/>
    <w:rsid w:val="00456F3D"/>
    <w:rsid w:val="0045712C"/>
    <w:rsid w:val="00457408"/>
    <w:rsid w:val="00457E59"/>
    <w:rsid w:val="004605C0"/>
    <w:rsid w:val="00460D66"/>
    <w:rsid w:val="00460FEA"/>
    <w:rsid w:val="00466605"/>
    <w:rsid w:val="0047238C"/>
    <w:rsid w:val="004743B2"/>
    <w:rsid w:val="004753B9"/>
    <w:rsid w:val="0047594F"/>
    <w:rsid w:val="004762F6"/>
    <w:rsid w:val="004800DF"/>
    <w:rsid w:val="00481271"/>
    <w:rsid w:val="004826CA"/>
    <w:rsid w:val="00483094"/>
    <w:rsid w:val="004834BF"/>
    <w:rsid w:val="0048567F"/>
    <w:rsid w:val="00490713"/>
    <w:rsid w:val="004925B9"/>
    <w:rsid w:val="004933E5"/>
    <w:rsid w:val="004939AD"/>
    <w:rsid w:val="00494D15"/>
    <w:rsid w:val="004972E9"/>
    <w:rsid w:val="00497791"/>
    <w:rsid w:val="00497B9F"/>
    <w:rsid w:val="004A164E"/>
    <w:rsid w:val="004A31F9"/>
    <w:rsid w:val="004A36F4"/>
    <w:rsid w:val="004A7C7F"/>
    <w:rsid w:val="004B1539"/>
    <w:rsid w:val="004B4EEA"/>
    <w:rsid w:val="004B7543"/>
    <w:rsid w:val="004B7578"/>
    <w:rsid w:val="004C0335"/>
    <w:rsid w:val="004C28D9"/>
    <w:rsid w:val="004C361C"/>
    <w:rsid w:val="004C52E8"/>
    <w:rsid w:val="004C5E2F"/>
    <w:rsid w:val="004C6688"/>
    <w:rsid w:val="004C7AAF"/>
    <w:rsid w:val="004D333C"/>
    <w:rsid w:val="004D421F"/>
    <w:rsid w:val="004D60DE"/>
    <w:rsid w:val="004D796D"/>
    <w:rsid w:val="004E2283"/>
    <w:rsid w:val="004E2A87"/>
    <w:rsid w:val="004E31DB"/>
    <w:rsid w:val="004E37BA"/>
    <w:rsid w:val="004E61B8"/>
    <w:rsid w:val="004F1647"/>
    <w:rsid w:val="004F188D"/>
    <w:rsid w:val="004F3DF3"/>
    <w:rsid w:val="004F43B5"/>
    <w:rsid w:val="00501537"/>
    <w:rsid w:val="00501CF6"/>
    <w:rsid w:val="005034C7"/>
    <w:rsid w:val="005034E6"/>
    <w:rsid w:val="00505A42"/>
    <w:rsid w:val="00507185"/>
    <w:rsid w:val="0050728A"/>
    <w:rsid w:val="00507ACA"/>
    <w:rsid w:val="00511A7C"/>
    <w:rsid w:val="00511C64"/>
    <w:rsid w:val="00513338"/>
    <w:rsid w:val="00513A42"/>
    <w:rsid w:val="00517D6C"/>
    <w:rsid w:val="005200DD"/>
    <w:rsid w:val="005218BA"/>
    <w:rsid w:val="00522EEE"/>
    <w:rsid w:val="00525013"/>
    <w:rsid w:val="00526AED"/>
    <w:rsid w:val="00527288"/>
    <w:rsid w:val="005274F3"/>
    <w:rsid w:val="0052781C"/>
    <w:rsid w:val="0053037E"/>
    <w:rsid w:val="00531A36"/>
    <w:rsid w:val="00532908"/>
    <w:rsid w:val="00535331"/>
    <w:rsid w:val="005362AC"/>
    <w:rsid w:val="00536565"/>
    <w:rsid w:val="0053707F"/>
    <w:rsid w:val="0053781C"/>
    <w:rsid w:val="00540652"/>
    <w:rsid w:val="00541CE7"/>
    <w:rsid w:val="0054292A"/>
    <w:rsid w:val="005447AE"/>
    <w:rsid w:val="00546821"/>
    <w:rsid w:val="00546900"/>
    <w:rsid w:val="00546F31"/>
    <w:rsid w:val="00551DFE"/>
    <w:rsid w:val="0055312F"/>
    <w:rsid w:val="0055430B"/>
    <w:rsid w:val="005562A5"/>
    <w:rsid w:val="00562A05"/>
    <w:rsid w:val="005630DB"/>
    <w:rsid w:val="00563D31"/>
    <w:rsid w:val="00564BBB"/>
    <w:rsid w:val="00565EEF"/>
    <w:rsid w:val="00566697"/>
    <w:rsid w:val="00571D08"/>
    <w:rsid w:val="005742DB"/>
    <w:rsid w:val="00575436"/>
    <w:rsid w:val="00575627"/>
    <w:rsid w:val="0057634B"/>
    <w:rsid w:val="00582E0D"/>
    <w:rsid w:val="00582EEB"/>
    <w:rsid w:val="0058644C"/>
    <w:rsid w:val="00586BEA"/>
    <w:rsid w:val="00587BB6"/>
    <w:rsid w:val="00587C56"/>
    <w:rsid w:val="0059183B"/>
    <w:rsid w:val="00594F28"/>
    <w:rsid w:val="005A2187"/>
    <w:rsid w:val="005A2990"/>
    <w:rsid w:val="005A496D"/>
    <w:rsid w:val="005A781D"/>
    <w:rsid w:val="005B3605"/>
    <w:rsid w:val="005B363B"/>
    <w:rsid w:val="005B56D5"/>
    <w:rsid w:val="005B5749"/>
    <w:rsid w:val="005C71F8"/>
    <w:rsid w:val="005D0A6C"/>
    <w:rsid w:val="005D3452"/>
    <w:rsid w:val="005D42D4"/>
    <w:rsid w:val="005D5EFC"/>
    <w:rsid w:val="005D6B91"/>
    <w:rsid w:val="005E0E15"/>
    <w:rsid w:val="005E1E4B"/>
    <w:rsid w:val="005E402B"/>
    <w:rsid w:val="005E5F5B"/>
    <w:rsid w:val="005F2C7B"/>
    <w:rsid w:val="005F3719"/>
    <w:rsid w:val="005F5C13"/>
    <w:rsid w:val="005F7220"/>
    <w:rsid w:val="00600587"/>
    <w:rsid w:val="00603224"/>
    <w:rsid w:val="00603C5E"/>
    <w:rsid w:val="00603EE4"/>
    <w:rsid w:val="006044E2"/>
    <w:rsid w:val="0060627E"/>
    <w:rsid w:val="00606750"/>
    <w:rsid w:val="00607227"/>
    <w:rsid w:val="00607BCB"/>
    <w:rsid w:val="00615F02"/>
    <w:rsid w:val="00617B3E"/>
    <w:rsid w:val="006209AE"/>
    <w:rsid w:val="00622532"/>
    <w:rsid w:val="00622D1E"/>
    <w:rsid w:val="00624470"/>
    <w:rsid w:val="00625ACE"/>
    <w:rsid w:val="00627A9D"/>
    <w:rsid w:val="00627FC8"/>
    <w:rsid w:val="006300F6"/>
    <w:rsid w:val="0063278D"/>
    <w:rsid w:val="00633F63"/>
    <w:rsid w:val="00634624"/>
    <w:rsid w:val="00637924"/>
    <w:rsid w:val="00641119"/>
    <w:rsid w:val="00643618"/>
    <w:rsid w:val="0065007E"/>
    <w:rsid w:val="00650441"/>
    <w:rsid w:val="00651587"/>
    <w:rsid w:val="00654434"/>
    <w:rsid w:val="0065751B"/>
    <w:rsid w:val="00657EAC"/>
    <w:rsid w:val="0066161E"/>
    <w:rsid w:val="006626B6"/>
    <w:rsid w:val="00662F44"/>
    <w:rsid w:val="00665920"/>
    <w:rsid w:val="00671CC6"/>
    <w:rsid w:val="00671F50"/>
    <w:rsid w:val="00672066"/>
    <w:rsid w:val="00674E1D"/>
    <w:rsid w:val="006763E5"/>
    <w:rsid w:val="006778F5"/>
    <w:rsid w:val="0068060C"/>
    <w:rsid w:val="006810EA"/>
    <w:rsid w:val="0068144A"/>
    <w:rsid w:val="0068182E"/>
    <w:rsid w:val="00682543"/>
    <w:rsid w:val="0068363D"/>
    <w:rsid w:val="00685240"/>
    <w:rsid w:val="006874E9"/>
    <w:rsid w:val="00690643"/>
    <w:rsid w:val="006907C1"/>
    <w:rsid w:val="00691004"/>
    <w:rsid w:val="00692312"/>
    <w:rsid w:val="006925BE"/>
    <w:rsid w:val="006A0574"/>
    <w:rsid w:val="006A0FA8"/>
    <w:rsid w:val="006A232F"/>
    <w:rsid w:val="006A6315"/>
    <w:rsid w:val="006A7516"/>
    <w:rsid w:val="006A7C06"/>
    <w:rsid w:val="006B02BB"/>
    <w:rsid w:val="006B046A"/>
    <w:rsid w:val="006B2BFD"/>
    <w:rsid w:val="006B4032"/>
    <w:rsid w:val="006B6111"/>
    <w:rsid w:val="006B682E"/>
    <w:rsid w:val="006B7CB7"/>
    <w:rsid w:val="006C2920"/>
    <w:rsid w:val="006C304F"/>
    <w:rsid w:val="006C5621"/>
    <w:rsid w:val="006C6502"/>
    <w:rsid w:val="006C78BA"/>
    <w:rsid w:val="006D1D8E"/>
    <w:rsid w:val="006D1F95"/>
    <w:rsid w:val="006D49C0"/>
    <w:rsid w:val="006D5003"/>
    <w:rsid w:val="006D6194"/>
    <w:rsid w:val="006D6740"/>
    <w:rsid w:val="006D6AC3"/>
    <w:rsid w:val="006D6E20"/>
    <w:rsid w:val="006D77FD"/>
    <w:rsid w:val="006E0A5B"/>
    <w:rsid w:val="006E2519"/>
    <w:rsid w:val="006E4F62"/>
    <w:rsid w:val="006E5F5B"/>
    <w:rsid w:val="006E6B40"/>
    <w:rsid w:val="006E700F"/>
    <w:rsid w:val="006F0D17"/>
    <w:rsid w:val="006F1854"/>
    <w:rsid w:val="006F2630"/>
    <w:rsid w:val="006F2A04"/>
    <w:rsid w:val="006F5411"/>
    <w:rsid w:val="007002FA"/>
    <w:rsid w:val="00700FB7"/>
    <w:rsid w:val="00703FE1"/>
    <w:rsid w:val="007049ED"/>
    <w:rsid w:val="00705729"/>
    <w:rsid w:val="00706B5C"/>
    <w:rsid w:val="00706EFE"/>
    <w:rsid w:val="00710F46"/>
    <w:rsid w:val="00712092"/>
    <w:rsid w:val="00712B98"/>
    <w:rsid w:val="0071322D"/>
    <w:rsid w:val="00714080"/>
    <w:rsid w:val="00715762"/>
    <w:rsid w:val="00716DEA"/>
    <w:rsid w:val="0071730A"/>
    <w:rsid w:val="00721550"/>
    <w:rsid w:val="007220E2"/>
    <w:rsid w:val="00723EFD"/>
    <w:rsid w:val="007260FD"/>
    <w:rsid w:val="00726D01"/>
    <w:rsid w:val="0072705F"/>
    <w:rsid w:val="007309E8"/>
    <w:rsid w:val="00731C0C"/>
    <w:rsid w:val="0073222C"/>
    <w:rsid w:val="00733B81"/>
    <w:rsid w:val="00733DA4"/>
    <w:rsid w:val="00734A53"/>
    <w:rsid w:val="00735F69"/>
    <w:rsid w:val="0073611D"/>
    <w:rsid w:val="0073772C"/>
    <w:rsid w:val="00737F6F"/>
    <w:rsid w:val="007417EC"/>
    <w:rsid w:val="00741D48"/>
    <w:rsid w:val="00742D3E"/>
    <w:rsid w:val="00744988"/>
    <w:rsid w:val="007459C6"/>
    <w:rsid w:val="00750450"/>
    <w:rsid w:val="00750FE5"/>
    <w:rsid w:val="00760A34"/>
    <w:rsid w:val="0076264C"/>
    <w:rsid w:val="00762E5E"/>
    <w:rsid w:val="00762FB8"/>
    <w:rsid w:val="00763CC7"/>
    <w:rsid w:val="00765ED3"/>
    <w:rsid w:val="00766E0E"/>
    <w:rsid w:val="0076711D"/>
    <w:rsid w:val="00773596"/>
    <w:rsid w:val="00773AB0"/>
    <w:rsid w:val="007763E4"/>
    <w:rsid w:val="007770E8"/>
    <w:rsid w:val="00781CAC"/>
    <w:rsid w:val="00782816"/>
    <w:rsid w:val="00782AEF"/>
    <w:rsid w:val="007838A2"/>
    <w:rsid w:val="007860EE"/>
    <w:rsid w:val="007862CB"/>
    <w:rsid w:val="00786D7D"/>
    <w:rsid w:val="007870D4"/>
    <w:rsid w:val="007872A5"/>
    <w:rsid w:val="00787726"/>
    <w:rsid w:val="00787927"/>
    <w:rsid w:val="00790570"/>
    <w:rsid w:val="00791A20"/>
    <w:rsid w:val="00791A54"/>
    <w:rsid w:val="00791DDE"/>
    <w:rsid w:val="0079287E"/>
    <w:rsid w:val="00792CBA"/>
    <w:rsid w:val="007936D0"/>
    <w:rsid w:val="00795829"/>
    <w:rsid w:val="00796EE4"/>
    <w:rsid w:val="007A0375"/>
    <w:rsid w:val="007A0958"/>
    <w:rsid w:val="007A1D1B"/>
    <w:rsid w:val="007A4392"/>
    <w:rsid w:val="007A52A7"/>
    <w:rsid w:val="007A6453"/>
    <w:rsid w:val="007B2982"/>
    <w:rsid w:val="007B4DBB"/>
    <w:rsid w:val="007B68EF"/>
    <w:rsid w:val="007B6DC9"/>
    <w:rsid w:val="007C01DE"/>
    <w:rsid w:val="007C085C"/>
    <w:rsid w:val="007C3C71"/>
    <w:rsid w:val="007C5972"/>
    <w:rsid w:val="007C637E"/>
    <w:rsid w:val="007D192A"/>
    <w:rsid w:val="007D39C0"/>
    <w:rsid w:val="007D6C6A"/>
    <w:rsid w:val="007E01BE"/>
    <w:rsid w:val="007E0861"/>
    <w:rsid w:val="007E466F"/>
    <w:rsid w:val="007E5746"/>
    <w:rsid w:val="007F0A75"/>
    <w:rsid w:val="007F1D86"/>
    <w:rsid w:val="007F351E"/>
    <w:rsid w:val="007F52B7"/>
    <w:rsid w:val="007F5EE5"/>
    <w:rsid w:val="007F76C7"/>
    <w:rsid w:val="007F7DF7"/>
    <w:rsid w:val="00803B4B"/>
    <w:rsid w:val="00803F6B"/>
    <w:rsid w:val="00807873"/>
    <w:rsid w:val="008101EE"/>
    <w:rsid w:val="00812254"/>
    <w:rsid w:val="00813F52"/>
    <w:rsid w:val="0081409E"/>
    <w:rsid w:val="008161BD"/>
    <w:rsid w:val="008163AE"/>
    <w:rsid w:val="0081698A"/>
    <w:rsid w:val="00820832"/>
    <w:rsid w:val="00823A8F"/>
    <w:rsid w:val="008254D5"/>
    <w:rsid w:val="008279EC"/>
    <w:rsid w:val="00827BA6"/>
    <w:rsid w:val="00827D50"/>
    <w:rsid w:val="00831658"/>
    <w:rsid w:val="00832108"/>
    <w:rsid w:val="00832B79"/>
    <w:rsid w:val="00833875"/>
    <w:rsid w:val="00833EEA"/>
    <w:rsid w:val="00833EFB"/>
    <w:rsid w:val="0083426D"/>
    <w:rsid w:val="00834B7A"/>
    <w:rsid w:val="00835060"/>
    <w:rsid w:val="00835149"/>
    <w:rsid w:val="00837C2F"/>
    <w:rsid w:val="00840081"/>
    <w:rsid w:val="00840216"/>
    <w:rsid w:val="0084021F"/>
    <w:rsid w:val="00840807"/>
    <w:rsid w:val="00842B71"/>
    <w:rsid w:val="008455EE"/>
    <w:rsid w:val="00847DAE"/>
    <w:rsid w:val="0085442F"/>
    <w:rsid w:val="00855EA1"/>
    <w:rsid w:val="00856F77"/>
    <w:rsid w:val="00857DB3"/>
    <w:rsid w:val="008633CB"/>
    <w:rsid w:val="00863652"/>
    <w:rsid w:val="008672CE"/>
    <w:rsid w:val="00867959"/>
    <w:rsid w:val="00867AB8"/>
    <w:rsid w:val="00867C1F"/>
    <w:rsid w:val="00870413"/>
    <w:rsid w:val="0087205B"/>
    <w:rsid w:val="0087237D"/>
    <w:rsid w:val="00873C97"/>
    <w:rsid w:val="008757A2"/>
    <w:rsid w:val="00882ACA"/>
    <w:rsid w:val="00882C27"/>
    <w:rsid w:val="00883B18"/>
    <w:rsid w:val="008841AE"/>
    <w:rsid w:val="0088532C"/>
    <w:rsid w:val="00886019"/>
    <w:rsid w:val="00886D48"/>
    <w:rsid w:val="00887396"/>
    <w:rsid w:val="00887B33"/>
    <w:rsid w:val="00892EE2"/>
    <w:rsid w:val="008968D0"/>
    <w:rsid w:val="0089695F"/>
    <w:rsid w:val="00897820"/>
    <w:rsid w:val="008A2244"/>
    <w:rsid w:val="008A3CC3"/>
    <w:rsid w:val="008A6F3B"/>
    <w:rsid w:val="008B05DB"/>
    <w:rsid w:val="008B19B0"/>
    <w:rsid w:val="008B1DC3"/>
    <w:rsid w:val="008B1FE0"/>
    <w:rsid w:val="008B4D0C"/>
    <w:rsid w:val="008B5993"/>
    <w:rsid w:val="008B5B26"/>
    <w:rsid w:val="008B5BD2"/>
    <w:rsid w:val="008B67CD"/>
    <w:rsid w:val="008C0CCE"/>
    <w:rsid w:val="008C1409"/>
    <w:rsid w:val="008C1DFA"/>
    <w:rsid w:val="008C203F"/>
    <w:rsid w:val="008C33FF"/>
    <w:rsid w:val="008C426E"/>
    <w:rsid w:val="008C44E3"/>
    <w:rsid w:val="008C6044"/>
    <w:rsid w:val="008D1023"/>
    <w:rsid w:val="008D1D1A"/>
    <w:rsid w:val="008D1F94"/>
    <w:rsid w:val="008D2356"/>
    <w:rsid w:val="008D2BDD"/>
    <w:rsid w:val="008D3B4D"/>
    <w:rsid w:val="008D3F83"/>
    <w:rsid w:val="008D6330"/>
    <w:rsid w:val="008D70A5"/>
    <w:rsid w:val="008E0F44"/>
    <w:rsid w:val="008E1897"/>
    <w:rsid w:val="008E1907"/>
    <w:rsid w:val="008E1B2A"/>
    <w:rsid w:val="008E41E7"/>
    <w:rsid w:val="008E5254"/>
    <w:rsid w:val="008F1A8F"/>
    <w:rsid w:val="008F5960"/>
    <w:rsid w:val="008F72A2"/>
    <w:rsid w:val="00900B67"/>
    <w:rsid w:val="00901577"/>
    <w:rsid w:val="0090377E"/>
    <w:rsid w:val="00903EE9"/>
    <w:rsid w:val="00904185"/>
    <w:rsid w:val="00904597"/>
    <w:rsid w:val="0090514E"/>
    <w:rsid w:val="00907A7B"/>
    <w:rsid w:val="009104B2"/>
    <w:rsid w:val="00916A45"/>
    <w:rsid w:val="00916A6D"/>
    <w:rsid w:val="00916E06"/>
    <w:rsid w:val="009178B3"/>
    <w:rsid w:val="0092120C"/>
    <w:rsid w:val="0092184C"/>
    <w:rsid w:val="009224E6"/>
    <w:rsid w:val="009236BB"/>
    <w:rsid w:val="00924E6A"/>
    <w:rsid w:val="00931922"/>
    <w:rsid w:val="009335CC"/>
    <w:rsid w:val="0093517C"/>
    <w:rsid w:val="00935790"/>
    <w:rsid w:val="00942D0C"/>
    <w:rsid w:val="00943D1B"/>
    <w:rsid w:val="00946195"/>
    <w:rsid w:val="0094710B"/>
    <w:rsid w:val="00947A9D"/>
    <w:rsid w:val="00950213"/>
    <w:rsid w:val="0095035A"/>
    <w:rsid w:val="009509B3"/>
    <w:rsid w:val="00951F02"/>
    <w:rsid w:val="0095752B"/>
    <w:rsid w:val="0096034C"/>
    <w:rsid w:val="009640A1"/>
    <w:rsid w:val="009710D8"/>
    <w:rsid w:val="00971D3B"/>
    <w:rsid w:val="00972946"/>
    <w:rsid w:val="009736DA"/>
    <w:rsid w:val="0097534E"/>
    <w:rsid w:val="00982748"/>
    <w:rsid w:val="00984F65"/>
    <w:rsid w:val="009864B7"/>
    <w:rsid w:val="00986C45"/>
    <w:rsid w:val="009915BB"/>
    <w:rsid w:val="009941BE"/>
    <w:rsid w:val="00994DD5"/>
    <w:rsid w:val="00995C47"/>
    <w:rsid w:val="00996F96"/>
    <w:rsid w:val="00997000"/>
    <w:rsid w:val="00997F8E"/>
    <w:rsid w:val="009A07B4"/>
    <w:rsid w:val="009A1242"/>
    <w:rsid w:val="009A1DE1"/>
    <w:rsid w:val="009A3551"/>
    <w:rsid w:val="009A6423"/>
    <w:rsid w:val="009A6B74"/>
    <w:rsid w:val="009B1C96"/>
    <w:rsid w:val="009B442F"/>
    <w:rsid w:val="009B48CB"/>
    <w:rsid w:val="009B54FE"/>
    <w:rsid w:val="009B5BAA"/>
    <w:rsid w:val="009B63BA"/>
    <w:rsid w:val="009C012A"/>
    <w:rsid w:val="009C16AF"/>
    <w:rsid w:val="009C1E59"/>
    <w:rsid w:val="009C2E6B"/>
    <w:rsid w:val="009C325D"/>
    <w:rsid w:val="009C464F"/>
    <w:rsid w:val="009D0763"/>
    <w:rsid w:val="009D0D20"/>
    <w:rsid w:val="009D2F68"/>
    <w:rsid w:val="009D3350"/>
    <w:rsid w:val="009D453B"/>
    <w:rsid w:val="009D74EE"/>
    <w:rsid w:val="009E0782"/>
    <w:rsid w:val="009E08EF"/>
    <w:rsid w:val="009E127F"/>
    <w:rsid w:val="009E150A"/>
    <w:rsid w:val="009E4BC9"/>
    <w:rsid w:val="009E5AA9"/>
    <w:rsid w:val="009E62BB"/>
    <w:rsid w:val="009E6673"/>
    <w:rsid w:val="009E723C"/>
    <w:rsid w:val="009E7B0A"/>
    <w:rsid w:val="009F16BB"/>
    <w:rsid w:val="009F2949"/>
    <w:rsid w:val="009F346A"/>
    <w:rsid w:val="009F7218"/>
    <w:rsid w:val="00A00F5B"/>
    <w:rsid w:val="00A01183"/>
    <w:rsid w:val="00A04B6D"/>
    <w:rsid w:val="00A04CEB"/>
    <w:rsid w:val="00A04DE4"/>
    <w:rsid w:val="00A04FCB"/>
    <w:rsid w:val="00A070E4"/>
    <w:rsid w:val="00A0782A"/>
    <w:rsid w:val="00A120AD"/>
    <w:rsid w:val="00A12975"/>
    <w:rsid w:val="00A13611"/>
    <w:rsid w:val="00A14CCE"/>
    <w:rsid w:val="00A21B45"/>
    <w:rsid w:val="00A22864"/>
    <w:rsid w:val="00A23D8E"/>
    <w:rsid w:val="00A23F45"/>
    <w:rsid w:val="00A243EE"/>
    <w:rsid w:val="00A24529"/>
    <w:rsid w:val="00A24745"/>
    <w:rsid w:val="00A24E5F"/>
    <w:rsid w:val="00A259EF"/>
    <w:rsid w:val="00A27B95"/>
    <w:rsid w:val="00A34023"/>
    <w:rsid w:val="00A3457F"/>
    <w:rsid w:val="00A424C1"/>
    <w:rsid w:val="00A42E4B"/>
    <w:rsid w:val="00A433FA"/>
    <w:rsid w:val="00A43C8B"/>
    <w:rsid w:val="00A43E98"/>
    <w:rsid w:val="00A479B7"/>
    <w:rsid w:val="00A505D2"/>
    <w:rsid w:val="00A51457"/>
    <w:rsid w:val="00A52B5D"/>
    <w:rsid w:val="00A53524"/>
    <w:rsid w:val="00A53D8F"/>
    <w:rsid w:val="00A62332"/>
    <w:rsid w:val="00A6375C"/>
    <w:rsid w:val="00A63825"/>
    <w:rsid w:val="00A640C9"/>
    <w:rsid w:val="00A67FF6"/>
    <w:rsid w:val="00A73398"/>
    <w:rsid w:val="00A73B39"/>
    <w:rsid w:val="00A7424F"/>
    <w:rsid w:val="00A77313"/>
    <w:rsid w:val="00A776B4"/>
    <w:rsid w:val="00A81324"/>
    <w:rsid w:val="00A81487"/>
    <w:rsid w:val="00A8332E"/>
    <w:rsid w:val="00A83534"/>
    <w:rsid w:val="00A84AE3"/>
    <w:rsid w:val="00A86586"/>
    <w:rsid w:val="00A86A0F"/>
    <w:rsid w:val="00A86F95"/>
    <w:rsid w:val="00A92C11"/>
    <w:rsid w:val="00A9317F"/>
    <w:rsid w:val="00A932FE"/>
    <w:rsid w:val="00A95825"/>
    <w:rsid w:val="00A96DF7"/>
    <w:rsid w:val="00A9711F"/>
    <w:rsid w:val="00AA0340"/>
    <w:rsid w:val="00AA1FD1"/>
    <w:rsid w:val="00AA222C"/>
    <w:rsid w:val="00AA2A54"/>
    <w:rsid w:val="00AA2DCA"/>
    <w:rsid w:val="00AA5EA6"/>
    <w:rsid w:val="00AA6D7E"/>
    <w:rsid w:val="00AA7F42"/>
    <w:rsid w:val="00AB38A1"/>
    <w:rsid w:val="00AB5411"/>
    <w:rsid w:val="00AC190A"/>
    <w:rsid w:val="00AC1D2B"/>
    <w:rsid w:val="00AC27A4"/>
    <w:rsid w:val="00AC2B4A"/>
    <w:rsid w:val="00AC4D3A"/>
    <w:rsid w:val="00AD67FF"/>
    <w:rsid w:val="00AD7308"/>
    <w:rsid w:val="00AD7769"/>
    <w:rsid w:val="00AE1B84"/>
    <w:rsid w:val="00AE2089"/>
    <w:rsid w:val="00AE64EA"/>
    <w:rsid w:val="00AF05C7"/>
    <w:rsid w:val="00AF2533"/>
    <w:rsid w:val="00AF2587"/>
    <w:rsid w:val="00AF45C5"/>
    <w:rsid w:val="00AF4803"/>
    <w:rsid w:val="00AF4EF3"/>
    <w:rsid w:val="00AF510F"/>
    <w:rsid w:val="00AF65D9"/>
    <w:rsid w:val="00AF6B9E"/>
    <w:rsid w:val="00AF7DB7"/>
    <w:rsid w:val="00B00DB0"/>
    <w:rsid w:val="00B011B4"/>
    <w:rsid w:val="00B0306A"/>
    <w:rsid w:val="00B05301"/>
    <w:rsid w:val="00B14399"/>
    <w:rsid w:val="00B15655"/>
    <w:rsid w:val="00B16F39"/>
    <w:rsid w:val="00B22CF4"/>
    <w:rsid w:val="00B23EB7"/>
    <w:rsid w:val="00B246FE"/>
    <w:rsid w:val="00B2485B"/>
    <w:rsid w:val="00B2692B"/>
    <w:rsid w:val="00B30372"/>
    <w:rsid w:val="00B30B72"/>
    <w:rsid w:val="00B31879"/>
    <w:rsid w:val="00B32093"/>
    <w:rsid w:val="00B32146"/>
    <w:rsid w:val="00B32FFC"/>
    <w:rsid w:val="00B37313"/>
    <w:rsid w:val="00B41404"/>
    <w:rsid w:val="00B42934"/>
    <w:rsid w:val="00B42F62"/>
    <w:rsid w:val="00B431F8"/>
    <w:rsid w:val="00B44821"/>
    <w:rsid w:val="00B44B50"/>
    <w:rsid w:val="00B53503"/>
    <w:rsid w:val="00B55CA4"/>
    <w:rsid w:val="00B577E6"/>
    <w:rsid w:val="00B61919"/>
    <w:rsid w:val="00B6263D"/>
    <w:rsid w:val="00B633DB"/>
    <w:rsid w:val="00B64348"/>
    <w:rsid w:val="00B6584C"/>
    <w:rsid w:val="00B66478"/>
    <w:rsid w:val="00B6771E"/>
    <w:rsid w:val="00B72577"/>
    <w:rsid w:val="00B74A67"/>
    <w:rsid w:val="00B74AD4"/>
    <w:rsid w:val="00B74DC1"/>
    <w:rsid w:val="00B762AE"/>
    <w:rsid w:val="00B76ED3"/>
    <w:rsid w:val="00B7723A"/>
    <w:rsid w:val="00B819AF"/>
    <w:rsid w:val="00B81FA2"/>
    <w:rsid w:val="00B828B3"/>
    <w:rsid w:val="00B84936"/>
    <w:rsid w:val="00B85ABC"/>
    <w:rsid w:val="00B85FE0"/>
    <w:rsid w:val="00B86A22"/>
    <w:rsid w:val="00B91030"/>
    <w:rsid w:val="00B927C3"/>
    <w:rsid w:val="00B92F4A"/>
    <w:rsid w:val="00B95C55"/>
    <w:rsid w:val="00B95EE0"/>
    <w:rsid w:val="00B96077"/>
    <w:rsid w:val="00BA09A2"/>
    <w:rsid w:val="00BA3AF7"/>
    <w:rsid w:val="00BA51D6"/>
    <w:rsid w:val="00BB443F"/>
    <w:rsid w:val="00BB5677"/>
    <w:rsid w:val="00BB6E3C"/>
    <w:rsid w:val="00BB721E"/>
    <w:rsid w:val="00BB7EF9"/>
    <w:rsid w:val="00BC3690"/>
    <w:rsid w:val="00BC3F50"/>
    <w:rsid w:val="00BC4500"/>
    <w:rsid w:val="00BC4767"/>
    <w:rsid w:val="00BC48C0"/>
    <w:rsid w:val="00BC5AE2"/>
    <w:rsid w:val="00BD077E"/>
    <w:rsid w:val="00BD090B"/>
    <w:rsid w:val="00BD0F44"/>
    <w:rsid w:val="00BD10C2"/>
    <w:rsid w:val="00BD4E6D"/>
    <w:rsid w:val="00BD66F4"/>
    <w:rsid w:val="00BE3012"/>
    <w:rsid w:val="00BE5E66"/>
    <w:rsid w:val="00BE7AA4"/>
    <w:rsid w:val="00BE7B9A"/>
    <w:rsid w:val="00BF0AF2"/>
    <w:rsid w:val="00BF25C5"/>
    <w:rsid w:val="00BF275C"/>
    <w:rsid w:val="00BF4DDD"/>
    <w:rsid w:val="00BF4F8B"/>
    <w:rsid w:val="00C0377E"/>
    <w:rsid w:val="00C04941"/>
    <w:rsid w:val="00C04E3D"/>
    <w:rsid w:val="00C05B77"/>
    <w:rsid w:val="00C103C2"/>
    <w:rsid w:val="00C134D8"/>
    <w:rsid w:val="00C15B68"/>
    <w:rsid w:val="00C1707E"/>
    <w:rsid w:val="00C1789B"/>
    <w:rsid w:val="00C20618"/>
    <w:rsid w:val="00C21C0D"/>
    <w:rsid w:val="00C22207"/>
    <w:rsid w:val="00C2275F"/>
    <w:rsid w:val="00C22A51"/>
    <w:rsid w:val="00C239AF"/>
    <w:rsid w:val="00C23CAF"/>
    <w:rsid w:val="00C24899"/>
    <w:rsid w:val="00C24D9E"/>
    <w:rsid w:val="00C25019"/>
    <w:rsid w:val="00C25134"/>
    <w:rsid w:val="00C26A60"/>
    <w:rsid w:val="00C30058"/>
    <w:rsid w:val="00C3252C"/>
    <w:rsid w:val="00C32DD2"/>
    <w:rsid w:val="00C331E3"/>
    <w:rsid w:val="00C33693"/>
    <w:rsid w:val="00C35540"/>
    <w:rsid w:val="00C359DB"/>
    <w:rsid w:val="00C36265"/>
    <w:rsid w:val="00C36B11"/>
    <w:rsid w:val="00C37B1F"/>
    <w:rsid w:val="00C43BE2"/>
    <w:rsid w:val="00C47DED"/>
    <w:rsid w:val="00C5049B"/>
    <w:rsid w:val="00C51A16"/>
    <w:rsid w:val="00C53C75"/>
    <w:rsid w:val="00C54C8D"/>
    <w:rsid w:val="00C55588"/>
    <w:rsid w:val="00C557AD"/>
    <w:rsid w:val="00C55BC1"/>
    <w:rsid w:val="00C55DAD"/>
    <w:rsid w:val="00C56623"/>
    <w:rsid w:val="00C5720A"/>
    <w:rsid w:val="00C60DDE"/>
    <w:rsid w:val="00C61103"/>
    <w:rsid w:val="00C624C1"/>
    <w:rsid w:val="00C63913"/>
    <w:rsid w:val="00C6441A"/>
    <w:rsid w:val="00C6786E"/>
    <w:rsid w:val="00C70019"/>
    <w:rsid w:val="00C70900"/>
    <w:rsid w:val="00C72746"/>
    <w:rsid w:val="00C729FE"/>
    <w:rsid w:val="00C73B84"/>
    <w:rsid w:val="00C73F6B"/>
    <w:rsid w:val="00C7531E"/>
    <w:rsid w:val="00C75C09"/>
    <w:rsid w:val="00C77D35"/>
    <w:rsid w:val="00C77E20"/>
    <w:rsid w:val="00C77E45"/>
    <w:rsid w:val="00C80A0C"/>
    <w:rsid w:val="00C82D33"/>
    <w:rsid w:val="00C837ED"/>
    <w:rsid w:val="00C83D72"/>
    <w:rsid w:val="00C8580C"/>
    <w:rsid w:val="00C85CD2"/>
    <w:rsid w:val="00C86677"/>
    <w:rsid w:val="00C91EF8"/>
    <w:rsid w:val="00C944E9"/>
    <w:rsid w:val="00CA1320"/>
    <w:rsid w:val="00CA1348"/>
    <w:rsid w:val="00CA55EB"/>
    <w:rsid w:val="00CA5697"/>
    <w:rsid w:val="00CB0F12"/>
    <w:rsid w:val="00CB131A"/>
    <w:rsid w:val="00CB28F5"/>
    <w:rsid w:val="00CB5463"/>
    <w:rsid w:val="00CB5B21"/>
    <w:rsid w:val="00CB5DF8"/>
    <w:rsid w:val="00CB6615"/>
    <w:rsid w:val="00CB7FF3"/>
    <w:rsid w:val="00CC0F5E"/>
    <w:rsid w:val="00CC144A"/>
    <w:rsid w:val="00CC3198"/>
    <w:rsid w:val="00CC5D74"/>
    <w:rsid w:val="00CC7962"/>
    <w:rsid w:val="00CD0516"/>
    <w:rsid w:val="00CD20D3"/>
    <w:rsid w:val="00CD2952"/>
    <w:rsid w:val="00CD4CCE"/>
    <w:rsid w:val="00CD504A"/>
    <w:rsid w:val="00CD5CE7"/>
    <w:rsid w:val="00CE041E"/>
    <w:rsid w:val="00CE0549"/>
    <w:rsid w:val="00CE075D"/>
    <w:rsid w:val="00CE12BF"/>
    <w:rsid w:val="00CE14D5"/>
    <w:rsid w:val="00CE336E"/>
    <w:rsid w:val="00CE5E7E"/>
    <w:rsid w:val="00CE7E9B"/>
    <w:rsid w:val="00CF106A"/>
    <w:rsid w:val="00CF1CDF"/>
    <w:rsid w:val="00CF2BF0"/>
    <w:rsid w:val="00CF427D"/>
    <w:rsid w:val="00CF5155"/>
    <w:rsid w:val="00CF53F8"/>
    <w:rsid w:val="00CF5A8F"/>
    <w:rsid w:val="00CF6254"/>
    <w:rsid w:val="00D0537F"/>
    <w:rsid w:val="00D058F1"/>
    <w:rsid w:val="00D064EB"/>
    <w:rsid w:val="00D07967"/>
    <w:rsid w:val="00D10993"/>
    <w:rsid w:val="00D141DB"/>
    <w:rsid w:val="00D15F75"/>
    <w:rsid w:val="00D16434"/>
    <w:rsid w:val="00D1750B"/>
    <w:rsid w:val="00D17C1E"/>
    <w:rsid w:val="00D218B1"/>
    <w:rsid w:val="00D21C57"/>
    <w:rsid w:val="00D21DAB"/>
    <w:rsid w:val="00D23482"/>
    <w:rsid w:val="00D252F7"/>
    <w:rsid w:val="00D307E5"/>
    <w:rsid w:val="00D30BD6"/>
    <w:rsid w:val="00D33C40"/>
    <w:rsid w:val="00D341FD"/>
    <w:rsid w:val="00D34975"/>
    <w:rsid w:val="00D36F81"/>
    <w:rsid w:val="00D4110C"/>
    <w:rsid w:val="00D42357"/>
    <w:rsid w:val="00D424C1"/>
    <w:rsid w:val="00D43F69"/>
    <w:rsid w:val="00D442BE"/>
    <w:rsid w:val="00D448F2"/>
    <w:rsid w:val="00D44909"/>
    <w:rsid w:val="00D45B3A"/>
    <w:rsid w:val="00D45DCC"/>
    <w:rsid w:val="00D47491"/>
    <w:rsid w:val="00D5125F"/>
    <w:rsid w:val="00D5734D"/>
    <w:rsid w:val="00D5748F"/>
    <w:rsid w:val="00D5749B"/>
    <w:rsid w:val="00D57C1F"/>
    <w:rsid w:val="00D62C2F"/>
    <w:rsid w:val="00D634F5"/>
    <w:rsid w:val="00D64A2F"/>
    <w:rsid w:val="00D65C46"/>
    <w:rsid w:val="00D71204"/>
    <w:rsid w:val="00D73169"/>
    <w:rsid w:val="00D7525D"/>
    <w:rsid w:val="00D7785B"/>
    <w:rsid w:val="00D779F8"/>
    <w:rsid w:val="00D80BF5"/>
    <w:rsid w:val="00D80CB8"/>
    <w:rsid w:val="00D83639"/>
    <w:rsid w:val="00D87155"/>
    <w:rsid w:val="00D93A9C"/>
    <w:rsid w:val="00D93E64"/>
    <w:rsid w:val="00D94050"/>
    <w:rsid w:val="00D9588D"/>
    <w:rsid w:val="00D95C71"/>
    <w:rsid w:val="00DA0E90"/>
    <w:rsid w:val="00DA17E3"/>
    <w:rsid w:val="00DA4AF0"/>
    <w:rsid w:val="00DA586C"/>
    <w:rsid w:val="00DA5AE6"/>
    <w:rsid w:val="00DA6A20"/>
    <w:rsid w:val="00DB03BC"/>
    <w:rsid w:val="00DB0CC1"/>
    <w:rsid w:val="00DB1B50"/>
    <w:rsid w:val="00DB2EE6"/>
    <w:rsid w:val="00DB332B"/>
    <w:rsid w:val="00DB6E25"/>
    <w:rsid w:val="00DC011A"/>
    <w:rsid w:val="00DC089D"/>
    <w:rsid w:val="00DC0D10"/>
    <w:rsid w:val="00DC0FAB"/>
    <w:rsid w:val="00DC2EF6"/>
    <w:rsid w:val="00DC40D6"/>
    <w:rsid w:val="00DC4D0B"/>
    <w:rsid w:val="00DC70C0"/>
    <w:rsid w:val="00DC7FA6"/>
    <w:rsid w:val="00DD0D24"/>
    <w:rsid w:val="00DD0D5A"/>
    <w:rsid w:val="00DD2129"/>
    <w:rsid w:val="00DD21E4"/>
    <w:rsid w:val="00DD2DB1"/>
    <w:rsid w:val="00DD44C6"/>
    <w:rsid w:val="00DD486C"/>
    <w:rsid w:val="00DD59A5"/>
    <w:rsid w:val="00DD5AE0"/>
    <w:rsid w:val="00DD704F"/>
    <w:rsid w:val="00DD750C"/>
    <w:rsid w:val="00DE081E"/>
    <w:rsid w:val="00DE1944"/>
    <w:rsid w:val="00DE2660"/>
    <w:rsid w:val="00DE5265"/>
    <w:rsid w:val="00DE52FD"/>
    <w:rsid w:val="00DE6379"/>
    <w:rsid w:val="00DE6629"/>
    <w:rsid w:val="00DE7046"/>
    <w:rsid w:val="00DE7CC4"/>
    <w:rsid w:val="00DF0AE8"/>
    <w:rsid w:val="00DF1579"/>
    <w:rsid w:val="00DF1833"/>
    <w:rsid w:val="00DF423E"/>
    <w:rsid w:val="00DF57E1"/>
    <w:rsid w:val="00DF6587"/>
    <w:rsid w:val="00DF784A"/>
    <w:rsid w:val="00E014EF"/>
    <w:rsid w:val="00E04B80"/>
    <w:rsid w:val="00E057C8"/>
    <w:rsid w:val="00E076FC"/>
    <w:rsid w:val="00E106BC"/>
    <w:rsid w:val="00E11FEB"/>
    <w:rsid w:val="00E132A7"/>
    <w:rsid w:val="00E14178"/>
    <w:rsid w:val="00E17A9F"/>
    <w:rsid w:val="00E266F8"/>
    <w:rsid w:val="00E26EB5"/>
    <w:rsid w:val="00E3114E"/>
    <w:rsid w:val="00E31408"/>
    <w:rsid w:val="00E32D94"/>
    <w:rsid w:val="00E34B6C"/>
    <w:rsid w:val="00E3660A"/>
    <w:rsid w:val="00E37B09"/>
    <w:rsid w:val="00E37E5F"/>
    <w:rsid w:val="00E42042"/>
    <w:rsid w:val="00E42440"/>
    <w:rsid w:val="00E42AB7"/>
    <w:rsid w:val="00E436DC"/>
    <w:rsid w:val="00E4697F"/>
    <w:rsid w:val="00E5329D"/>
    <w:rsid w:val="00E54C85"/>
    <w:rsid w:val="00E5506D"/>
    <w:rsid w:val="00E55ACE"/>
    <w:rsid w:val="00E567F9"/>
    <w:rsid w:val="00E57C66"/>
    <w:rsid w:val="00E6065E"/>
    <w:rsid w:val="00E623CD"/>
    <w:rsid w:val="00E64585"/>
    <w:rsid w:val="00E651FE"/>
    <w:rsid w:val="00E71B75"/>
    <w:rsid w:val="00E724E4"/>
    <w:rsid w:val="00E7370C"/>
    <w:rsid w:val="00E738C9"/>
    <w:rsid w:val="00E7512A"/>
    <w:rsid w:val="00E752AF"/>
    <w:rsid w:val="00E75A57"/>
    <w:rsid w:val="00E805F5"/>
    <w:rsid w:val="00E81C45"/>
    <w:rsid w:val="00E82A16"/>
    <w:rsid w:val="00E85605"/>
    <w:rsid w:val="00E85EF9"/>
    <w:rsid w:val="00E90145"/>
    <w:rsid w:val="00E90508"/>
    <w:rsid w:val="00E937CC"/>
    <w:rsid w:val="00E9490B"/>
    <w:rsid w:val="00EA1228"/>
    <w:rsid w:val="00EA2517"/>
    <w:rsid w:val="00EA2EFB"/>
    <w:rsid w:val="00EA350D"/>
    <w:rsid w:val="00EA392A"/>
    <w:rsid w:val="00EA3EAB"/>
    <w:rsid w:val="00EA4FFE"/>
    <w:rsid w:val="00EB05CE"/>
    <w:rsid w:val="00EB173C"/>
    <w:rsid w:val="00EB5BC2"/>
    <w:rsid w:val="00EB645E"/>
    <w:rsid w:val="00EC0BDD"/>
    <w:rsid w:val="00EC5C8A"/>
    <w:rsid w:val="00ED3882"/>
    <w:rsid w:val="00ED45F4"/>
    <w:rsid w:val="00ED595B"/>
    <w:rsid w:val="00ED7B12"/>
    <w:rsid w:val="00ED7F1F"/>
    <w:rsid w:val="00EE05FE"/>
    <w:rsid w:val="00EE10CD"/>
    <w:rsid w:val="00EE3E92"/>
    <w:rsid w:val="00EE6A2B"/>
    <w:rsid w:val="00EF00DD"/>
    <w:rsid w:val="00EF1FC6"/>
    <w:rsid w:val="00EF21E2"/>
    <w:rsid w:val="00EF7F65"/>
    <w:rsid w:val="00F03898"/>
    <w:rsid w:val="00F04C1F"/>
    <w:rsid w:val="00F07A88"/>
    <w:rsid w:val="00F1018F"/>
    <w:rsid w:val="00F13335"/>
    <w:rsid w:val="00F137B9"/>
    <w:rsid w:val="00F16122"/>
    <w:rsid w:val="00F17A6F"/>
    <w:rsid w:val="00F20520"/>
    <w:rsid w:val="00F2222A"/>
    <w:rsid w:val="00F23044"/>
    <w:rsid w:val="00F23729"/>
    <w:rsid w:val="00F245CA"/>
    <w:rsid w:val="00F2714A"/>
    <w:rsid w:val="00F326A0"/>
    <w:rsid w:val="00F3335E"/>
    <w:rsid w:val="00F338EA"/>
    <w:rsid w:val="00F40FFF"/>
    <w:rsid w:val="00F4260A"/>
    <w:rsid w:val="00F4263C"/>
    <w:rsid w:val="00F4667B"/>
    <w:rsid w:val="00F4761C"/>
    <w:rsid w:val="00F52750"/>
    <w:rsid w:val="00F52D86"/>
    <w:rsid w:val="00F53FA8"/>
    <w:rsid w:val="00F5406A"/>
    <w:rsid w:val="00F56DB1"/>
    <w:rsid w:val="00F611F4"/>
    <w:rsid w:val="00F6154F"/>
    <w:rsid w:val="00F61B07"/>
    <w:rsid w:val="00F62CB3"/>
    <w:rsid w:val="00F64CAD"/>
    <w:rsid w:val="00F6507B"/>
    <w:rsid w:val="00F658DB"/>
    <w:rsid w:val="00F6701F"/>
    <w:rsid w:val="00F71681"/>
    <w:rsid w:val="00F72161"/>
    <w:rsid w:val="00F738A3"/>
    <w:rsid w:val="00F74417"/>
    <w:rsid w:val="00F74B4F"/>
    <w:rsid w:val="00F75F1A"/>
    <w:rsid w:val="00F77568"/>
    <w:rsid w:val="00F80AE5"/>
    <w:rsid w:val="00F86440"/>
    <w:rsid w:val="00F8698F"/>
    <w:rsid w:val="00F875A1"/>
    <w:rsid w:val="00F9036A"/>
    <w:rsid w:val="00F919D8"/>
    <w:rsid w:val="00F93754"/>
    <w:rsid w:val="00FA06AF"/>
    <w:rsid w:val="00FA0AC2"/>
    <w:rsid w:val="00FA3157"/>
    <w:rsid w:val="00FA473E"/>
    <w:rsid w:val="00FB0B6B"/>
    <w:rsid w:val="00FB5D70"/>
    <w:rsid w:val="00FB73CD"/>
    <w:rsid w:val="00FC14F7"/>
    <w:rsid w:val="00FC1F69"/>
    <w:rsid w:val="00FC380D"/>
    <w:rsid w:val="00FD31DC"/>
    <w:rsid w:val="00FD5669"/>
    <w:rsid w:val="00FD6CE3"/>
    <w:rsid w:val="00FD6FB0"/>
    <w:rsid w:val="00FE02A8"/>
    <w:rsid w:val="00FE0F24"/>
    <w:rsid w:val="00FE1470"/>
    <w:rsid w:val="00FE1D6E"/>
    <w:rsid w:val="00FE4794"/>
    <w:rsid w:val="00FE4ECE"/>
    <w:rsid w:val="00FE5015"/>
    <w:rsid w:val="00FE5F70"/>
    <w:rsid w:val="00FF47C9"/>
    <w:rsid w:val="00FF6007"/>
    <w:rsid w:val="00FF69EE"/>
  </w:rsids>
  <m:mathPr>
    <m:mathFont m:val="Cambria Math"/>
    <m:brkBin m:val="before"/>
    <m:brkBinSub m:val="--"/>
    <m:smallFrac/>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6F8B1F66"/>
  <w15:docId w15:val="{9942DBCE-DA82-4296-A40B-699630003E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SansOffice" w:eastAsia="TheSansOffice" w:hAnsi="TheSansOffice"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DF1579"/>
    <w:pPr>
      <w:spacing w:line="284" w:lineRule="exact"/>
    </w:pPr>
    <w:rPr>
      <w:sz w:val="18"/>
      <w:szCs w:val="22"/>
      <w:lang w:eastAsia="en-US"/>
    </w:rPr>
  </w:style>
  <w:style w:type="paragraph" w:styleId="berschrift2">
    <w:name w:val="heading 2"/>
    <w:basedOn w:val="Standard"/>
    <w:link w:val="berschrift2Zchn"/>
    <w:uiPriority w:val="9"/>
    <w:qFormat/>
    <w:rsid w:val="00AF2587"/>
    <w:pPr>
      <w:spacing w:before="100" w:beforeAutospacing="1" w:after="100" w:afterAutospacing="1" w:line="240" w:lineRule="auto"/>
      <w:outlineLvl w:val="1"/>
    </w:pPr>
    <w:rPr>
      <w:rFonts w:ascii="Times New Roman" w:eastAsia="Times New Roman" w:hAnsi="Times New Roman"/>
      <w:b/>
      <w:bCs/>
      <w:sz w:val="36"/>
      <w:szCs w:val="36"/>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167E8C"/>
    <w:pPr>
      <w:tabs>
        <w:tab w:val="center" w:pos="4536"/>
        <w:tab w:val="right" w:pos="9072"/>
      </w:tabs>
      <w:spacing w:line="240" w:lineRule="auto"/>
    </w:pPr>
  </w:style>
  <w:style w:type="character" w:customStyle="1" w:styleId="KopfzeileZchn">
    <w:name w:val="Kopfzeile Zchn"/>
    <w:basedOn w:val="Absatz-Standardschriftart"/>
    <w:link w:val="Kopfzeile"/>
    <w:uiPriority w:val="99"/>
    <w:rsid w:val="00167E8C"/>
  </w:style>
  <w:style w:type="paragraph" w:styleId="Fuzeile">
    <w:name w:val="footer"/>
    <w:basedOn w:val="Standard"/>
    <w:link w:val="FuzeileZchn"/>
    <w:uiPriority w:val="99"/>
    <w:unhideWhenUsed/>
    <w:rsid w:val="00167E8C"/>
    <w:pPr>
      <w:tabs>
        <w:tab w:val="center" w:pos="4536"/>
        <w:tab w:val="right" w:pos="9072"/>
      </w:tabs>
      <w:spacing w:line="240" w:lineRule="auto"/>
    </w:pPr>
  </w:style>
  <w:style w:type="character" w:customStyle="1" w:styleId="FuzeileZchn">
    <w:name w:val="Fußzeile Zchn"/>
    <w:basedOn w:val="Absatz-Standardschriftart"/>
    <w:link w:val="Fuzeile"/>
    <w:uiPriority w:val="99"/>
    <w:rsid w:val="00167E8C"/>
  </w:style>
  <w:style w:type="paragraph" w:styleId="Sprechblasentext">
    <w:name w:val="Balloon Text"/>
    <w:basedOn w:val="Standard"/>
    <w:link w:val="SprechblasentextZchn"/>
    <w:uiPriority w:val="99"/>
    <w:semiHidden/>
    <w:unhideWhenUsed/>
    <w:rsid w:val="00167E8C"/>
    <w:pPr>
      <w:spacing w:line="240" w:lineRule="auto"/>
    </w:pPr>
    <w:rPr>
      <w:rFonts w:ascii="Tahoma" w:hAnsi="Tahoma" w:cs="Tahoma"/>
      <w:sz w:val="16"/>
      <w:szCs w:val="16"/>
    </w:rPr>
  </w:style>
  <w:style w:type="character" w:customStyle="1" w:styleId="SprechblasentextZchn">
    <w:name w:val="Sprechblasentext Zchn"/>
    <w:link w:val="Sprechblasentext"/>
    <w:uiPriority w:val="99"/>
    <w:semiHidden/>
    <w:rsid w:val="00167E8C"/>
    <w:rPr>
      <w:rFonts w:ascii="Tahoma" w:hAnsi="Tahoma" w:cs="Tahoma"/>
      <w:sz w:val="16"/>
      <w:szCs w:val="16"/>
    </w:rPr>
  </w:style>
  <w:style w:type="paragraph" w:customStyle="1" w:styleId="Adresserechts">
    <w:name w:val="Adresse rechts"/>
    <w:basedOn w:val="Standard"/>
    <w:qFormat/>
    <w:rsid w:val="00324F02"/>
    <w:pPr>
      <w:spacing w:line="213" w:lineRule="exact"/>
    </w:pPr>
    <w:rPr>
      <w:sz w:val="15"/>
      <w:szCs w:val="15"/>
    </w:rPr>
  </w:style>
  <w:style w:type="paragraph" w:customStyle="1" w:styleId="BITStandardBold">
    <w:name w:val="BIT Standard Bold"/>
    <w:basedOn w:val="Standard"/>
    <w:qFormat/>
    <w:rsid w:val="00B57059"/>
    <w:rPr>
      <w:b/>
    </w:rPr>
  </w:style>
  <w:style w:type="paragraph" w:customStyle="1" w:styleId="BITAbsender">
    <w:name w:val="BIT Absender"/>
    <w:basedOn w:val="Standard"/>
    <w:qFormat/>
    <w:rsid w:val="00111288"/>
    <w:pPr>
      <w:tabs>
        <w:tab w:val="left" w:pos="142"/>
      </w:tabs>
      <w:spacing w:line="213" w:lineRule="exact"/>
    </w:pPr>
    <w:rPr>
      <w:sz w:val="15"/>
      <w:szCs w:val="15"/>
    </w:rPr>
  </w:style>
  <w:style w:type="character" w:customStyle="1" w:styleId="BITBlau">
    <w:name w:val="BIT Blau"/>
    <w:uiPriority w:val="1"/>
    <w:qFormat/>
    <w:rsid w:val="00111288"/>
    <w:rPr>
      <w:color w:val="009FE3"/>
    </w:rPr>
  </w:style>
  <w:style w:type="paragraph" w:customStyle="1" w:styleId="BITAbsenderBold">
    <w:name w:val="BIT Absender Bold"/>
    <w:basedOn w:val="BITAbsender"/>
    <w:qFormat/>
    <w:rsid w:val="008C203F"/>
    <w:rPr>
      <w:b/>
    </w:rPr>
  </w:style>
  <w:style w:type="paragraph" w:customStyle="1" w:styleId="BITFlietextmitAbsatz">
    <w:name w:val="BIT Fließtext mit Absatz"/>
    <w:basedOn w:val="Standard"/>
    <w:qFormat/>
    <w:rsid w:val="007E01BE"/>
    <w:pPr>
      <w:spacing w:after="284"/>
    </w:pPr>
  </w:style>
  <w:style w:type="paragraph" w:customStyle="1" w:styleId="BITAufzhlung">
    <w:name w:val="BIT Aufzählung"/>
    <w:basedOn w:val="Standard"/>
    <w:qFormat/>
    <w:rsid w:val="00EB5BC2"/>
    <w:pPr>
      <w:numPr>
        <w:numId w:val="1"/>
      </w:numPr>
      <w:spacing w:after="284"/>
      <w:contextualSpacing/>
    </w:pPr>
    <w:rPr>
      <w:b/>
      <w:szCs w:val="18"/>
    </w:rPr>
  </w:style>
  <w:style w:type="paragraph" w:customStyle="1" w:styleId="BITNummerierung">
    <w:name w:val="BIT Nummerierung"/>
    <w:basedOn w:val="Standard"/>
    <w:qFormat/>
    <w:rsid w:val="008D3B4D"/>
    <w:pPr>
      <w:numPr>
        <w:numId w:val="3"/>
      </w:numPr>
      <w:tabs>
        <w:tab w:val="left" w:pos="295"/>
        <w:tab w:val="left" w:pos="363"/>
        <w:tab w:val="left" w:pos="544"/>
      </w:tabs>
      <w:ind w:left="295" w:hanging="295"/>
    </w:pPr>
  </w:style>
  <w:style w:type="paragraph" w:customStyle="1" w:styleId="BITNummerierung1Ebenezweistellig">
    <w:name w:val="BIT Nummerierung (1. Ebene zweistellig)"/>
    <w:basedOn w:val="BITNummerierung"/>
    <w:qFormat/>
    <w:rsid w:val="00791A20"/>
    <w:rPr>
      <w:lang w:val="fr-FR"/>
    </w:rPr>
  </w:style>
  <w:style w:type="paragraph" w:customStyle="1" w:styleId="BITCoverberschrift">
    <w:name w:val="BIT Cover Überschrift"/>
    <w:basedOn w:val="Standard"/>
    <w:qFormat/>
    <w:rsid w:val="007260FD"/>
    <w:pPr>
      <w:spacing w:after="140" w:line="568" w:lineRule="exact"/>
    </w:pPr>
    <w:rPr>
      <w:b/>
      <w:color w:val="009FE3"/>
      <w:sz w:val="48"/>
    </w:rPr>
  </w:style>
  <w:style w:type="paragraph" w:customStyle="1" w:styleId="BITAufzhlungBullet">
    <w:name w:val="BIT Aufzählung Bullet"/>
    <w:basedOn w:val="Standard"/>
    <w:qFormat/>
    <w:rsid w:val="007260FD"/>
    <w:pPr>
      <w:ind w:left="181" w:hanging="181"/>
    </w:pPr>
  </w:style>
  <w:style w:type="paragraph" w:customStyle="1" w:styleId="HeadlinePresseinfo">
    <w:name w:val="Headline Presseinfo"/>
    <w:basedOn w:val="Standard"/>
    <w:qFormat/>
    <w:rsid w:val="007260FD"/>
    <w:pPr>
      <w:keepNext/>
      <w:keepLines/>
      <w:spacing w:before="280"/>
    </w:pPr>
    <w:rPr>
      <w:b/>
      <w:sz w:val="24"/>
    </w:rPr>
  </w:style>
  <w:style w:type="paragraph" w:customStyle="1" w:styleId="BITAbbinder">
    <w:name w:val="BIT Abbinder"/>
    <w:basedOn w:val="Standard"/>
    <w:qFormat/>
    <w:rsid w:val="007260FD"/>
    <w:pPr>
      <w:spacing w:line="240" w:lineRule="atLeast"/>
    </w:pPr>
    <w:rPr>
      <w:sz w:val="15"/>
      <w:szCs w:val="15"/>
    </w:rPr>
  </w:style>
  <w:style w:type="character" w:customStyle="1" w:styleId="Datum">
    <w:name w:val="_Datum"/>
    <w:basedOn w:val="Absatz-Standardschriftart"/>
    <w:rsid w:val="007260FD"/>
    <w:rPr>
      <w:rFonts w:ascii="Arial" w:hAnsi="Arial"/>
      <w:sz w:val="20"/>
      <w:szCs w:val="20"/>
      <w:lang w:val="de-DE"/>
    </w:rPr>
  </w:style>
  <w:style w:type="paragraph" w:customStyle="1" w:styleId="BITHeadlineohneAbsatz">
    <w:name w:val="BIT Headline ohne Absatz"/>
    <w:basedOn w:val="Standard"/>
    <w:qFormat/>
    <w:rsid w:val="007260FD"/>
    <w:pPr>
      <w:keepNext/>
      <w:keepLines/>
      <w:spacing w:before="280"/>
    </w:pPr>
    <w:rPr>
      <w:b/>
      <w:sz w:val="24"/>
    </w:rPr>
  </w:style>
  <w:style w:type="character" w:styleId="Hyperlink">
    <w:name w:val="Hyperlink"/>
    <w:basedOn w:val="Absatz-Standardschriftart"/>
    <w:uiPriority w:val="99"/>
    <w:unhideWhenUsed/>
    <w:rsid w:val="00CC3198"/>
    <w:rPr>
      <w:color w:val="AA0064"/>
      <w:u w:val="single"/>
    </w:rPr>
  </w:style>
  <w:style w:type="character" w:styleId="Kommentarzeichen">
    <w:name w:val="annotation reference"/>
    <w:basedOn w:val="Absatz-Standardschriftart"/>
    <w:uiPriority w:val="99"/>
    <w:semiHidden/>
    <w:unhideWhenUsed/>
    <w:rsid w:val="00A51457"/>
    <w:rPr>
      <w:sz w:val="16"/>
      <w:szCs w:val="16"/>
    </w:rPr>
  </w:style>
  <w:style w:type="paragraph" w:styleId="Kommentartext">
    <w:name w:val="annotation text"/>
    <w:basedOn w:val="Standard"/>
    <w:link w:val="KommentartextZchn"/>
    <w:uiPriority w:val="99"/>
    <w:semiHidden/>
    <w:unhideWhenUsed/>
    <w:rsid w:val="00A51457"/>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A51457"/>
    <w:rPr>
      <w:lang w:eastAsia="en-US"/>
    </w:rPr>
  </w:style>
  <w:style w:type="paragraph" w:styleId="Kommentarthema">
    <w:name w:val="annotation subject"/>
    <w:basedOn w:val="Kommentartext"/>
    <w:next w:val="Kommentartext"/>
    <w:link w:val="KommentarthemaZchn"/>
    <w:uiPriority w:val="99"/>
    <w:semiHidden/>
    <w:unhideWhenUsed/>
    <w:rsid w:val="00A51457"/>
    <w:rPr>
      <w:b/>
      <w:bCs/>
    </w:rPr>
  </w:style>
  <w:style w:type="character" w:customStyle="1" w:styleId="KommentarthemaZchn">
    <w:name w:val="Kommentarthema Zchn"/>
    <w:basedOn w:val="KommentartextZchn"/>
    <w:link w:val="Kommentarthema"/>
    <w:uiPriority w:val="99"/>
    <w:semiHidden/>
    <w:rsid w:val="00A51457"/>
    <w:rPr>
      <w:b/>
      <w:bCs/>
      <w:lang w:eastAsia="en-US"/>
    </w:rPr>
  </w:style>
  <w:style w:type="paragraph" w:styleId="berarbeitung">
    <w:name w:val="Revision"/>
    <w:hidden/>
    <w:uiPriority w:val="99"/>
    <w:semiHidden/>
    <w:rsid w:val="00D17C1E"/>
    <w:rPr>
      <w:sz w:val="18"/>
      <w:szCs w:val="22"/>
      <w:lang w:eastAsia="en-US"/>
    </w:rPr>
  </w:style>
  <w:style w:type="character" w:customStyle="1" w:styleId="apple-converted-space">
    <w:name w:val="apple-converted-space"/>
    <w:basedOn w:val="Absatz-Standardschriftart"/>
    <w:rsid w:val="003E1A59"/>
  </w:style>
  <w:style w:type="character" w:customStyle="1" w:styleId="berschrift2Zchn">
    <w:name w:val="Überschrift 2 Zchn"/>
    <w:basedOn w:val="Absatz-Standardschriftart"/>
    <w:link w:val="berschrift2"/>
    <w:uiPriority w:val="9"/>
    <w:rsid w:val="00AF2587"/>
    <w:rPr>
      <w:rFonts w:ascii="Times New Roman" w:eastAsia="Times New Roman" w:hAnsi="Times New Roman"/>
      <w:b/>
      <w:bCs/>
      <w:sz w:val="36"/>
      <w:szCs w:val="36"/>
    </w:rPr>
  </w:style>
  <w:style w:type="character" w:customStyle="1" w:styleId="given-name">
    <w:name w:val="given-name"/>
    <w:basedOn w:val="Absatz-Standardschriftart"/>
    <w:rsid w:val="00AF2587"/>
  </w:style>
  <w:style w:type="character" w:customStyle="1" w:styleId="family-name">
    <w:name w:val="family-name"/>
    <w:basedOn w:val="Absatz-Standardschriftart"/>
    <w:rsid w:val="00AF2587"/>
  </w:style>
  <w:style w:type="character" w:customStyle="1" w:styleId="role">
    <w:name w:val="role"/>
    <w:basedOn w:val="Absatz-Standardschriftart"/>
    <w:rsid w:val="00AF2587"/>
  </w:style>
  <w:style w:type="character" w:customStyle="1" w:styleId="org">
    <w:name w:val="org"/>
    <w:basedOn w:val="Absatz-Standardschriftart"/>
    <w:rsid w:val="00AF2587"/>
  </w:style>
  <w:style w:type="character" w:styleId="Fett">
    <w:name w:val="Strong"/>
    <w:basedOn w:val="Absatz-Standardschriftart"/>
    <w:uiPriority w:val="22"/>
    <w:qFormat/>
    <w:rsid w:val="00263DDA"/>
    <w:rPr>
      <w:b/>
      <w:bCs/>
    </w:rPr>
  </w:style>
  <w:style w:type="character" w:customStyle="1" w:styleId="tgc">
    <w:name w:val="_tgc"/>
    <w:basedOn w:val="Absatz-Standardschriftart"/>
    <w:rsid w:val="00263DDA"/>
  </w:style>
  <w:style w:type="character" w:styleId="BesuchterLink">
    <w:name w:val="FollowedHyperlink"/>
    <w:basedOn w:val="Absatz-Standardschriftart"/>
    <w:uiPriority w:val="99"/>
    <w:semiHidden/>
    <w:unhideWhenUsed/>
    <w:rsid w:val="009C464F"/>
    <w:rPr>
      <w:color w:val="800080" w:themeColor="followedHyperlink"/>
      <w:u w:val="single"/>
    </w:rPr>
  </w:style>
  <w:style w:type="paragraph" w:styleId="StandardWeb">
    <w:name w:val="Normal (Web)"/>
    <w:basedOn w:val="Standard"/>
    <w:uiPriority w:val="99"/>
    <w:semiHidden/>
    <w:unhideWhenUsed/>
    <w:rsid w:val="000F194F"/>
    <w:pPr>
      <w:spacing w:before="100" w:beforeAutospacing="1" w:after="100" w:afterAutospacing="1" w:line="240" w:lineRule="auto"/>
    </w:pPr>
    <w:rPr>
      <w:rFonts w:ascii="Times New Roman" w:eastAsia="Times New Roman" w:hAnsi="Times New Roman"/>
      <w:sz w:val="24"/>
      <w:szCs w:val="24"/>
      <w:lang w:eastAsia="de-DE"/>
    </w:rPr>
  </w:style>
  <w:style w:type="paragraph" w:customStyle="1" w:styleId="Default">
    <w:name w:val="Default"/>
    <w:rsid w:val="00D307E5"/>
    <w:pPr>
      <w:autoSpaceDE w:val="0"/>
      <w:autoSpaceDN w:val="0"/>
      <w:adjustRightInd w:val="0"/>
    </w:pPr>
    <w:rPr>
      <w:rFonts w:cs="TheSansOffice"/>
      <w:color w:val="000000"/>
      <w:sz w:val="24"/>
      <w:szCs w:val="24"/>
    </w:rPr>
  </w:style>
  <w:style w:type="table" w:styleId="Tabellenraster">
    <w:name w:val="Table Grid"/>
    <w:basedOn w:val="NormaleTabelle"/>
    <w:rsid w:val="001B4420"/>
    <w:pPr>
      <w:spacing w:line="261" w:lineRule="atLeast"/>
    </w:pPr>
    <w:rPr>
      <w:rFonts w:ascii="Arial" w:eastAsia="Times New Roman" w:hAnsi="Arial"/>
    </w:rPr>
    <w:tblPr>
      <w:tblCellMar>
        <w:left w:w="0" w:type="dxa"/>
        <w:right w:w="0" w:type="dxa"/>
      </w:tblCellMar>
    </w:tblPr>
    <w:tcPr>
      <w:tcMar>
        <w:right w:w="0" w:type="dxa"/>
      </w:tcMar>
    </w:tcPr>
  </w:style>
  <w:style w:type="table" w:customStyle="1" w:styleId="Tabellenraster1">
    <w:name w:val="Tabellenraster1"/>
    <w:basedOn w:val="NormaleTabelle"/>
    <w:next w:val="Tabellenraster"/>
    <w:uiPriority w:val="59"/>
    <w:rsid w:val="00C32D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ichtaufgelsteErwhnung">
    <w:name w:val="Unresolved Mention"/>
    <w:basedOn w:val="Absatz-Standardschriftart"/>
    <w:uiPriority w:val="99"/>
    <w:semiHidden/>
    <w:unhideWhenUsed/>
    <w:rsid w:val="003B309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1432560">
      <w:bodyDiv w:val="1"/>
      <w:marLeft w:val="0"/>
      <w:marRight w:val="0"/>
      <w:marTop w:val="0"/>
      <w:marBottom w:val="0"/>
      <w:divBdr>
        <w:top w:val="none" w:sz="0" w:space="0" w:color="auto"/>
        <w:left w:val="none" w:sz="0" w:space="0" w:color="auto"/>
        <w:bottom w:val="none" w:sz="0" w:space="0" w:color="auto"/>
        <w:right w:val="none" w:sz="0" w:space="0" w:color="auto"/>
      </w:divBdr>
    </w:div>
    <w:div w:id="174468905">
      <w:bodyDiv w:val="1"/>
      <w:marLeft w:val="0"/>
      <w:marRight w:val="0"/>
      <w:marTop w:val="0"/>
      <w:marBottom w:val="0"/>
      <w:divBdr>
        <w:top w:val="none" w:sz="0" w:space="0" w:color="auto"/>
        <w:left w:val="none" w:sz="0" w:space="0" w:color="auto"/>
        <w:bottom w:val="none" w:sz="0" w:space="0" w:color="auto"/>
        <w:right w:val="none" w:sz="0" w:space="0" w:color="auto"/>
      </w:divBdr>
    </w:div>
    <w:div w:id="248077637">
      <w:bodyDiv w:val="1"/>
      <w:marLeft w:val="0"/>
      <w:marRight w:val="0"/>
      <w:marTop w:val="0"/>
      <w:marBottom w:val="0"/>
      <w:divBdr>
        <w:top w:val="none" w:sz="0" w:space="0" w:color="auto"/>
        <w:left w:val="none" w:sz="0" w:space="0" w:color="auto"/>
        <w:bottom w:val="none" w:sz="0" w:space="0" w:color="auto"/>
        <w:right w:val="none" w:sz="0" w:space="0" w:color="auto"/>
      </w:divBdr>
    </w:div>
    <w:div w:id="309288991">
      <w:bodyDiv w:val="1"/>
      <w:marLeft w:val="0"/>
      <w:marRight w:val="0"/>
      <w:marTop w:val="0"/>
      <w:marBottom w:val="0"/>
      <w:divBdr>
        <w:top w:val="none" w:sz="0" w:space="0" w:color="auto"/>
        <w:left w:val="none" w:sz="0" w:space="0" w:color="auto"/>
        <w:bottom w:val="none" w:sz="0" w:space="0" w:color="auto"/>
        <w:right w:val="none" w:sz="0" w:space="0" w:color="auto"/>
      </w:divBdr>
    </w:div>
    <w:div w:id="343289681">
      <w:bodyDiv w:val="1"/>
      <w:marLeft w:val="0"/>
      <w:marRight w:val="0"/>
      <w:marTop w:val="0"/>
      <w:marBottom w:val="0"/>
      <w:divBdr>
        <w:top w:val="none" w:sz="0" w:space="0" w:color="auto"/>
        <w:left w:val="none" w:sz="0" w:space="0" w:color="auto"/>
        <w:bottom w:val="none" w:sz="0" w:space="0" w:color="auto"/>
        <w:right w:val="none" w:sz="0" w:space="0" w:color="auto"/>
      </w:divBdr>
    </w:div>
    <w:div w:id="516622989">
      <w:bodyDiv w:val="1"/>
      <w:marLeft w:val="0"/>
      <w:marRight w:val="0"/>
      <w:marTop w:val="0"/>
      <w:marBottom w:val="0"/>
      <w:divBdr>
        <w:top w:val="none" w:sz="0" w:space="0" w:color="auto"/>
        <w:left w:val="none" w:sz="0" w:space="0" w:color="auto"/>
        <w:bottom w:val="none" w:sz="0" w:space="0" w:color="auto"/>
        <w:right w:val="none" w:sz="0" w:space="0" w:color="auto"/>
      </w:divBdr>
      <w:divsChild>
        <w:div w:id="703335586">
          <w:marLeft w:val="0"/>
          <w:marRight w:val="0"/>
          <w:marTop w:val="0"/>
          <w:marBottom w:val="0"/>
          <w:divBdr>
            <w:top w:val="none" w:sz="0" w:space="0" w:color="auto"/>
            <w:left w:val="none" w:sz="0" w:space="0" w:color="auto"/>
            <w:bottom w:val="none" w:sz="0" w:space="0" w:color="auto"/>
            <w:right w:val="none" w:sz="0" w:space="0" w:color="auto"/>
          </w:divBdr>
        </w:div>
      </w:divsChild>
    </w:div>
    <w:div w:id="555749685">
      <w:bodyDiv w:val="1"/>
      <w:marLeft w:val="0"/>
      <w:marRight w:val="0"/>
      <w:marTop w:val="0"/>
      <w:marBottom w:val="0"/>
      <w:divBdr>
        <w:top w:val="none" w:sz="0" w:space="0" w:color="auto"/>
        <w:left w:val="none" w:sz="0" w:space="0" w:color="auto"/>
        <w:bottom w:val="none" w:sz="0" w:space="0" w:color="auto"/>
        <w:right w:val="none" w:sz="0" w:space="0" w:color="auto"/>
      </w:divBdr>
    </w:div>
    <w:div w:id="566767017">
      <w:bodyDiv w:val="1"/>
      <w:marLeft w:val="0"/>
      <w:marRight w:val="0"/>
      <w:marTop w:val="0"/>
      <w:marBottom w:val="0"/>
      <w:divBdr>
        <w:top w:val="none" w:sz="0" w:space="0" w:color="auto"/>
        <w:left w:val="none" w:sz="0" w:space="0" w:color="auto"/>
        <w:bottom w:val="none" w:sz="0" w:space="0" w:color="auto"/>
        <w:right w:val="none" w:sz="0" w:space="0" w:color="auto"/>
      </w:divBdr>
    </w:div>
    <w:div w:id="631861796">
      <w:bodyDiv w:val="1"/>
      <w:marLeft w:val="0"/>
      <w:marRight w:val="0"/>
      <w:marTop w:val="0"/>
      <w:marBottom w:val="0"/>
      <w:divBdr>
        <w:top w:val="none" w:sz="0" w:space="0" w:color="auto"/>
        <w:left w:val="none" w:sz="0" w:space="0" w:color="auto"/>
        <w:bottom w:val="none" w:sz="0" w:space="0" w:color="auto"/>
        <w:right w:val="none" w:sz="0" w:space="0" w:color="auto"/>
      </w:divBdr>
    </w:div>
    <w:div w:id="666635617">
      <w:bodyDiv w:val="1"/>
      <w:marLeft w:val="0"/>
      <w:marRight w:val="0"/>
      <w:marTop w:val="0"/>
      <w:marBottom w:val="0"/>
      <w:divBdr>
        <w:top w:val="none" w:sz="0" w:space="0" w:color="auto"/>
        <w:left w:val="none" w:sz="0" w:space="0" w:color="auto"/>
        <w:bottom w:val="none" w:sz="0" w:space="0" w:color="auto"/>
        <w:right w:val="none" w:sz="0" w:space="0" w:color="auto"/>
      </w:divBdr>
    </w:div>
    <w:div w:id="818956559">
      <w:bodyDiv w:val="1"/>
      <w:marLeft w:val="0"/>
      <w:marRight w:val="0"/>
      <w:marTop w:val="0"/>
      <w:marBottom w:val="0"/>
      <w:divBdr>
        <w:top w:val="none" w:sz="0" w:space="0" w:color="auto"/>
        <w:left w:val="none" w:sz="0" w:space="0" w:color="auto"/>
        <w:bottom w:val="none" w:sz="0" w:space="0" w:color="auto"/>
        <w:right w:val="none" w:sz="0" w:space="0" w:color="auto"/>
      </w:divBdr>
    </w:div>
    <w:div w:id="1034695758">
      <w:bodyDiv w:val="1"/>
      <w:marLeft w:val="0"/>
      <w:marRight w:val="0"/>
      <w:marTop w:val="0"/>
      <w:marBottom w:val="0"/>
      <w:divBdr>
        <w:top w:val="none" w:sz="0" w:space="0" w:color="auto"/>
        <w:left w:val="none" w:sz="0" w:space="0" w:color="auto"/>
        <w:bottom w:val="none" w:sz="0" w:space="0" w:color="auto"/>
        <w:right w:val="none" w:sz="0" w:space="0" w:color="auto"/>
      </w:divBdr>
    </w:div>
    <w:div w:id="1142818512">
      <w:bodyDiv w:val="1"/>
      <w:marLeft w:val="0"/>
      <w:marRight w:val="0"/>
      <w:marTop w:val="0"/>
      <w:marBottom w:val="0"/>
      <w:divBdr>
        <w:top w:val="none" w:sz="0" w:space="0" w:color="auto"/>
        <w:left w:val="none" w:sz="0" w:space="0" w:color="auto"/>
        <w:bottom w:val="none" w:sz="0" w:space="0" w:color="auto"/>
        <w:right w:val="none" w:sz="0" w:space="0" w:color="auto"/>
      </w:divBdr>
    </w:div>
    <w:div w:id="1160972987">
      <w:bodyDiv w:val="1"/>
      <w:marLeft w:val="0"/>
      <w:marRight w:val="0"/>
      <w:marTop w:val="0"/>
      <w:marBottom w:val="0"/>
      <w:divBdr>
        <w:top w:val="none" w:sz="0" w:space="0" w:color="auto"/>
        <w:left w:val="none" w:sz="0" w:space="0" w:color="auto"/>
        <w:bottom w:val="none" w:sz="0" w:space="0" w:color="auto"/>
        <w:right w:val="none" w:sz="0" w:space="0" w:color="auto"/>
      </w:divBdr>
      <w:divsChild>
        <w:div w:id="951090201">
          <w:marLeft w:val="0"/>
          <w:marRight w:val="0"/>
          <w:marTop w:val="0"/>
          <w:marBottom w:val="0"/>
          <w:divBdr>
            <w:top w:val="none" w:sz="0" w:space="0" w:color="auto"/>
            <w:left w:val="none" w:sz="0" w:space="0" w:color="auto"/>
            <w:bottom w:val="none" w:sz="0" w:space="0" w:color="auto"/>
            <w:right w:val="none" w:sz="0" w:space="0" w:color="auto"/>
          </w:divBdr>
        </w:div>
        <w:div w:id="171188108">
          <w:marLeft w:val="0"/>
          <w:marRight w:val="0"/>
          <w:marTop w:val="0"/>
          <w:marBottom w:val="0"/>
          <w:divBdr>
            <w:top w:val="none" w:sz="0" w:space="0" w:color="auto"/>
            <w:left w:val="none" w:sz="0" w:space="0" w:color="auto"/>
            <w:bottom w:val="none" w:sz="0" w:space="0" w:color="auto"/>
            <w:right w:val="none" w:sz="0" w:space="0" w:color="auto"/>
          </w:divBdr>
        </w:div>
        <w:div w:id="1064139950">
          <w:marLeft w:val="0"/>
          <w:marRight w:val="0"/>
          <w:marTop w:val="0"/>
          <w:marBottom w:val="0"/>
          <w:divBdr>
            <w:top w:val="none" w:sz="0" w:space="0" w:color="auto"/>
            <w:left w:val="none" w:sz="0" w:space="0" w:color="auto"/>
            <w:bottom w:val="none" w:sz="0" w:space="0" w:color="auto"/>
            <w:right w:val="none" w:sz="0" w:space="0" w:color="auto"/>
          </w:divBdr>
        </w:div>
      </w:divsChild>
    </w:div>
    <w:div w:id="1304962713">
      <w:bodyDiv w:val="1"/>
      <w:marLeft w:val="0"/>
      <w:marRight w:val="0"/>
      <w:marTop w:val="0"/>
      <w:marBottom w:val="0"/>
      <w:divBdr>
        <w:top w:val="none" w:sz="0" w:space="0" w:color="auto"/>
        <w:left w:val="none" w:sz="0" w:space="0" w:color="auto"/>
        <w:bottom w:val="none" w:sz="0" w:space="0" w:color="auto"/>
        <w:right w:val="none" w:sz="0" w:space="0" w:color="auto"/>
      </w:divBdr>
      <w:divsChild>
        <w:div w:id="502548664">
          <w:marLeft w:val="0"/>
          <w:marRight w:val="0"/>
          <w:marTop w:val="0"/>
          <w:marBottom w:val="0"/>
          <w:divBdr>
            <w:top w:val="none" w:sz="0" w:space="0" w:color="auto"/>
            <w:left w:val="none" w:sz="0" w:space="0" w:color="auto"/>
            <w:bottom w:val="none" w:sz="0" w:space="0" w:color="auto"/>
            <w:right w:val="none" w:sz="0" w:space="0" w:color="auto"/>
          </w:divBdr>
        </w:div>
      </w:divsChild>
    </w:div>
    <w:div w:id="1341159996">
      <w:bodyDiv w:val="1"/>
      <w:marLeft w:val="0"/>
      <w:marRight w:val="0"/>
      <w:marTop w:val="0"/>
      <w:marBottom w:val="0"/>
      <w:divBdr>
        <w:top w:val="none" w:sz="0" w:space="0" w:color="auto"/>
        <w:left w:val="none" w:sz="0" w:space="0" w:color="auto"/>
        <w:bottom w:val="none" w:sz="0" w:space="0" w:color="auto"/>
        <w:right w:val="none" w:sz="0" w:space="0" w:color="auto"/>
      </w:divBdr>
    </w:div>
    <w:div w:id="1384718180">
      <w:bodyDiv w:val="1"/>
      <w:marLeft w:val="0"/>
      <w:marRight w:val="0"/>
      <w:marTop w:val="0"/>
      <w:marBottom w:val="0"/>
      <w:divBdr>
        <w:top w:val="none" w:sz="0" w:space="0" w:color="auto"/>
        <w:left w:val="none" w:sz="0" w:space="0" w:color="auto"/>
        <w:bottom w:val="none" w:sz="0" w:space="0" w:color="auto"/>
        <w:right w:val="none" w:sz="0" w:space="0" w:color="auto"/>
      </w:divBdr>
    </w:div>
    <w:div w:id="1404451031">
      <w:bodyDiv w:val="1"/>
      <w:marLeft w:val="0"/>
      <w:marRight w:val="0"/>
      <w:marTop w:val="0"/>
      <w:marBottom w:val="0"/>
      <w:divBdr>
        <w:top w:val="none" w:sz="0" w:space="0" w:color="auto"/>
        <w:left w:val="none" w:sz="0" w:space="0" w:color="auto"/>
        <w:bottom w:val="none" w:sz="0" w:space="0" w:color="auto"/>
        <w:right w:val="none" w:sz="0" w:space="0" w:color="auto"/>
      </w:divBdr>
    </w:div>
    <w:div w:id="1621648017">
      <w:bodyDiv w:val="1"/>
      <w:marLeft w:val="0"/>
      <w:marRight w:val="0"/>
      <w:marTop w:val="0"/>
      <w:marBottom w:val="0"/>
      <w:divBdr>
        <w:top w:val="none" w:sz="0" w:space="0" w:color="auto"/>
        <w:left w:val="none" w:sz="0" w:space="0" w:color="auto"/>
        <w:bottom w:val="none" w:sz="0" w:space="0" w:color="auto"/>
        <w:right w:val="none" w:sz="0" w:space="0" w:color="auto"/>
      </w:divBdr>
    </w:div>
    <w:div w:id="1658609209">
      <w:bodyDiv w:val="1"/>
      <w:marLeft w:val="0"/>
      <w:marRight w:val="0"/>
      <w:marTop w:val="0"/>
      <w:marBottom w:val="0"/>
      <w:divBdr>
        <w:top w:val="none" w:sz="0" w:space="0" w:color="auto"/>
        <w:left w:val="none" w:sz="0" w:space="0" w:color="auto"/>
        <w:bottom w:val="none" w:sz="0" w:space="0" w:color="auto"/>
        <w:right w:val="none" w:sz="0" w:space="0" w:color="auto"/>
      </w:divBdr>
    </w:div>
    <w:div w:id="1781728075">
      <w:bodyDiv w:val="1"/>
      <w:marLeft w:val="0"/>
      <w:marRight w:val="0"/>
      <w:marTop w:val="0"/>
      <w:marBottom w:val="0"/>
      <w:divBdr>
        <w:top w:val="none" w:sz="0" w:space="0" w:color="auto"/>
        <w:left w:val="none" w:sz="0" w:space="0" w:color="auto"/>
        <w:bottom w:val="none" w:sz="0" w:space="0" w:color="auto"/>
        <w:right w:val="none" w:sz="0" w:space="0" w:color="auto"/>
      </w:divBdr>
    </w:div>
    <w:div w:id="20638628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digitaltag.eu/preis-fuer-digitales-miteinander"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digitaltag.eu/preis-fuer-digitales-miteinander"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digitaltag.eu/preis-fuer-digitales-miteinander"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digitaltag.eu/preis-fuer-digitales-miteinander" TargetMode="External"/><Relationship Id="rId5" Type="http://schemas.openxmlformats.org/officeDocument/2006/relationships/numbering" Target="numbering.xml"/><Relationship Id="rId15" Type="http://schemas.openxmlformats.org/officeDocument/2006/relationships/hyperlink" Target="https://digitaltag.eu/preis-fuer-digitales-miteinander" TargetMode="External"/><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digitaltag.eu/preis-fuer-digitales-miteinander" TargetMode="External"/><Relationship Id="rId22" Type="http://schemas.openxmlformats.org/officeDocument/2006/relationships/theme" Target="theme/theme1.xml"/></Relationships>
</file>

<file path=word/_rels/footer2.xml.rels><?xml version="1.0" encoding="UTF-8" standalone="yes"?>
<Relationships xmlns="http://schemas.openxmlformats.org/package/2006/relationships"><Relationship Id="rId2" Type="http://schemas.openxmlformats.org/officeDocument/2006/relationships/hyperlink" Target="http://www.digitaltag.eu" TargetMode="External"/><Relationship Id="rId1" Type="http://schemas.openxmlformats.org/officeDocument/2006/relationships/hyperlink" Target="http://www.digitaltag.e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Pauly\AppData\Roaming\Microsoft\Templates\Presseinfo_Bitkom.dotm"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676b2033-fa26-4809-874a-1181aa3c21ea" xsi:nil="true"/>
    <lcf76f155ced4ddcb4097134ff3c332f xmlns="af3ee3df-f988-4bce-9085-dbbd93c42352">
      <Terms xmlns="http://schemas.microsoft.com/office/infopath/2007/PartnerControls"/>
    </lcf76f155ced4ddcb4097134ff3c332f>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03DBB0020864F3438592DBCDCECB47DD" ma:contentTypeVersion="14" ma:contentTypeDescription="Create a new document." ma:contentTypeScope="" ma:versionID="ebbb9ef931566a36af3cd8ed75971159">
  <xsd:schema xmlns:xsd="http://www.w3.org/2001/XMLSchema" xmlns:xs="http://www.w3.org/2001/XMLSchema" xmlns:p="http://schemas.microsoft.com/office/2006/metadata/properties" xmlns:ns2="af3ee3df-f988-4bce-9085-dbbd93c42352" xmlns:ns3="676b2033-fa26-4809-874a-1181aa3c21ea" targetNamespace="http://schemas.microsoft.com/office/2006/metadata/properties" ma:root="true" ma:fieldsID="ce2961ce729b64e52018dc22b1de5c13" ns2:_="" ns3:_="">
    <xsd:import namespace="af3ee3df-f988-4bce-9085-dbbd93c42352"/>
    <xsd:import namespace="676b2033-fa26-4809-874a-1181aa3c21ea"/>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lcf76f155ced4ddcb4097134ff3c332f" minOccurs="0"/>
                <xsd:element ref="ns3:TaxCatchAll" minOccurs="0"/>
                <xsd:element ref="ns2:MediaServiceSearchProperties" minOccurs="0"/>
                <xsd:element ref="ns2:MediaServiceObjectDetectorVersions"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f3ee3df-f988-4bce-9085-dbbd93c4235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3b76741d-2708-46a6-bf97-e878451aa8a6" ma:termSetId="09814cd3-568e-fe90-9814-8d621ff8fb84" ma:anchorId="fba54fb3-c3e1-fe81-a776-ca4b69148c4d" ma:open="true" ma:isKeyword="false">
      <xsd:complexType>
        <xsd:sequence>
          <xsd:element ref="pc:Terms" minOccurs="0" maxOccurs="1"/>
        </xsd:sequence>
      </xsd:complexType>
    </xsd:element>
    <xsd:element name="MediaServiceSearchProperties" ma:index="18" nillable="true" ma:displayName="MediaServiceSearchProperties" ma:hidden="true" ma:internalName="MediaServiceSearchProperties" ma:readOnly="true">
      <xsd:simpleType>
        <xsd:restriction base="dms:Note"/>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76b2033-fa26-4809-874a-1181aa3c21ea"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cf52f2f1-15f7-4216-9857-e8955ab6bf29}" ma:internalName="TaxCatchAll" ma:showField="CatchAllData" ma:web="676b2033-fa26-4809-874a-1181aa3c21e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0074A8E-8C8B-4342-A2E7-88554A8C6773}">
  <ds:schemaRefs>
    <ds:schemaRef ds:uri="http://schemas.microsoft.com/office/2006/metadata/properties"/>
    <ds:schemaRef ds:uri="http://schemas.microsoft.com/office/infopath/2007/PartnerControls"/>
    <ds:schemaRef ds:uri="676b2033-fa26-4809-874a-1181aa3c21ea"/>
    <ds:schemaRef ds:uri="af3ee3df-f988-4bce-9085-dbbd93c42352"/>
  </ds:schemaRefs>
</ds:datastoreItem>
</file>

<file path=customXml/itemProps2.xml><?xml version="1.0" encoding="utf-8"?>
<ds:datastoreItem xmlns:ds="http://schemas.openxmlformats.org/officeDocument/2006/customXml" ds:itemID="{B8FA53CC-8E51-4EBA-8C12-EE9D2ADC1FA9}">
  <ds:schemaRefs>
    <ds:schemaRef ds:uri="http://schemas.openxmlformats.org/officeDocument/2006/bibliography"/>
  </ds:schemaRefs>
</ds:datastoreItem>
</file>

<file path=customXml/itemProps3.xml><?xml version="1.0" encoding="utf-8"?>
<ds:datastoreItem xmlns:ds="http://schemas.openxmlformats.org/officeDocument/2006/customXml" ds:itemID="{7F0217AE-2743-4298-B989-FA3B7968C9E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f3ee3df-f988-4bce-9085-dbbd93c42352"/>
    <ds:schemaRef ds:uri="676b2033-fa26-4809-874a-1181aa3c21e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15350E3-FF45-4A70-BC04-3D70B99D118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Presseinfo_Bitkom</Template>
  <TotalTime>0</TotalTime>
  <Pages>2</Pages>
  <Words>649</Words>
  <Characters>4093</Characters>
  <Application>Microsoft Office Word</Application>
  <DocSecurity>0</DocSecurity>
  <Lines>34</Lines>
  <Paragraphs>9</Paragraphs>
  <ScaleCrop>false</ScaleCrop>
  <HeadingPairs>
    <vt:vector size="2" baseType="variant">
      <vt:variant>
        <vt:lpstr>Titel</vt:lpstr>
      </vt:variant>
      <vt:variant>
        <vt:i4>1</vt:i4>
      </vt:variant>
    </vt:vector>
  </HeadingPairs>
  <TitlesOfParts>
    <vt:vector size="1" baseType="lpstr">
      <vt:lpstr/>
    </vt:vector>
  </TitlesOfParts>
  <Company>BITKOM</Company>
  <LinksUpToDate>false</LinksUpToDate>
  <CharactersWithSpaces>4733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Bastian Pauly</dc:creator>
  <cp:lastModifiedBy>Tra My Nguyen</cp:lastModifiedBy>
  <cp:revision>29</cp:revision>
  <cp:lastPrinted>2019-09-24T14:35:00Z</cp:lastPrinted>
  <dcterms:created xsi:type="dcterms:W3CDTF">2022-02-04T09:24:00Z</dcterms:created>
  <dcterms:modified xsi:type="dcterms:W3CDTF">2025-02-28T12:26:00Z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0x01010003DBB0020864F3438592DBCDCECB47DD</vt:lpwstr>
  </property>
  <property fmtid="{D5CDD505-2E9C-101B-9397-08002B2CF9AE}" pid="3" name="Order">
    <vt:r8>1181800</vt:r8>
  </property>
  <property fmtid="{D5CDD505-2E9C-101B-9397-08002B2CF9AE}" pid="4" name="MediaServiceImageTags">
    <vt:lpwstr/>
  </property>
</Properties>
</file>