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006C2" w14:textId="26C01AC1" w:rsidR="00120A46" w:rsidRPr="001D353B" w:rsidRDefault="00120A46" w:rsidP="00704E7F">
      <w:pPr>
        <w:pStyle w:val="HeadlinePresseinfo"/>
        <w:numPr>
          <w:ilvl w:val="0"/>
          <w:numId w:val="6"/>
        </w:numPr>
        <w:spacing w:after="120"/>
      </w:pPr>
      <w:r w:rsidRPr="001D353B">
        <w:t>Für Newsletter, Webseite etc.</w:t>
      </w:r>
    </w:p>
    <w:p w14:paraId="1AF7E00C" w14:textId="19618034" w:rsidR="007A0375" w:rsidRPr="001D353B" w:rsidRDefault="00540652" w:rsidP="00704E7F">
      <w:pPr>
        <w:pStyle w:val="HeadlinePresseinfo"/>
        <w:spacing w:after="120"/>
        <w:rPr>
          <w:sz w:val="20"/>
          <w:szCs w:val="18"/>
        </w:rPr>
      </w:pPr>
      <w:r w:rsidRPr="001D353B">
        <w:rPr>
          <w:sz w:val="20"/>
          <w:szCs w:val="18"/>
        </w:rPr>
        <w:t xml:space="preserve">„Preis für digitales </w:t>
      </w:r>
      <w:r w:rsidR="00CE075D" w:rsidRPr="001D353B">
        <w:rPr>
          <w:sz w:val="20"/>
          <w:szCs w:val="18"/>
        </w:rPr>
        <w:t>Miteinander</w:t>
      </w:r>
      <w:r w:rsidRPr="001D353B">
        <w:rPr>
          <w:sz w:val="20"/>
          <w:szCs w:val="18"/>
        </w:rPr>
        <w:t>“ startet in Bewerbungsphase</w:t>
      </w:r>
    </w:p>
    <w:p w14:paraId="4C9760A9" w14:textId="4F894112" w:rsidR="003B309B" w:rsidRPr="001D353B" w:rsidRDefault="003800FA" w:rsidP="00704E7F">
      <w:pPr>
        <w:pStyle w:val="BITFlietextmitAbsatz"/>
        <w:spacing w:after="120"/>
      </w:pPr>
      <w:r w:rsidRPr="001D353B">
        <w:t>Herausragende Initiativen für digitale Teilhabe und digitale</w:t>
      </w:r>
      <w:r w:rsidR="00234355">
        <w:t xml:space="preserve"> Bildung</w:t>
      </w:r>
      <w:r w:rsidRPr="001D353B">
        <w:t xml:space="preserve"> gesucht!</w:t>
      </w:r>
      <w:r w:rsidR="00F87837" w:rsidRPr="001D353B">
        <w:t xml:space="preserve"> </w:t>
      </w:r>
      <w:r w:rsidR="00E02945" w:rsidRPr="001D353B">
        <w:t xml:space="preserve">Anlässlich des Digitaltags am 26. Juni 2026 wird der „Preis für digitales Miteinander“ vergeben. Die Bewerbungsphase für die Auszeichnung ist nun offiziell gestartet. Bis einschließlich 15. April 2026 können sich teilnahmeberechtigte Einzelpersonen, Gruppen, Initiativen, NGOs sowie gemeinnützige Organisationen bewerben. Der Preis ist mit </w:t>
      </w:r>
      <w:r w:rsidR="37D5CC66" w:rsidRPr="001D353B">
        <w:t>insgesamt 10</w:t>
      </w:r>
      <w:r w:rsidR="00E02945" w:rsidRPr="001D353B">
        <w:t>.000 Euro dotiert. Die Bewerbung erfolgt online unter</w:t>
      </w:r>
      <w:r w:rsidR="0089171B" w:rsidRPr="001D353B">
        <w:t xml:space="preserve"> </w:t>
      </w:r>
      <w:hyperlink r:id="rId11">
        <w:r w:rsidR="0089171B" w:rsidRPr="001D353B">
          <w:rPr>
            <w:rStyle w:val="Hyperlink"/>
          </w:rPr>
          <w:t>https://digitaltag.eu/preis-fuer-digitales-miteinander</w:t>
        </w:r>
      </w:hyperlink>
      <w:r w:rsidR="003B309B" w:rsidRPr="001D353B">
        <w:t>.</w:t>
      </w:r>
      <w:r w:rsidR="002F284A" w:rsidRPr="001D353B">
        <w:t xml:space="preserve"> </w:t>
      </w:r>
      <w:r w:rsidR="00FB6FF6" w:rsidRPr="001D353B">
        <w:t>Über die Nominierungen und die Gewinnerprojekte entscheidet eine hochkarätige Jury.</w:t>
      </w:r>
    </w:p>
    <w:p w14:paraId="1F6F17A1" w14:textId="77777777" w:rsidR="009C2AD5" w:rsidRPr="001D353B" w:rsidRDefault="009C2AD5" w:rsidP="00704E7F">
      <w:pPr>
        <w:pStyle w:val="BITFlietextmitAbsatz"/>
        <w:spacing w:after="240"/>
      </w:pPr>
      <w:r w:rsidRPr="001D353B">
        <w:t>Der Preis wird von der Initiative „Digital für alle“ verliehen. Das Bündnis aus mehr als 25 Organisationen aus den Bereichen Zivilgesellschaft, Kultur, Wissenschaft, Wirtschaft, Wohlfahrt und öffentlicher Hand ist Trägerin des Digitaltags, der 2026 zum siebten Mal bundesweit stattfindet.</w:t>
      </w:r>
    </w:p>
    <w:p w14:paraId="52A51D10" w14:textId="77777777" w:rsidR="003E2F5B" w:rsidRPr="001D353B" w:rsidRDefault="00CA25D4" w:rsidP="00704E7F">
      <w:pPr>
        <w:pStyle w:val="BITFlietextmitAbsatz"/>
        <w:spacing w:after="120"/>
        <w:rPr>
          <w:b/>
        </w:rPr>
      </w:pPr>
      <w:r w:rsidRPr="001D353B">
        <w:rPr>
          <w:b/>
        </w:rPr>
        <w:t>Preise in zwei Kategorien</w:t>
      </w:r>
    </w:p>
    <w:p w14:paraId="5D39BE62" w14:textId="33A56AF6" w:rsidR="003E2F5B" w:rsidRPr="001D353B" w:rsidRDefault="003E2F5B" w:rsidP="00704E7F">
      <w:pPr>
        <w:pStyle w:val="BITFlietextmitAbsatz"/>
        <w:spacing w:after="120"/>
        <w:rPr>
          <w:b/>
        </w:rPr>
      </w:pPr>
      <w:r w:rsidRPr="001D353B">
        <w:t xml:space="preserve">In der </w:t>
      </w:r>
      <w:r w:rsidRPr="001D353B">
        <w:rPr>
          <w:b/>
          <w:bCs/>
        </w:rPr>
        <w:t>Kategorie „Digitale Teilhabe“</w:t>
      </w:r>
      <w:r w:rsidR="001D353B" w:rsidRPr="001D353B">
        <w:rPr>
          <w:bCs/>
        </w:rPr>
        <w:t>,</w:t>
      </w:r>
      <w:r w:rsidR="001D353B" w:rsidRPr="001D353B">
        <w:rPr>
          <w:b/>
          <w:bCs/>
        </w:rPr>
        <w:t xml:space="preserve"> </w:t>
      </w:r>
      <w:r w:rsidR="001D353B" w:rsidRPr="001D353B">
        <w:rPr>
          <w:bCs/>
        </w:rPr>
        <w:t>gefördert von der Deutschen Telekom</w:t>
      </w:r>
      <w:r w:rsidR="001D353B" w:rsidRPr="001D353B">
        <w:rPr>
          <w:b/>
          <w:bCs/>
        </w:rPr>
        <w:t>,</w:t>
      </w:r>
      <w:r w:rsidRPr="001D353B">
        <w:t xml:space="preserve"> werden Projekte ausgezeichnet, die digitale Technologien nutzen, um das gesellschaftliche Miteinander zu stärken und digitale Teilhabe für alle zu ermöglichen. Gesucht werden Initiativen, die Menschen dabei unterstützen, sich sicher, selbstbestimmt und souverän im digitalen Raum zu bewegen oder digitale Barrieren abbauen und Teilhabechancen erweitern.</w:t>
      </w:r>
    </w:p>
    <w:p w14:paraId="0B499D28" w14:textId="1BB7ABA5" w:rsidR="003E2F5B" w:rsidRPr="001D353B" w:rsidRDefault="003E2F5B" w:rsidP="00704E7F">
      <w:pPr>
        <w:pStyle w:val="BITFlietextmitAbsatz"/>
        <w:spacing w:after="240"/>
      </w:pPr>
      <w:r w:rsidRPr="001D353B">
        <w:t xml:space="preserve">Die </w:t>
      </w:r>
      <w:r w:rsidRPr="001D353B">
        <w:rPr>
          <w:b/>
          <w:bCs/>
        </w:rPr>
        <w:t>Kategorie „Digitale Bildung“</w:t>
      </w:r>
      <w:r w:rsidR="00704E7F" w:rsidRPr="00704E7F">
        <w:rPr>
          <w:bCs/>
        </w:rPr>
        <w:t>, gefördert von der TÜV SÜD Stiftung,</w:t>
      </w:r>
      <w:r w:rsidRPr="00704E7F">
        <w:t xml:space="preserve"> </w:t>
      </w:r>
      <w:r w:rsidRPr="001D353B">
        <w:t xml:space="preserve">richtet sich an Projekte, die die Medienkompetenz von Kindern und Jugendlichen stärken und sie auf einen verantwortungsvollen Umgang mit digitalen Technologien vorbereiten. Im Fokus stehen Initiativen, die insbesondere </w:t>
      </w:r>
      <w:r w:rsidRPr="001D353B">
        <w:rPr>
          <w:b/>
          <w:bCs/>
        </w:rPr>
        <w:t>KI-Kompetenzen</w:t>
      </w:r>
      <w:r w:rsidRPr="001D353B">
        <w:t xml:space="preserve"> fördern und junge Menschen befähigen, digitale Entwicklungen kritisch, reflektiert und kreativ zu nutzen.</w:t>
      </w:r>
    </w:p>
    <w:p w14:paraId="66E782D3" w14:textId="28D48425" w:rsidR="003800FA" w:rsidRPr="001D353B" w:rsidRDefault="003800FA" w:rsidP="00704E7F">
      <w:pPr>
        <w:pStyle w:val="BITFlietextmitAbsatz"/>
        <w:spacing w:after="120"/>
        <w:rPr>
          <w:b/>
          <w:bCs/>
        </w:rPr>
      </w:pPr>
      <w:r w:rsidRPr="001D353B">
        <w:rPr>
          <w:b/>
          <w:bCs/>
        </w:rPr>
        <w:t>Bewerben können sich bereits angelaufene und gemeinwohlorientierte Projekte</w:t>
      </w:r>
    </w:p>
    <w:p w14:paraId="6D44A063" w14:textId="74CEDAAB" w:rsidR="003800FA" w:rsidRDefault="003800FA" w:rsidP="00704E7F">
      <w:pPr>
        <w:pStyle w:val="BITFlietextmitAbsatz"/>
        <w:spacing w:after="120"/>
      </w:pPr>
      <w:r w:rsidRPr="001D353B">
        <w:t>Der Preis für digitales Miteinander zeichnet Projekte aus, die digitale Teilhabe fördern oder digitale Kompetenzen stärken. Teilnahmeberechtigt sind bereits angelaufene, gemeinwohlorientierte Projekte, die auf ein langfristiges, kontinuierliches Engagement angelegt sind. Ausgeschlossen sind Initiativen, die in erster Linie kommerzielle oder eigenwirtschaftliche Zwecke verfolgen.</w:t>
      </w:r>
      <w:r w:rsidR="007F3ABA" w:rsidRPr="001D353B">
        <w:t xml:space="preserve"> </w:t>
      </w:r>
      <w:r w:rsidRPr="001D353B">
        <w:t>Alle Infos sowie Antworten auf häufig gestellte Fragen gibt es unter</w:t>
      </w:r>
      <w:r w:rsidR="00673399" w:rsidRPr="001D353B">
        <w:t xml:space="preserve"> </w:t>
      </w:r>
      <w:hyperlink r:id="rId12" w:history="1">
        <w:r w:rsidR="00673399" w:rsidRPr="001D353B">
          <w:rPr>
            <w:rStyle w:val="Hyperlink"/>
          </w:rPr>
          <w:t>https://digitaltag.eu/preis-fuer-digitales-miteinander</w:t>
        </w:r>
      </w:hyperlink>
      <w:r w:rsidR="003B309B" w:rsidRPr="001D353B">
        <w:t>.</w:t>
      </w:r>
      <w:r w:rsidR="00040BB1" w:rsidRPr="001D353B">
        <w:t xml:space="preserve"> </w:t>
      </w:r>
      <w:r w:rsidR="003B309B" w:rsidRPr="001D353B">
        <w:t xml:space="preserve"> </w:t>
      </w:r>
    </w:p>
    <w:p w14:paraId="26947DA4" w14:textId="77777777" w:rsidR="0000160B" w:rsidRDefault="0000160B" w:rsidP="00704E7F">
      <w:pPr>
        <w:pStyle w:val="BITFlietextmitAbsatz"/>
        <w:spacing w:after="120"/>
      </w:pPr>
    </w:p>
    <w:p w14:paraId="29180787" w14:textId="77777777" w:rsidR="00704E7F" w:rsidRPr="001D353B" w:rsidRDefault="00704E7F" w:rsidP="00704E7F">
      <w:pPr>
        <w:pStyle w:val="BITFlietextmitAbsatz"/>
        <w:spacing w:after="120"/>
      </w:pPr>
    </w:p>
    <w:p w14:paraId="3CB7F392" w14:textId="289F7BB0" w:rsidR="00120A46" w:rsidRPr="001D353B" w:rsidRDefault="00120A46" w:rsidP="00704E7F">
      <w:pPr>
        <w:pStyle w:val="BITFlietextmitAbsatz"/>
        <w:numPr>
          <w:ilvl w:val="0"/>
          <w:numId w:val="6"/>
        </w:numPr>
        <w:spacing w:after="120"/>
        <w:rPr>
          <w:b/>
          <w:sz w:val="24"/>
        </w:rPr>
      </w:pPr>
      <w:r w:rsidRPr="001D353B">
        <w:rPr>
          <w:b/>
          <w:sz w:val="24"/>
        </w:rPr>
        <w:lastRenderedPageBreak/>
        <w:t xml:space="preserve">Für </w:t>
      </w:r>
      <w:proofErr w:type="spellStart"/>
      <w:r w:rsidRPr="001D353B">
        <w:rPr>
          <w:b/>
          <w:sz w:val="24"/>
        </w:rPr>
        <w:t>Social</w:t>
      </w:r>
      <w:proofErr w:type="spellEnd"/>
      <w:r w:rsidRPr="001D353B">
        <w:rPr>
          <w:b/>
          <w:sz w:val="24"/>
        </w:rPr>
        <w:t xml:space="preserve"> Media</w:t>
      </w:r>
      <w:r w:rsidR="00E31408" w:rsidRPr="001D353B">
        <w:rPr>
          <w:b/>
          <w:sz w:val="24"/>
        </w:rPr>
        <w:t xml:space="preserve"> (</w:t>
      </w:r>
      <w:r w:rsidR="00040BB1" w:rsidRPr="001D353B">
        <w:rPr>
          <w:b/>
          <w:sz w:val="24"/>
        </w:rPr>
        <w:t>Bis 1</w:t>
      </w:r>
      <w:r w:rsidR="002511C6" w:rsidRPr="001D353B">
        <w:rPr>
          <w:b/>
          <w:sz w:val="24"/>
        </w:rPr>
        <w:t>5</w:t>
      </w:r>
      <w:r w:rsidR="00E31408" w:rsidRPr="001D353B">
        <w:rPr>
          <w:b/>
          <w:sz w:val="24"/>
        </w:rPr>
        <w:t>. April)</w:t>
      </w:r>
    </w:p>
    <w:p w14:paraId="7E0D565C" w14:textId="31D34CB4" w:rsidR="00120A46" w:rsidRPr="001D353B" w:rsidRDefault="00AB5411" w:rsidP="00704E7F">
      <w:pPr>
        <w:pStyle w:val="BITFlietextmitAbsatz"/>
        <w:spacing w:after="120"/>
        <w:rPr>
          <w:b/>
          <w:bCs/>
        </w:rPr>
      </w:pPr>
      <w:r w:rsidRPr="001D353B">
        <w:rPr>
          <w:b/>
          <w:bCs/>
        </w:rPr>
        <w:t>Kurzversion</w:t>
      </w:r>
    </w:p>
    <w:p w14:paraId="57C752F3" w14:textId="3580DF8B" w:rsidR="00120A46" w:rsidRPr="001D353B" w:rsidRDefault="00120A46" w:rsidP="00704E7F">
      <w:pPr>
        <w:shd w:val="clear" w:color="auto" w:fill="FFFFFF"/>
        <w:spacing w:after="120" w:line="360" w:lineRule="auto"/>
        <w:rPr>
          <w:rFonts w:eastAsia="Times New Roman" w:cs="Segoe UI"/>
          <w:color w:val="AA0064"/>
          <w:szCs w:val="18"/>
          <w:lang w:eastAsia="de-DE"/>
        </w:rPr>
      </w:pPr>
      <w:r w:rsidRPr="001D353B">
        <w:rPr>
          <w:rFonts w:ascii="Segoe UI Emoji" w:eastAsia="Times New Roman" w:hAnsi="Segoe UI Emoji" w:cs="Segoe UI Emoji"/>
          <w:color w:val="0F1419"/>
          <w:szCs w:val="18"/>
          <w:lang w:eastAsia="de-DE"/>
        </w:rPr>
        <w:t>📢</w:t>
      </w:r>
      <w:r w:rsidR="0089171B" w:rsidRPr="001D353B">
        <w:rPr>
          <w:rFonts w:eastAsia="Times New Roman" w:cs="Segoe UI Emoji"/>
          <w:color w:val="0F1419"/>
          <w:szCs w:val="18"/>
          <w:lang w:eastAsia="de-DE"/>
        </w:rPr>
        <w:t xml:space="preserve"> </w:t>
      </w:r>
      <w:r w:rsidRPr="001D353B">
        <w:rPr>
          <w:rFonts w:eastAsia="Times New Roman" w:cs="Segoe UI"/>
          <w:color w:val="0F1419"/>
          <w:szCs w:val="18"/>
          <w:lang w:eastAsia="de-DE"/>
        </w:rPr>
        <w:t xml:space="preserve">Starke Projekte für </w:t>
      </w:r>
      <w:r w:rsidRPr="001D353B">
        <w:rPr>
          <w:rFonts w:eastAsia="Times New Roman" w:cs="Segoe UI"/>
          <w:color w:val="AA0064"/>
          <w:szCs w:val="18"/>
          <w:lang w:eastAsia="de-DE"/>
        </w:rPr>
        <w:t>#</w:t>
      </w:r>
      <w:r w:rsidRPr="00704E7F">
        <w:rPr>
          <w:rFonts w:eastAsia="Times New Roman" w:cs="Segoe UI"/>
          <w:color w:val="AA0064"/>
          <w:szCs w:val="18"/>
          <w:lang w:eastAsia="de-DE"/>
        </w:rPr>
        <w:t>digitaleTeilhabe</w:t>
      </w:r>
      <w:r w:rsidRPr="001D353B">
        <w:rPr>
          <w:rFonts w:eastAsia="Times New Roman" w:cs="Segoe UI"/>
          <w:color w:val="AA0064"/>
          <w:szCs w:val="18"/>
          <w:lang w:eastAsia="de-DE"/>
        </w:rPr>
        <w:t xml:space="preserve"> </w:t>
      </w:r>
      <w:r w:rsidRPr="001D353B">
        <w:rPr>
          <w:rFonts w:eastAsia="Times New Roman" w:cs="Segoe UI"/>
          <w:color w:val="0F1419"/>
          <w:szCs w:val="18"/>
          <w:lang w:eastAsia="de-DE"/>
        </w:rPr>
        <w:t xml:space="preserve">und </w:t>
      </w:r>
      <w:r w:rsidR="00704E7F" w:rsidRPr="00704E7F">
        <w:rPr>
          <w:rFonts w:eastAsia="Times New Roman" w:cs="Segoe UI"/>
          <w:color w:val="AA0064"/>
          <w:szCs w:val="18"/>
          <w:lang w:eastAsia="de-DE"/>
        </w:rPr>
        <w:t>#digitaleB</w:t>
      </w:r>
      <w:r w:rsidR="00704E7F" w:rsidRPr="00704E7F">
        <w:rPr>
          <w:rFonts w:cs="Segoe UI"/>
          <w:color w:val="AA0064"/>
          <w:szCs w:val="18"/>
          <w:lang w:eastAsia="zh-CN"/>
        </w:rPr>
        <w:t>il</w:t>
      </w:r>
      <w:r w:rsidR="00704E7F" w:rsidRPr="00704E7F">
        <w:rPr>
          <w:rFonts w:eastAsia="Times New Roman" w:cs="Segoe UI"/>
          <w:color w:val="AA0064"/>
          <w:szCs w:val="18"/>
          <w:lang w:eastAsia="de-DE"/>
        </w:rPr>
        <w:t>dung</w:t>
      </w:r>
      <w:r w:rsidR="00704E7F">
        <w:rPr>
          <w:rFonts w:eastAsia="Times New Roman" w:cs="Segoe UI"/>
          <w:color w:val="0F1419"/>
          <w:szCs w:val="18"/>
          <w:lang w:eastAsia="de-DE"/>
        </w:rPr>
        <w:t xml:space="preserve"> </w:t>
      </w:r>
      <w:r w:rsidRPr="001D353B">
        <w:rPr>
          <w:rFonts w:eastAsia="Times New Roman" w:cs="Segoe UI"/>
          <w:color w:val="0F1419"/>
          <w:szCs w:val="18"/>
          <w:lang w:eastAsia="de-DE"/>
        </w:rPr>
        <w:t>gesucht! Ab sofort könnt ihr euch um den Preis für digitales Miteinander der Initiative</w:t>
      </w:r>
      <w:r w:rsidR="00704E7F">
        <w:rPr>
          <w:rFonts w:eastAsia="Times New Roman" w:cs="Segoe UI"/>
          <w:color w:val="0F1419"/>
          <w:szCs w:val="18"/>
          <w:lang w:eastAsia="de-DE"/>
        </w:rPr>
        <w:t xml:space="preserve"> </w:t>
      </w:r>
      <w:r w:rsidR="00704E7F" w:rsidRPr="00704E7F">
        <w:rPr>
          <w:rFonts w:eastAsia="Times New Roman" w:cs="Segoe UI"/>
          <w:color w:val="0F1419"/>
          <w:szCs w:val="18"/>
          <w:lang w:eastAsia="de-DE"/>
        </w:rPr>
        <w:t>„Digital für alle“</w:t>
      </w:r>
      <w:r w:rsidR="00704E7F">
        <w:rPr>
          <w:rFonts w:eastAsia="Times New Roman" w:cs="Segoe UI"/>
          <w:color w:val="0F1419"/>
          <w:szCs w:val="18"/>
          <w:lang w:eastAsia="de-DE"/>
        </w:rPr>
        <w:t xml:space="preserve"> </w:t>
      </w:r>
      <w:r w:rsidRPr="001D353B">
        <w:rPr>
          <w:rFonts w:eastAsia="Times New Roman" w:cs="Segoe UI"/>
          <w:color w:val="0F1419"/>
          <w:szCs w:val="18"/>
          <w:lang w:eastAsia="de-DE"/>
        </w:rPr>
        <w:t xml:space="preserve">bewerben. </w:t>
      </w:r>
      <w:r w:rsidRPr="001D353B">
        <w:rPr>
          <w:rFonts w:eastAsia="Times New Roman" w:cs="Segoe UI"/>
          <w:color w:val="AA0064"/>
          <w:szCs w:val="18"/>
          <w:lang w:eastAsia="de-DE"/>
        </w:rPr>
        <w:t>#DigitalMiteinander</w:t>
      </w:r>
    </w:p>
    <w:p w14:paraId="14C617A3" w14:textId="25FFA367" w:rsidR="00120A46" w:rsidRPr="001D353B" w:rsidRDefault="00120A46" w:rsidP="00704E7F">
      <w:pPr>
        <w:shd w:val="clear" w:color="auto" w:fill="FFFFFF"/>
        <w:spacing w:after="120" w:line="360" w:lineRule="auto"/>
        <w:rPr>
          <w:rFonts w:eastAsia="Times New Roman" w:cs="Segoe UI"/>
          <w:color w:val="0F1419"/>
          <w:szCs w:val="18"/>
          <w:lang w:eastAsia="de-DE"/>
        </w:rPr>
      </w:pPr>
      <w:r w:rsidRPr="001D353B">
        <w:rPr>
          <w:rFonts w:eastAsia="Times New Roman" w:cs="Segoe UI"/>
          <w:color w:val="0F1419"/>
          <w:szCs w:val="18"/>
          <w:lang w:eastAsia="de-DE"/>
        </w:rPr>
        <w:t>Zu gewinnen</w:t>
      </w:r>
      <w:r w:rsidR="00AB5411" w:rsidRPr="001D353B">
        <w:rPr>
          <w:rFonts w:eastAsia="Times New Roman" w:cs="Segoe UI"/>
          <w:color w:val="0F1419"/>
          <w:szCs w:val="18"/>
          <w:lang w:eastAsia="de-DE"/>
        </w:rPr>
        <w:t xml:space="preserve"> gibt es </w:t>
      </w:r>
      <w:r w:rsidR="00704E7F">
        <w:rPr>
          <w:rFonts w:eastAsia="Times New Roman" w:cs="Segoe UI"/>
          <w:color w:val="0F1419"/>
          <w:szCs w:val="18"/>
          <w:lang w:eastAsia="de-DE"/>
        </w:rPr>
        <w:t>ins</w:t>
      </w:r>
      <w:r w:rsidR="009F79FB">
        <w:rPr>
          <w:rFonts w:eastAsia="Times New Roman" w:cs="Segoe UI"/>
          <w:color w:val="0F1419"/>
          <w:szCs w:val="18"/>
          <w:lang w:eastAsia="de-DE"/>
        </w:rPr>
        <w:t>gesamt 10</w:t>
      </w:r>
      <w:r w:rsidRPr="001D353B">
        <w:rPr>
          <w:rFonts w:eastAsia="Times New Roman" w:cs="Segoe UI"/>
          <w:color w:val="0F1419"/>
          <w:szCs w:val="18"/>
          <w:lang w:eastAsia="de-DE"/>
        </w:rPr>
        <w:t>.000</w:t>
      </w:r>
      <w:r w:rsidR="00E31408" w:rsidRPr="001D353B">
        <w:rPr>
          <w:rFonts w:eastAsia="Times New Roman" w:cs="Segoe UI"/>
          <w:color w:val="0F1419"/>
          <w:szCs w:val="18"/>
          <w:lang w:eastAsia="de-DE"/>
        </w:rPr>
        <w:t xml:space="preserve"> </w:t>
      </w:r>
      <w:r w:rsidRPr="001D353B">
        <w:rPr>
          <w:rFonts w:eastAsia="Times New Roman" w:cs="Segoe UI"/>
          <w:color w:val="0F1419"/>
          <w:szCs w:val="18"/>
          <w:lang w:eastAsia="de-DE"/>
        </w:rPr>
        <w:t xml:space="preserve">€ Preisgeld! </w:t>
      </w:r>
      <w:r w:rsidRPr="001D353B">
        <w:rPr>
          <w:rFonts w:ascii="Segoe UI Emoji" w:eastAsia="Times New Roman" w:hAnsi="Segoe UI Emoji" w:cs="Segoe UI Emoji"/>
          <w:color w:val="0F1419"/>
          <w:szCs w:val="18"/>
          <w:lang w:eastAsia="de-DE"/>
        </w:rPr>
        <w:t>😊</w:t>
      </w:r>
      <w:r w:rsidRPr="001D353B">
        <w:rPr>
          <w:rFonts w:eastAsia="Times New Roman" w:cs="Segoe UI"/>
          <w:color w:val="0F1419"/>
          <w:szCs w:val="18"/>
          <w:lang w:eastAsia="de-DE"/>
        </w:rPr>
        <w:t xml:space="preserve"> </w:t>
      </w:r>
    </w:p>
    <w:p w14:paraId="0E857626" w14:textId="10C59E28" w:rsidR="00120A46" w:rsidRPr="001D353B" w:rsidRDefault="00120A46" w:rsidP="00704E7F">
      <w:pPr>
        <w:shd w:val="clear" w:color="auto" w:fill="FFFFFF"/>
        <w:spacing w:after="120" w:line="360" w:lineRule="auto"/>
        <w:rPr>
          <w:rFonts w:eastAsia="Times New Roman" w:cs="Segoe UI"/>
          <w:color w:val="AA0064"/>
          <w:szCs w:val="18"/>
          <w:lang w:eastAsia="de-DE"/>
        </w:rPr>
      </w:pPr>
      <w:r w:rsidRPr="001D353B">
        <w:rPr>
          <w:rFonts w:ascii="Segoe UI Emoji" w:eastAsia="Times New Roman" w:hAnsi="Segoe UI Emoji" w:cs="Segoe UI Emoji"/>
          <w:color w:val="0F1419"/>
          <w:szCs w:val="18"/>
          <w:lang w:eastAsia="de-DE"/>
        </w:rPr>
        <w:t>👉</w:t>
      </w:r>
      <w:r w:rsidRPr="001D353B">
        <w:rPr>
          <w:rFonts w:eastAsia="Times New Roman" w:cs="Segoe UI"/>
          <w:color w:val="0F1419"/>
          <w:szCs w:val="18"/>
          <w:lang w:eastAsia="de-DE"/>
        </w:rPr>
        <w:t xml:space="preserve">Alle Infos </w:t>
      </w:r>
      <w:hyperlink r:id="rId13" w:history="1">
        <w:r w:rsidR="005C71F8" w:rsidRPr="001D353B">
          <w:rPr>
            <w:rStyle w:val="Hyperlink"/>
          </w:rPr>
          <w:t>https://digitaltag.eu/preis-fuer-digitales-miteinander</w:t>
        </w:r>
      </w:hyperlink>
    </w:p>
    <w:p w14:paraId="60698CA9" w14:textId="1BF54DB1" w:rsidR="00867959" w:rsidRPr="001D353B" w:rsidRDefault="000C0610" w:rsidP="00704E7F">
      <w:pPr>
        <w:shd w:val="clear" w:color="auto" w:fill="FFFFFF"/>
        <w:spacing w:after="120" w:line="360" w:lineRule="auto"/>
        <w:rPr>
          <w:rFonts w:eastAsia="Times New Roman" w:cs="Segoe UI"/>
          <w:color w:val="AA0064"/>
          <w:szCs w:val="18"/>
          <w:lang w:eastAsia="de-DE"/>
        </w:rPr>
      </w:pPr>
      <w:r w:rsidRPr="001D353B">
        <w:rPr>
          <w:rFonts w:eastAsia="Times New Roman" w:cs="Segoe UI"/>
          <w:color w:val="AA0064"/>
          <w:szCs w:val="18"/>
          <w:lang w:eastAsia="de-DE"/>
        </w:rPr>
        <w:t>__________________</w:t>
      </w:r>
    </w:p>
    <w:p w14:paraId="2CB24E81" w14:textId="77777777" w:rsidR="000C0610" w:rsidRPr="001D353B" w:rsidRDefault="000C0610" w:rsidP="00704E7F">
      <w:pPr>
        <w:shd w:val="clear" w:color="auto" w:fill="FFFFFF"/>
        <w:spacing w:after="120" w:line="360" w:lineRule="auto"/>
        <w:rPr>
          <w:rFonts w:eastAsia="Times New Roman" w:cs="Segoe UI"/>
          <w:color w:val="AA0064"/>
          <w:szCs w:val="18"/>
          <w:lang w:eastAsia="de-DE"/>
        </w:rPr>
      </w:pPr>
    </w:p>
    <w:p w14:paraId="00AA5269" w14:textId="03AC7D0F" w:rsidR="000C0610" w:rsidRPr="001D353B" w:rsidRDefault="00867959" w:rsidP="00704E7F">
      <w:pPr>
        <w:shd w:val="clear" w:color="auto" w:fill="FFFFFF"/>
        <w:spacing w:after="120" w:line="360" w:lineRule="auto"/>
        <w:rPr>
          <w:rFonts w:eastAsia="Times New Roman" w:cs="Segoe UI"/>
          <w:color w:val="0F1419"/>
          <w:szCs w:val="18"/>
          <w:lang w:eastAsia="de-DE"/>
        </w:rPr>
      </w:pPr>
      <w:r w:rsidRPr="001D353B">
        <w:rPr>
          <w:rFonts w:ascii="Segoe UI Emoji" w:eastAsia="Times New Roman" w:hAnsi="Segoe UI Emoji" w:cs="Segoe UI Emoji"/>
          <w:color w:val="0F1419"/>
          <w:szCs w:val="18"/>
          <w:lang w:eastAsia="de-DE"/>
        </w:rPr>
        <w:t>📢</w:t>
      </w:r>
      <w:r w:rsidRPr="001D353B">
        <w:rPr>
          <w:rFonts w:eastAsia="Times New Roman" w:cs="Segoe UI Emoji"/>
          <w:color w:val="0F1419"/>
          <w:szCs w:val="18"/>
          <w:lang w:eastAsia="de-DE"/>
        </w:rPr>
        <w:t xml:space="preserve"> Bewerbungsphase für </w:t>
      </w:r>
      <w:r w:rsidR="0089171B" w:rsidRPr="001D353B">
        <w:rPr>
          <w:rFonts w:eastAsia="Times New Roman" w:cs="Segoe UI Emoji"/>
          <w:color w:val="0F1419"/>
          <w:szCs w:val="18"/>
          <w:lang w:eastAsia="de-DE"/>
        </w:rPr>
        <w:t xml:space="preserve">den </w:t>
      </w:r>
      <w:r w:rsidRPr="001D353B">
        <w:rPr>
          <w:rFonts w:eastAsia="Times New Roman" w:cs="Segoe UI Emoji"/>
          <w:color w:val="0F1419"/>
          <w:szCs w:val="18"/>
          <w:lang w:eastAsia="de-DE"/>
        </w:rPr>
        <w:t>Preis für digitales Miteinander gestartet! Die Initia</w:t>
      </w:r>
      <w:r w:rsidR="000C0610" w:rsidRPr="001D353B">
        <w:rPr>
          <w:rFonts w:eastAsia="Times New Roman" w:cs="Segoe UI Emoji"/>
          <w:color w:val="0F1419"/>
          <w:szCs w:val="18"/>
          <w:lang w:eastAsia="de-DE"/>
        </w:rPr>
        <w:t>ti</w:t>
      </w:r>
      <w:r w:rsidRPr="001D353B">
        <w:rPr>
          <w:rFonts w:eastAsia="Times New Roman" w:cs="Segoe UI Emoji"/>
          <w:color w:val="0F1419"/>
          <w:szCs w:val="18"/>
          <w:lang w:eastAsia="de-DE"/>
        </w:rPr>
        <w:t>ve</w:t>
      </w:r>
      <w:r w:rsidR="009F79FB" w:rsidRPr="009F79FB">
        <w:rPr>
          <w:rFonts w:eastAsia="Times New Roman" w:cs="Segoe UI Emoji"/>
          <w:color w:val="0F1419"/>
          <w:szCs w:val="18"/>
          <w:lang w:eastAsia="de-DE"/>
        </w:rPr>
        <w:t xml:space="preserve"> „Digital für alle</w:t>
      </w:r>
      <w:r w:rsidR="00CD5C8F" w:rsidRPr="009F79FB">
        <w:rPr>
          <w:rFonts w:eastAsia="Times New Roman" w:cs="Segoe UI Emoji"/>
          <w:color w:val="0F1419"/>
          <w:szCs w:val="18"/>
          <w:lang w:eastAsia="de-DE"/>
        </w:rPr>
        <w:t xml:space="preserve">“ </w:t>
      </w:r>
      <w:r w:rsidR="00CD5C8F" w:rsidRPr="001D353B">
        <w:rPr>
          <w:rFonts w:eastAsia="Times New Roman" w:cs="Segoe UI Emoji"/>
          <w:color w:val="0F1419"/>
          <w:szCs w:val="18"/>
          <w:lang w:eastAsia="de-DE"/>
        </w:rPr>
        <w:t>sucht</w:t>
      </w:r>
      <w:r w:rsidRPr="001D353B">
        <w:rPr>
          <w:rFonts w:eastAsia="Times New Roman" w:cs="Segoe UI Emoji"/>
          <w:color w:val="0F1419"/>
          <w:szCs w:val="18"/>
          <w:lang w:eastAsia="de-DE"/>
        </w:rPr>
        <w:t xml:space="preserve"> Projekte, die </w:t>
      </w:r>
      <w:r w:rsidRPr="009F79FB">
        <w:rPr>
          <w:rFonts w:eastAsia="Times New Roman" w:cs="Segoe UI Emoji"/>
          <w:color w:val="AA0064"/>
          <w:szCs w:val="18"/>
          <w:lang w:eastAsia="de-DE"/>
        </w:rPr>
        <w:t xml:space="preserve">#digitaleTeilhabe </w:t>
      </w:r>
      <w:r w:rsidRPr="001D353B">
        <w:rPr>
          <w:rFonts w:eastAsia="Times New Roman" w:cs="Segoe UI Emoji"/>
          <w:color w:val="0F1419"/>
          <w:szCs w:val="18"/>
          <w:lang w:eastAsia="de-DE"/>
        </w:rPr>
        <w:t>fördern</w:t>
      </w:r>
      <w:r w:rsidR="00177087" w:rsidRPr="001D353B">
        <w:rPr>
          <w:rFonts w:eastAsia="Times New Roman" w:cs="Segoe UI Emoji"/>
          <w:color w:val="0F1419"/>
          <w:szCs w:val="18"/>
          <w:lang w:eastAsia="de-DE"/>
        </w:rPr>
        <w:t xml:space="preserve"> und</w:t>
      </w:r>
      <w:r w:rsidRPr="001D353B">
        <w:rPr>
          <w:rFonts w:eastAsia="Times New Roman" w:cs="Segoe UI Emoji"/>
          <w:color w:val="0F1419"/>
          <w:szCs w:val="18"/>
          <w:lang w:eastAsia="de-DE"/>
        </w:rPr>
        <w:t xml:space="preserve"> </w:t>
      </w:r>
      <w:r w:rsidR="009F79FB" w:rsidRPr="009F79FB">
        <w:rPr>
          <w:rFonts w:eastAsia="Times New Roman" w:cs="Segoe UI Emoji"/>
          <w:color w:val="AA0064"/>
          <w:szCs w:val="18"/>
          <w:lang w:eastAsia="de-DE"/>
        </w:rPr>
        <w:t xml:space="preserve">#digitaleBildung </w:t>
      </w:r>
      <w:r w:rsidR="0067182E" w:rsidRPr="001D353B">
        <w:rPr>
          <w:rFonts w:eastAsia="Times New Roman" w:cs="Segoe UI Emoji"/>
          <w:color w:val="0F1419"/>
          <w:szCs w:val="18"/>
          <w:lang w:eastAsia="de-DE"/>
        </w:rPr>
        <w:t>stärken</w:t>
      </w:r>
      <w:r w:rsidRPr="001D353B">
        <w:rPr>
          <w:rFonts w:eastAsia="Times New Roman" w:cs="Segoe UI Emoji"/>
          <w:color w:val="0F1419"/>
          <w:szCs w:val="18"/>
          <w:lang w:eastAsia="de-DE"/>
        </w:rPr>
        <w:t xml:space="preserve">. </w:t>
      </w:r>
      <w:r w:rsidR="000C0610" w:rsidRPr="001D353B">
        <w:rPr>
          <w:rFonts w:eastAsia="Times New Roman" w:cs="Segoe UI"/>
          <w:color w:val="0F1419"/>
          <w:szCs w:val="18"/>
          <w:lang w:eastAsia="de-DE"/>
        </w:rPr>
        <w:t>Zu gewinnen</w:t>
      </w:r>
      <w:r w:rsidR="00A21B45" w:rsidRPr="001D353B">
        <w:rPr>
          <w:rFonts w:eastAsia="Times New Roman" w:cs="Segoe UI"/>
          <w:color w:val="0F1419"/>
          <w:szCs w:val="18"/>
          <w:lang w:eastAsia="de-DE"/>
        </w:rPr>
        <w:t xml:space="preserve"> gibt es </w:t>
      </w:r>
      <w:r w:rsidR="009F79FB">
        <w:rPr>
          <w:rFonts w:eastAsia="Times New Roman" w:cs="Segoe UI"/>
          <w:color w:val="0F1419"/>
          <w:szCs w:val="18"/>
          <w:lang w:eastAsia="de-DE"/>
        </w:rPr>
        <w:t>10</w:t>
      </w:r>
      <w:r w:rsidR="000C0610" w:rsidRPr="001D353B">
        <w:rPr>
          <w:rFonts w:eastAsia="Times New Roman" w:cs="Segoe UI"/>
          <w:color w:val="0F1419"/>
          <w:szCs w:val="18"/>
          <w:lang w:eastAsia="de-DE"/>
        </w:rPr>
        <w:t>.000</w:t>
      </w:r>
      <w:r w:rsidR="00E31408" w:rsidRPr="001D353B">
        <w:rPr>
          <w:rFonts w:eastAsia="Times New Roman" w:cs="Segoe UI"/>
          <w:color w:val="0F1419"/>
          <w:szCs w:val="18"/>
          <w:lang w:eastAsia="de-DE"/>
        </w:rPr>
        <w:t xml:space="preserve"> </w:t>
      </w:r>
      <w:r w:rsidR="000C0610" w:rsidRPr="001D353B">
        <w:rPr>
          <w:rFonts w:eastAsia="Times New Roman" w:cs="Segoe UI"/>
          <w:color w:val="0F1419"/>
          <w:szCs w:val="18"/>
          <w:lang w:eastAsia="de-DE"/>
        </w:rPr>
        <w:t xml:space="preserve">€ Preisgeld! </w:t>
      </w:r>
      <w:r w:rsidR="000C0610" w:rsidRPr="001D353B">
        <w:rPr>
          <w:rFonts w:ascii="Segoe UI Emoji" w:eastAsia="Times New Roman" w:hAnsi="Segoe UI Emoji" w:cs="Segoe UI Emoji"/>
          <w:color w:val="0F1419"/>
          <w:szCs w:val="18"/>
          <w:lang w:eastAsia="de-DE"/>
        </w:rPr>
        <w:t>😊</w:t>
      </w:r>
      <w:r w:rsidR="000C0610" w:rsidRPr="001D353B">
        <w:rPr>
          <w:rFonts w:eastAsia="Times New Roman" w:cs="Segoe UI"/>
          <w:color w:val="0F1419"/>
          <w:szCs w:val="18"/>
          <w:lang w:eastAsia="de-DE"/>
        </w:rPr>
        <w:t xml:space="preserve"> </w:t>
      </w:r>
    </w:p>
    <w:p w14:paraId="2128320E" w14:textId="3FE7928E" w:rsidR="000C0610" w:rsidRPr="001D353B" w:rsidRDefault="000C0610" w:rsidP="00704E7F">
      <w:pPr>
        <w:shd w:val="clear" w:color="auto" w:fill="FFFFFF"/>
        <w:spacing w:after="120" w:line="360" w:lineRule="auto"/>
        <w:rPr>
          <w:rFonts w:eastAsia="Times New Roman" w:cs="Segoe UI"/>
          <w:color w:val="AA0064"/>
          <w:szCs w:val="18"/>
          <w:lang w:eastAsia="de-DE"/>
        </w:rPr>
      </w:pPr>
      <w:r w:rsidRPr="001D353B">
        <w:rPr>
          <w:rFonts w:ascii="Segoe UI Emoji" w:eastAsia="Times New Roman" w:hAnsi="Segoe UI Emoji" w:cs="Segoe UI Emoji"/>
          <w:color w:val="0F1419"/>
          <w:szCs w:val="18"/>
          <w:lang w:eastAsia="de-DE"/>
        </w:rPr>
        <w:t>👉</w:t>
      </w:r>
      <w:r w:rsidRPr="001D353B">
        <w:rPr>
          <w:rFonts w:eastAsia="Times New Roman" w:cs="Segoe UI"/>
          <w:color w:val="0F1419"/>
          <w:szCs w:val="18"/>
          <w:lang w:eastAsia="de-DE"/>
        </w:rPr>
        <w:t xml:space="preserve"> </w:t>
      </w:r>
      <w:hyperlink r:id="rId14" w:history="1">
        <w:r w:rsidR="005C71F8" w:rsidRPr="001D353B">
          <w:rPr>
            <w:rStyle w:val="Hyperlink"/>
          </w:rPr>
          <w:t>https://digitaltag.eu/preis-fuer-digitales-miteinander</w:t>
        </w:r>
      </w:hyperlink>
    </w:p>
    <w:p w14:paraId="2C343FE6" w14:textId="77777777" w:rsidR="00120A46" w:rsidRPr="001D353B" w:rsidRDefault="00120A46" w:rsidP="00704E7F">
      <w:pPr>
        <w:pStyle w:val="BITFlietextmitAbsatz"/>
        <w:spacing w:after="120"/>
      </w:pPr>
    </w:p>
    <w:p w14:paraId="270E7AEB" w14:textId="323EBF0E" w:rsidR="00120A46" w:rsidRPr="001D353B" w:rsidRDefault="00120A46" w:rsidP="00704E7F">
      <w:pPr>
        <w:pStyle w:val="BITFlietextmitAbsatz"/>
        <w:spacing w:after="120"/>
        <w:rPr>
          <w:b/>
          <w:bCs/>
        </w:rPr>
      </w:pPr>
      <w:r w:rsidRPr="001D353B">
        <w:rPr>
          <w:b/>
          <w:bCs/>
        </w:rPr>
        <w:t>Facebook/LinkedIn/Instagram</w:t>
      </w:r>
    </w:p>
    <w:p w14:paraId="584D99AF" w14:textId="74715730" w:rsidR="00120A46" w:rsidRPr="001D353B" w:rsidRDefault="00867959" w:rsidP="00704E7F">
      <w:pPr>
        <w:pStyle w:val="BITFlietextmitAbsatz"/>
        <w:spacing w:after="120"/>
      </w:pPr>
      <w:r w:rsidRPr="001D353B">
        <w:rPr>
          <w:rFonts w:ascii="Segoe UI Emoji" w:eastAsia="Times New Roman" w:hAnsi="Segoe UI Emoji" w:cs="Segoe UI Emoji"/>
          <w:color w:val="0F1419"/>
          <w:szCs w:val="18"/>
          <w:lang w:eastAsia="de-DE"/>
        </w:rPr>
        <w:t>📢</w:t>
      </w:r>
      <w:r w:rsidRPr="001D353B">
        <w:rPr>
          <w:rFonts w:eastAsia="Times New Roman" w:cs="Segoe UI Emoji"/>
          <w:color w:val="0F1419"/>
          <w:szCs w:val="18"/>
          <w:lang w:eastAsia="de-DE"/>
        </w:rPr>
        <w:t xml:space="preserve"> </w:t>
      </w:r>
      <w:r w:rsidRPr="001D353B">
        <w:t>Jetzt um den Preis für digitales Miteinander bewerben!</w:t>
      </w:r>
    </w:p>
    <w:p w14:paraId="58904AE5" w14:textId="0B153CAD" w:rsidR="00867959" w:rsidRPr="001D353B" w:rsidRDefault="00384752" w:rsidP="00704E7F">
      <w:pPr>
        <w:pStyle w:val="BITFlietextmitAbsatz"/>
        <w:spacing w:after="120"/>
      </w:pPr>
      <w:r w:rsidRPr="001D353B">
        <w:t xml:space="preserve">Ihr engagiert euch für digitale Teilhabe oder stärkt mit eurem Angebot </w:t>
      </w:r>
      <w:r w:rsidR="0000160B">
        <w:t>Medien- und KI-</w:t>
      </w:r>
      <w:r w:rsidRPr="001D353B">
        <w:t xml:space="preserve">Kompetenzen von Kindern und Jugendlichen? </w:t>
      </w:r>
      <w:r w:rsidR="00867959" w:rsidRPr="001D353B">
        <w:t xml:space="preserve">Dann bewerbt euch jetzt unter </w:t>
      </w:r>
      <w:hyperlink r:id="rId15" w:history="1">
        <w:r w:rsidR="005C71F8" w:rsidRPr="001D353B">
          <w:rPr>
            <w:rStyle w:val="Hyperlink"/>
          </w:rPr>
          <w:t>https://digitaltag.eu/preis-fuer-digitales-miteinander</w:t>
        </w:r>
      </w:hyperlink>
      <w:r w:rsidR="0000160B">
        <w:t>!</w:t>
      </w:r>
      <w:r w:rsidR="00867959" w:rsidRPr="001D353B">
        <w:rPr>
          <w:rFonts w:eastAsia="Times New Roman" w:cs="Segoe UI Emoji"/>
          <w:color w:val="0F1419"/>
          <w:szCs w:val="18"/>
          <w:lang w:eastAsia="de-DE"/>
        </w:rPr>
        <w:t xml:space="preserve"> </w:t>
      </w:r>
    </w:p>
    <w:p w14:paraId="027AC9DC" w14:textId="69B93855" w:rsidR="00867959" w:rsidRPr="001D353B" w:rsidRDefault="00A21B45" w:rsidP="00704E7F">
      <w:pPr>
        <w:pStyle w:val="BITFlietextmitAbsatz"/>
        <w:spacing w:after="120"/>
      </w:pPr>
      <w:r w:rsidRPr="001D353B">
        <w:t>Zu gewinnen gibt es</w:t>
      </w:r>
      <w:r w:rsidR="009B3619">
        <w:t xml:space="preserve"> insgesamt</w:t>
      </w:r>
      <w:r w:rsidRPr="001D353B">
        <w:t xml:space="preserve"> </w:t>
      </w:r>
      <w:r w:rsidR="009B3619">
        <w:t>10</w:t>
      </w:r>
      <w:r w:rsidRPr="001D353B">
        <w:t>.</w:t>
      </w:r>
      <w:r w:rsidR="00867959" w:rsidRPr="001D353B">
        <w:t xml:space="preserve">000 Euro </w:t>
      </w:r>
      <w:r w:rsidRPr="001D353B">
        <w:t>Preisgeld</w:t>
      </w:r>
      <w:r w:rsidR="007002FA" w:rsidRPr="001D353B">
        <w:t>. Eine</w:t>
      </w:r>
      <w:r w:rsidR="00867959" w:rsidRPr="001D353B">
        <w:t xml:space="preserve"> hochkarätige Jury </w:t>
      </w:r>
      <w:r w:rsidR="007002FA" w:rsidRPr="001D353B">
        <w:t xml:space="preserve">entscheidet über </w:t>
      </w:r>
      <w:r w:rsidR="00384752" w:rsidRPr="001D353B">
        <w:t>die</w:t>
      </w:r>
      <w:r w:rsidR="007002FA" w:rsidRPr="001D353B">
        <w:t xml:space="preserve"> Gewinnerprojekt</w:t>
      </w:r>
      <w:r w:rsidR="00384752" w:rsidRPr="001D353B">
        <w:t>e</w:t>
      </w:r>
      <w:r w:rsidR="007002FA" w:rsidRPr="001D353B">
        <w:t xml:space="preserve">. </w:t>
      </w:r>
      <w:r w:rsidR="00867959" w:rsidRPr="001D353B">
        <w:t xml:space="preserve">Anlässlich des bundesweiten Digitaltags am </w:t>
      </w:r>
      <w:r w:rsidR="005C71F8" w:rsidRPr="001D353B">
        <w:t>2</w:t>
      </w:r>
      <w:r w:rsidR="002511C6" w:rsidRPr="001D353B">
        <w:t>6</w:t>
      </w:r>
      <w:r w:rsidR="00867959" w:rsidRPr="001D353B">
        <w:t>. Juni 202</w:t>
      </w:r>
      <w:r w:rsidR="002511C6" w:rsidRPr="001D353B">
        <w:t>6</w:t>
      </w:r>
      <w:r w:rsidR="00867959" w:rsidRPr="001D353B">
        <w:t xml:space="preserve"> verleiht die Initiative „Digital für alle“ die Auszeichnung an bereits erfolgreich angelaufene Projekte, die in erster Linie gemeinwohlorientiert sind. </w:t>
      </w:r>
    </w:p>
    <w:p w14:paraId="4EDD39FD" w14:textId="53B21F14" w:rsidR="00BC3F50" w:rsidRPr="001D353B" w:rsidRDefault="00867959" w:rsidP="0000160B">
      <w:pPr>
        <w:pStyle w:val="BITFlietextmitAbsatz"/>
        <w:spacing w:after="120"/>
      </w:pPr>
      <w:r w:rsidRPr="001D353B">
        <w:rPr>
          <w:rFonts w:ascii="Segoe UI Emoji" w:eastAsia="Times New Roman" w:hAnsi="Segoe UI Emoji" w:cs="Segoe UI Emoji"/>
          <w:color w:val="0F1419"/>
          <w:szCs w:val="18"/>
          <w:lang w:eastAsia="de-DE"/>
        </w:rPr>
        <w:t>👉</w:t>
      </w:r>
      <w:r w:rsidRPr="001D353B">
        <w:rPr>
          <w:rFonts w:eastAsia="Times New Roman" w:cs="Segoe UI Emoji"/>
          <w:color w:val="0F1419"/>
          <w:szCs w:val="18"/>
          <w:lang w:eastAsia="de-DE"/>
        </w:rPr>
        <w:t xml:space="preserve"> </w:t>
      </w:r>
      <w:r w:rsidRPr="001D353B">
        <w:t xml:space="preserve">Alle Infos zur Teilnahme gibt es auf </w:t>
      </w:r>
      <w:hyperlink r:id="rId16" w:history="1">
        <w:r w:rsidR="005C71F8" w:rsidRPr="001D353B">
          <w:rPr>
            <w:rStyle w:val="Hyperlink"/>
          </w:rPr>
          <w:t>https://digitaltag.eu/preis-fuer-digitales-miteinander</w:t>
        </w:r>
      </w:hyperlink>
      <w:r w:rsidRPr="001D353B">
        <w:rPr>
          <w:rFonts w:eastAsia="Times New Roman" w:cs="Segoe UI"/>
          <w:szCs w:val="18"/>
          <w:lang w:eastAsia="de-DE"/>
        </w:rPr>
        <w:t>!</w:t>
      </w:r>
      <w:r w:rsidRPr="001D353B">
        <w:rPr>
          <w:rFonts w:eastAsia="Times New Roman" w:cs="Segoe UI"/>
          <w:color w:val="1D9BF0"/>
          <w:szCs w:val="18"/>
          <w:lang w:eastAsia="de-DE"/>
        </w:rPr>
        <w:t xml:space="preserve"> </w:t>
      </w:r>
      <w:r w:rsidRPr="001D353B">
        <w:rPr>
          <w:rFonts w:eastAsia="Times New Roman" w:cs="Segoe UI"/>
          <w:szCs w:val="18"/>
          <w:lang w:eastAsia="de-DE"/>
        </w:rPr>
        <w:t xml:space="preserve">Bewerbungsschluss ist der </w:t>
      </w:r>
      <w:r w:rsidR="005C71F8" w:rsidRPr="001D353B">
        <w:rPr>
          <w:rFonts w:eastAsia="Times New Roman" w:cs="Segoe UI"/>
          <w:szCs w:val="18"/>
          <w:lang w:eastAsia="de-DE"/>
        </w:rPr>
        <w:t>1</w:t>
      </w:r>
      <w:r w:rsidR="002511C6" w:rsidRPr="001D353B">
        <w:rPr>
          <w:rFonts w:eastAsia="Times New Roman" w:cs="Segoe UI"/>
          <w:szCs w:val="18"/>
          <w:lang w:eastAsia="de-DE"/>
        </w:rPr>
        <w:t>5</w:t>
      </w:r>
      <w:r w:rsidRPr="001D353B">
        <w:rPr>
          <w:rFonts w:eastAsia="Times New Roman" w:cs="Segoe UI"/>
          <w:szCs w:val="18"/>
          <w:lang w:eastAsia="de-DE"/>
        </w:rPr>
        <w:t>. April 202</w:t>
      </w:r>
      <w:r w:rsidR="002511C6" w:rsidRPr="001D353B">
        <w:rPr>
          <w:rFonts w:eastAsia="Times New Roman" w:cs="Segoe UI"/>
          <w:szCs w:val="18"/>
          <w:lang w:eastAsia="de-DE"/>
        </w:rPr>
        <w:t>6</w:t>
      </w:r>
      <w:r w:rsidRPr="001D353B">
        <w:rPr>
          <w:rFonts w:eastAsia="Times New Roman" w:cs="Segoe UI"/>
          <w:szCs w:val="18"/>
          <w:lang w:eastAsia="de-DE"/>
        </w:rPr>
        <w:t xml:space="preserve">. </w:t>
      </w:r>
    </w:p>
    <w:sectPr w:rsidR="00BC3F50" w:rsidRPr="001D353B" w:rsidSect="00D36F81">
      <w:headerReference w:type="default" r:id="rId17"/>
      <w:footerReference w:type="default" r:id="rId18"/>
      <w:headerReference w:type="first" r:id="rId19"/>
      <w:footerReference w:type="first" r:id="rId20"/>
      <w:pgSz w:w="11906" w:h="16838" w:code="9"/>
      <w:pgMar w:top="4179" w:right="3686" w:bottom="79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A69CB" w14:textId="77777777" w:rsidR="0022451E" w:rsidRDefault="0022451E" w:rsidP="002B7933">
      <w:pPr>
        <w:spacing w:line="240" w:lineRule="auto"/>
      </w:pPr>
      <w:r>
        <w:separator/>
      </w:r>
    </w:p>
  </w:endnote>
  <w:endnote w:type="continuationSeparator" w:id="0">
    <w:p w14:paraId="57A74ABB" w14:textId="77777777" w:rsidR="0022451E" w:rsidRDefault="0022451E" w:rsidP="002B79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heSansOffice">
    <w:altName w:val="Malgun Gothic"/>
    <w:panose1 w:val="020B0503040302060204"/>
    <w:charset w:val="00"/>
    <w:family w:val="swiss"/>
    <w:pitch w:val="variable"/>
    <w:sig w:usb0="80000027" w:usb1="0000004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w:panose1 w:val="020B0502040204020203"/>
    <w:charset w:val="00"/>
    <w:family w:val="swiss"/>
    <w:pitch w:val="variable"/>
    <w:sig w:usb0="E4002EFF" w:usb1="C000E47F" w:usb2="00000009" w:usb3="00000000" w:csb0="000001FF" w:csb1="00000000"/>
  </w:font>
  <w:font w:name="TheSans C4s Bold">
    <w:panose1 w:val="020B0702050302020203"/>
    <w:charset w:val="00"/>
    <w:family w:val="swiss"/>
    <w:notTrueType/>
    <w:pitch w:val="variable"/>
    <w:sig w:usb0="A00000FF" w:usb1="5000F0FB" w:usb2="00000000" w:usb3="00000000" w:csb0="000001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52006" w14:textId="77777777" w:rsidR="002B7933" w:rsidRDefault="00950213">
    <w:pPr>
      <w:pStyle w:val="Fuzeile"/>
    </w:pPr>
    <w:r>
      <w:rPr>
        <w:noProof/>
        <w:sz w:val="15"/>
        <w:szCs w:val="15"/>
        <w:lang w:eastAsia="de-DE"/>
      </w:rPr>
      <mc:AlternateContent>
        <mc:Choice Requires="wps">
          <w:drawing>
            <wp:anchor distT="0" distB="0" distL="114300" distR="114300" simplePos="0" relativeHeight="251658243" behindDoc="1" locked="1" layoutInCell="1" allowOverlap="1" wp14:anchorId="7E23CA0D" wp14:editId="3E0B4A96">
              <wp:simplePos x="0" y="0"/>
              <wp:positionH relativeFrom="page">
                <wp:posOffset>5616575</wp:posOffset>
              </wp:positionH>
              <wp:positionV relativeFrom="page">
                <wp:posOffset>9892030</wp:posOffset>
              </wp:positionV>
              <wp:extent cx="1620000" cy="180000"/>
              <wp:effectExtent l="0" t="0" r="18415" b="10795"/>
              <wp:wrapNone/>
              <wp:docPr id="8"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5A1D88F" w14:textId="77777777" w:rsidR="002B7933" w:rsidRPr="00EF1FC6" w:rsidRDefault="00CA5697" w:rsidP="000F5600">
                          <w:pPr>
                            <w:pStyle w:val="BITAbsenderBold"/>
                            <w:rPr>
                              <w:rStyle w:val="BITBlau"/>
                              <w:color w:val="AA0064"/>
                            </w:rPr>
                          </w:pPr>
                          <w:r w:rsidRPr="00EF1FC6">
                            <w:rPr>
                              <w:rStyle w:val="BITBlau"/>
                              <w:color w:val="AA0064"/>
                            </w:rPr>
                            <w:t>www.digitaltag.eu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23CA0D" id="_x0000_t202" coordsize="21600,21600" o:spt="202" path="m,l,21600r21600,l21600,xe">
              <v:stroke joinstyle="miter"/>
              <v:path gradientshapeok="t" o:connecttype="rect"/>
            </v:shapetype>
            <v:shape id="Textfeld 10" o:spid="_x0000_s1026" type="#_x0000_t202" style="position:absolute;margin-left:442.25pt;margin-top:778.9pt;width:127.55pt;height:14.1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" filled="f" stroked="f" strokeweight=".5pt">
              <v:textbox inset="0,0,0,0">
                <w:txbxContent>
                  <w:p w14:paraId="55A1D88F" w14:textId="77777777" w:rsidR="002B7933" w:rsidRPr="00EF1FC6" w:rsidRDefault="00CA5697" w:rsidP="000F5600">
                    <w:pPr>
                      <w:pStyle w:val="BITAbsenderBold"/>
                      <w:rPr>
                        <w:rStyle w:val="BITBlau"/>
                        <w:color w:val="AA0064"/>
                      </w:rPr>
                    </w:pPr>
                    <w:r w:rsidRPr="00EF1FC6">
                      <w:rPr>
                        <w:rStyle w:val="BITBlau"/>
                        <w:color w:val="AA0064"/>
                      </w:rPr>
                      <w:t>www.digitaltag.eu</w:t>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AD03" w14:textId="77777777" w:rsidR="002B7933" w:rsidRDefault="00950213">
    <w:pPr>
      <w:pStyle w:val="Fuzeile"/>
    </w:pPr>
    <w:r>
      <w:rPr>
        <w:noProof/>
        <w:sz w:val="15"/>
        <w:szCs w:val="15"/>
        <w:lang w:eastAsia="de-DE"/>
      </w:rPr>
      <mc:AlternateContent>
        <mc:Choice Requires="wps">
          <w:drawing>
            <wp:anchor distT="0" distB="0" distL="114300" distR="114300" simplePos="0" relativeHeight="251658241" behindDoc="1" locked="1" layoutInCell="1" allowOverlap="1" wp14:anchorId="76BF507D" wp14:editId="247FCB2A">
              <wp:simplePos x="0" y="0"/>
              <wp:positionH relativeFrom="page">
                <wp:posOffset>5616575</wp:posOffset>
              </wp:positionH>
              <wp:positionV relativeFrom="page">
                <wp:posOffset>9892030</wp:posOffset>
              </wp:positionV>
              <wp:extent cx="1620000" cy="180000"/>
              <wp:effectExtent l="0" t="0" r="18415" b="10795"/>
              <wp:wrapNone/>
              <wp:docPr id="1"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66F2C6E" w14:textId="77777777" w:rsidR="002B7933" w:rsidRPr="00EF1FC6" w:rsidRDefault="00CC3198" w:rsidP="008C203F">
                          <w:pPr>
                            <w:pStyle w:val="BITAbsenderBold"/>
                            <w:rPr>
                              <w:rStyle w:val="BITBlau"/>
                              <w:color w:val="AA0064"/>
                            </w:rPr>
                          </w:pPr>
                          <w:hyperlink r:id="rId1" w:history="1">
                            <w:r w:rsidRPr="00EF1FC6">
                              <w:rPr>
                                <w:rStyle w:val="Hyperlink"/>
                                <w:u w:val="none"/>
                              </w:rPr>
                              <w:t>www.digitaltag.eu</w:t>
                            </w:r>
                          </w:hyperlink>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BF507D" id="_x0000_t202" coordsize="21600,21600" o:spt="202" path="m,l,21600r21600,l21600,xe">
              <v:stroke joinstyle="miter"/>
              <v:path gradientshapeok="t" o:connecttype="rect"/>
            </v:shapetype>
            <v:shape id="Textfeld 6" o:spid="_x0000_s1029" type="#_x0000_t202" style="position:absolute;margin-left:442.25pt;margin-top:778.9pt;width:127.55pt;height:14.1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" filled="f" stroked="f" strokeweight=".5pt">
              <v:textbox inset="0,0,0,0">
                <w:txbxContent>
                  <w:p w14:paraId="766F2C6E" w14:textId="77777777" w:rsidR="002B7933" w:rsidRPr="00EF1FC6" w:rsidRDefault="00CC3198" w:rsidP="008C203F">
                    <w:pPr>
                      <w:pStyle w:val="BITAbsenderBold"/>
                      <w:rPr>
                        <w:rStyle w:val="BITBlau"/>
                        <w:color w:val="AA0064"/>
                      </w:rPr>
                    </w:pPr>
                    <w:hyperlink r:id="rId2" w:history="1">
                      <w:r w:rsidRPr="00EF1FC6">
                        <w:rPr>
                          <w:rStyle w:val="Hyperlink"/>
                          <w:u w:val="none"/>
                        </w:rPr>
                        <w:t>www.digitaltag.eu</w:t>
                      </w:r>
                    </w:hyperlink>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BDC34" w14:textId="77777777" w:rsidR="0022451E" w:rsidRDefault="0022451E" w:rsidP="002B7933">
      <w:pPr>
        <w:spacing w:line="240" w:lineRule="auto"/>
      </w:pPr>
      <w:r>
        <w:separator/>
      </w:r>
    </w:p>
  </w:footnote>
  <w:footnote w:type="continuationSeparator" w:id="0">
    <w:p w14:paraId="044128C2" w14:textId="77777777" w:rsidR="0022451E" w:rsidRDefault="0022451E" w:rsidP="002B79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67CC7" w14:textId="77777777" w:rsidR="007260FD" w:rsidRDefault="007260FD" w:rsidP="007260FD">
    <w:pPr>
      <w:pStyle w:val="BITHeadlineohneAbsatz"/>
      <w:rPr>
        <w:rStyle w:val="Datum"/>
      </w:rPr>
    </w:pPr>
  </w:p>
  <w:p w14:paraId="0274B057" w14:textId="77777777" w:rsidR="003B309B" w:rsidRDefault="003B309B" w:rsidP="007260FD">
    <w:pPr>
      <w:pStyle w:val="BITHeadlineohneAbsatz"/>
    </w:pPr>
    <w:r>
      <w:t>Textbausteine</w:t>
    </w:r>
  </w:p>
  <w:p w14:paraId="03075A85" w14:textId="77E10921" w:rsidR="002B7933" w:rsidRDefault="003B309B" w:rsidP="00E31408">
    <w:pPr>
      <w:pStyle w:val="BITHeadlineohneAbsatz"/>
    </w:pPr>
    <w:r>
      <w:t>Preis für digitales Miteinander</w:t>
    </w:r>
    <w:r w:rsidRPr="001545CA">
      <w:t xml:space="preserve"> </w:t>
    </w:r>
    <w:r w:rsidR="00D36F81">
      <w:rPr>
        <w:noProof/>
        <w:lang w:eastAsia="de-DE"/>
      </w:rPr>
      <w:drawing>
        <wp:anchor distT="0" distB="0" distL="114300" distR="114300" simplePos="0" relativeHeight="251658247" behindDoc="1" locked="1" layoutInCell="1" allowOverlap="1" wp14:anchorId="0F283F10" wp14:editId="679E12C8">
          <wp:simplePos x="0" y="0"/>
          <wp:positionH relativeFrom="page">
            <wp:posOffset>5443855</wp:posOffset>
          </wp:positionH>
          <wp:positionV relativeFrom="page">
            <wp:posOffset>661035</wp:posOffset>
          </wp:positionV>
          <wp:extent cx="1386205" cy="756285"/>
          <wp:effectExtent l="0" t="0" r="4445" b="5715"/>
          <wp:wrapNone/>
          <wp:docPr id="1085650486"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6205" cy="75628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213">
      <w:rPr>
        <w:noProof/>
        <w:lang w:eastAsia="de-DE"/>
      </w:rPr>
      <mc:AlternateContent>
        <mc:Choice Requires="wpg">
          <w:drawing>
            <wp:anchor distT="0" distB="0" distL="114300" distR="114300" simplePos="0" relativeHeight="251658244" behindDoc="0" locked="1" layoutInCell="1" allowOverlap="1" wp14:anchorId="18BF2A22" wp14:editId="2E069421">
              <wp:simplePos x="0" y="0"/>
              <wp:positionH relativeFrom="page">
                <wp:posOffset>356235</wp:posOffset>
              </wp:positionH>
              <wp:positionV relativeFrom="page">
                <wp:posOffset>3780790</wp:posOffset>
              </wp:positionV>
              <wp:extent cx="122555" cy="1565910"/>
              <wp:effectExtent l="13335" t="8890" r="6985" b="6350"/>
              <wp:wrapNone/>
              <wp:docPr id="9"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 cy="1565910"/>
                        <a:chOff x="0" y="0"/>
                        <a:chExt cx="1224" cy="15664"/>
                      </a:xfrm>
                    </wpg:grpSpPr>
                    <wps:wsp>
                      <wps:cNvPr id="10" name="Gerade Verbindung 14"/>
                      <wps:cNvCnPr/>
                      <wps:spPr bwMode="auto">
                        <a:xfrm>
                          <a:off x="0" y="0"/>
                          <a:ext cx="1224" cy="0"/>
                        </a:xfrm>
                        <a:prstGeom prst="line">
                          <a:avLst/>
                        </a:prstGeom>
                        <a:noFill/>
                        <a:ln w="6350">
                          <a:solidFill>
                            <a:srgbClr val="0096D7"/>
                          </a:solidFill>
                          <a:round/>
                          <a:headEnd/>
                          <a:tailEnd/>
                        </a:ln>
                        <a:extLst>
                          <a:ext uri="{909E8E84-426E-40DD-AFC4-6F175D3DCCD1}">
                            <a14:hiddenFill xmlns:a14="http://schemas.microsoft.com/office/drawing/2010/main">
                              <a:noFill/>
                            </a14:hiddenFill>
                          </a:ext>
                        </a:extLst>
                      </wps:spPr>
                      <wps:bodyPr/>
                    </wps:wsp>
                    <wps:wsp>
                      <wps:cNvPr id="11" name="Gerade Verbindung 15"/>
                      <wps:cNvCnPr/>
                      <wps:spPr bwMode="auto">
                        <a:xfrm>
                          <a:off x="0" y="15664"/>
                          <a:ext cx="12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FECA0A5" id="Gruppieren 13" o:spid="_x0000_s1026" style="position:absolute;margin-left:28.05pt;margin-top:297.7pt;width:9.65pt;height:123.3pt;z-index:251658244;mso-position-horizontal-relative:page;mso-position-vertical-relative:page;mso-width-relative:margin;mso-height-relative:margin" coordsize="1224,1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">
              <v:line id="Gerade Verbindung 14" o:spid="_x0000_s1027" style="position:absolute;visibility:visible;mso-wrap-style:square" from="0,0" to="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" strokecolor="#0096d7" strokeweight=".5pt"/>
              <v:line id="Gerade Verbindung 15" o:spid="_x0000_s1028" style="position:absolute;visibility:visible;mso-wrap-style:square" from="0,15664" to="1224,1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395C1" w14:textId="6C286D4D" w:rsidR="002B7933" w:rsidRPr="002D1F82" w:rsidRDefault="00950213" w:rsidP="002D1F82">
    <w:pPr>
      <w:pStyle w:val="Kopfzeile"/>
      <w:rPr>
        <w:sz w:val="15"/>
        <w:szCs w:val="15"/>
      </w:rPr>
    </w:pPr>
    <w:r>
      <w:rPr>
        <w:noProof/>
        <w:lang w:eastAsia="de-DE"/>
      </w:rPr>
      <w:drawing>
        <wp:anchor distT="0" distB="0" distL="114300" distR="114300" simplePos="0" relativeHeight="251658245" behindDoc="1" locked="1" layoutInCell="1" allowOverlap="1" wp14:anchorId="52392BB1" wp14:editId="085FC567">
          <wp:simplePos x="0" y="0"/>
          <wp:positionH relativeFrom="page">
            <wp:posOffset>5524500</wp:posOffset>
          </wp:positionH>
          <wp:positionV relativeFrom="page">
            <wp:posOffset>704215</wp:posOffset>
          </wp:positionV>
          <wp:extent cx="1386205" cy="756285"/>
          <wp:effectExtent l="0" t="0" r="4445" b="5715"/>
          <wp:wrapNone/>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6205" cy="756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g">
          <w:drawing>
            <wp:anchor distT="0" distB="0" distL="114300" distR="114300" simplePos="0" relativeHeight="251658242" behindDoc="0" locked="1" layoutInCell="1" allowOverlap="1" wp14:anchorId="29393A24" wp14:editId="1378368C">
              <wp:simplePos x="0" y="0"/>
              <wp:positionH relativeFrom="page">
                <wp:posOffset>356235</wp:posOffset>
              </wp:positionH>
              <wp:positionV relativeFrom="page">
                <wp:posOffset>3780790</wp:posOffset>
              </wp:positionV>
              <wp:extent cx="122555" cy="1566545"/>
              <wp:effectExtent l="13335" t="8890" r="6985" b="5715"/>
              <wp:wrapNone/>
              <wp:docPr id="5" name="Gruppieren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 cy="1566545"/>
                        <a:chOff x="0" y="0"/>
                        <a:chExt cx="1224" cy="15664"/>
                      </a:xfrm>
                    </wpg:grpSpPr>
                    <wps:wsp>
                      <wps:cNvPr id="6" name="Gerade Verbindung 8"/>
                      <wps:cNvCnPr/>
                      <wps:spPr bwMode="auto">
                        <a:xfrm>
                          <a:off x="0" y="0"/>
                          <a:ext cx="1224" cy="0"/>
                        </a:xfrm>
                        <a:prstGeom prst="line">
                          <a:avLst/>
                        </a:prstGeom>
                        <a:noFill/>
                        <a:ln w="6350">
                          <a:solidFill>
                            <a:srgbClr val="0096D7"/>
                          </a:solidFill>
                          <a:round/>
                          <a:headEnd/>
                          <a:tailEnd/>
                        </a:ln>
                        <a:extLst>
                          <a:ext uri="{909E8E84-426E-40DD-AFC4-6F175D3DCCD1}">
                            <a14:hiddenFill xmlns:a14="http://schemas.microsoft.com/office/drawing/2010/main">
                              <a:noFill/>
                            </a14:hiddenFill>
                          </a:ext>
                        </a:extLst>
                      </wps:spPr>
                      <wps:bodyPr/>
                    </wps:wsp>
                    <wps:wsp>
                      <wps:cNvPr id="7" name="Gerade Verbindung 9"/>
                      <wps:cNvCnPr/>
                      <wps:spPr bwMode="auto">
                        <a:xfrm>
                          <a:off x="0" y="15664"/>
                          <a:ext cx="12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B844D3" id="Gruppieren 12" o:spid="_x0000_s1026" style="position:absolute;margin-left:28.05pt;margin-top:297.7pt;width:9.65pt;height:123.35pt;z-index:251658242;mso-position-horizontal-relative:page;mso-position-vertical-relative:page" coordsize="1224,1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">
              <v:line id="Gerade Verbindung 8" o:spid="_x0000_s1027" style="position:absolute;visibility:visible;mso-wrap-style:square" from="0,0" to="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" strokecolor="#0096d7" strokeweight=".5pt"/>
              <v:line id="Gerade Verbindung 9" o:spid="_x0000_s1028" style="position:absolute;visibility:visible;mso-wrap-style:square" from="0,15664" to="1224,1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w10:wrap anchorx="page" anchory="page"/>
              <w10:anchorlock/>
            </v:group>
          </w:pict>
        </mc:Fallback>
      </mc:AlternateContent>
    </w:r>
    <w:r w:rsidR="007260FD">
      <w:rPr>
        <w:noProof/>
        <w:color w:val="009FE3"/>
        <w:sz w:val="15"/>
        <w:szCs w:val="15"/>
        <w:lang w:eastAsia="de-DE"/>
      </w:rPr>
      <mc:AlternateContent>
        <mc:Choice Requires="wps">
          <w:drawing>
            <wp:anchor distT="0" distB="0" distL="114300" distR="114300" simplePos="0" relativeHeight="251658246" behindDoc="1" locked="1" layoutInCell="1" allowOverlap="1" wp14:anchorId="05D14692" wp14:editId="43EBD940">
              <wp:simplePos x="0" y="0"/>
              <wp:positionH relativeFrom="margin">
                <wp:align>right</wp:align>
              </wp:positionH>
              <wp:positionV relativeFrom="page">
                <wp:posOffset>1685290</wp:posOffset>
              </wp:positionV>
              <wp:extent cx="4305300" cy="78105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78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4DE4E" w14:textId="7BE04340" w:rsidR="0004049C" w:rsidRPr="00CA5697" w:rsidRDefault="003B309B" w:rsidP="007260FD">
                          <w:pPr>
                            <w:pStyle w:val="BITCoverberschrift"/>
                            <w:rPr>
                              <w:rStyle w:val="BITBlau"/>
                              <w:color w:val="287300"/>
                            </w:rPr>
                          </w:pPr>
                          <w:r w:rsidRPr="00E31408">
                            <w:rPr>
                              <w:rStyle w:val="BITBlau"/>
                              <w:rFonts w:ascii="TheSans C4s Bold" w:hAnsi="TheSans C4s Bold"/>
                              <w:b w:val="0"/>
                              <w:bCs/>
                              <w:color w:val="AA0064"/>
                            </w:rPr>
                            <w:t>Preis für digitales Miteinander</w:t>
                          </w:r>
                          <w:r w:rsidRPr="001103CC">
                            <w:rPr>
                              <w:rStyle w:val="BITBlau"/>
                              <w:color w:val="AA0064"/>
                            </w:rPr>
                            <w:t xml:space="preserve"> </w:t>
                          </w:r>
                          <w:r w:rsidR="00D36F81">
                            <w:rPr>
                              <w:rStyle w:val="BITBlau"/>
                              <w:color w:val="AA0064"/>
                            </w:rPr>
                            <w:t>202</w:t>
                          </w:r>
                          <w:r w:rsidR="002511C6">
                            <w:rPr>
                              <w:rStyle w:val="BITBlau"/>
                              <w:color w:val="AA006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14692" id="_x0000_t202" coordsize="21600,21600" o:spt="202" path="m,l,21600r21600,l21600,xe">
              <v:stroke joinstyle="miter"/>
              <v:path gradientshapeok="t" o:connecttype="rect"/>
            </v:shapetype>
            <v:shape id="Text Box 15" o:spid="_x0000_s1027" type="#_x0000_t202" style="position:absolute;margin-left:287.8pt;margin-top:132.7pt;width:339pt;height:61.5pt;z-index:-25165823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" filled="f" stroked="f">
              <v:textbox inset="0,0,0,0">
                <w:txbxContent>
                  <w:p w14:paraId="3A54DE4E" w14:textId="7BE04340" w:rsidR="0004049C" w:rsidRPr="00CA5697" w:rsidRDefault="003B309B" w:rsidP="007260FD">
                    <w:pPr>
                      <w:pStyle w:val="BITCoverberschrift"/>
                      <w:rPr>
                        <w:rStyle w:val="BITBlau"/>
                        <w:color w:val="287300"/>
                      </w:rPr>
                    </w:pPr>
                    <w:r w:rsidRPr="00E31408">
                      <w:rPr>
                        <w:rStyle w:val="BITBlau"/>
                        <w:rFonts w:ascii="TheSans C4s Bold" w:hAnsi="TheSans C4s Bold"/>
                        <w:b w:val="0"/>
                        <w:bCs/>
                        <w:color w:val="AA0064"/>
                      </w:rPr>
                      <w:t>Preis für digitales Miteinander</w:t>
                    </w:r>
                    <w:r w:rsidRPr="001103CC">
                      <w:rPr>
                        <w:rStyle w:val="BITBlau"/>
                        <w:color w:val="AA0064"/>
                      </w:rPr>
                      <w:t xml:space="preserve"> </w:t>
                    </w:r>
                    <w:r w:rsidR="00D36F81">
                      <w:rPr>
                        <w:rStyle w:val="BITBlau"/>
                        <w:color w:val="AA0064"/>
                      </w:rPr>
                      <w:t>202</w:t>
                    </w:r>
                    <w:r w:rsidR="002511C6">
                      <w:rPr>
                        <w:rStyle w:val="BITBlau"/>
                        <w:color w:val="AA0064"/>
                      </w:rPr>
                      <w:t>6</w:t>
                    </w:r>
                  </w:p>
                </w:txbxContent>
              </v:textbox>
              <w10:wrap anchorx="margin" anchory="page"/>
              <w10:anchorlock/>
            </v:shape>
          </w:pict>
        </mc:Fallback>
      </mc:AlternateContent>
    </w:r>
    <w:r>
      <w:rPr>
        <w:noProof/>
        <w:sz w:val="15"/>
        <w:szCs w:val="15"/>
        <w:lang w:eastAsia="de-DE"/>
      </w:rPr>
      <mc:AlternateContent>
        <mc:Choice Requires="wps">
          <w:drawing>
            <wp:anchor distT="0" distB="0" distL="114300" distR="114300" simplePos="0" relativeHeight="251658240" behindDoc="1" locked="1" layoutInCell="1" allowOverlap="1" wp14:anchorId="638120D0" wp14:editId="6BD4C9AA">
              <wp:simplePos x="0" y="0"/>
              <wp:positionH relativeFrom="page">
                <wp:posOffset>5616575</wp:posOffset>
              </wp:positionH>
              <wp:positionV relativeFrom="page">
                <wp:posOffset>3906520</wp:posOffset>
              </wp:positionV>
              <wp:extent cx="1620000" cy="432000"/>
              <wp:effectExtent l="0" t="0" r="18415" b="6350"/>
              <wp:wrapNone/>
              <wp:docPr id="3"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43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724076F" w14:textId="6B70561B" w:rsidR="002B7933" w:rsidRPr="001507D5" w:rsidRDefault="002B7933" w:rsidP="00CB5DF8">
                          <w:pPr>
                            <w:pStyle w:val="BITStandardBold"/>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8120D0" id="Textfeld 5" o:spid="_x0000_s1028" type="#_x0000_t202" style="position:absolute;margin-left:442.25pt;margin-top:307.6pt;width:127.55pt;height:3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" filled="f" stroked="f" strokeweight=".5pt">
              <v:textbox inset="0,0,0,0">
                <w:txbxContent>
                  <w:p w14:paraId="1724076F" w14:textId="6B70561B" w:rsidR="002B7933" w:rsidRPr="001507D5" w:rsidRDefault="002B7933" w:rsidP="00CB5DF8">
                    <w:pPr>
                      <w:pStyle w:val="BITStandardBold"/>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303F9"/>
    <w:multiLevelType w:val="multilevel"/>
    <w:tmpl w:val="31166BB2"/>
    <w:lvl w:ilvl="0">
      <w:start w:val="1"/>
      <w:numFmt w:val="bullet"/>
      <w:lvlText w:val=""/>
      <w:lvlJc w:val="left"/>
      <w:pPr>
        <w:ind w:left="181" w:hanging="181"/>
      </w:pPr>
      <w:rPr>
        <w:rFonts w:ascii="Wingdings" w:hAnsi="Wingdings" w:hint="default"/>
        <w:color w:val="009FE3"/>
      </w:rPr>
    </w:lvl>
    <w:lvl w:ilvl="1">
      <w:start w:val="1"/>
      <w:numFmt w:val="bullet"/>
      <w:lvlText w:val=""/>
      <w:lvlJc w:val="left"/>
      <w:pPr>
        <w:ind w:left="544" w:hanging="181"/>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842777B"/>
    <w:multiLevelType w:val="multilevel"/>
    <w:tmpl w:val="5662618A"/>
    <w:lvl w:ilvl="0">
      <w:start w:val="1"/>
      <w:numFmt w:val="decimal"/>
      <w:pStyle w:val="BITNummerierung"/>
      <w:lvlText w:val="%1."/>
      <w:lvlJc w:val="left"/>
      <w:pPr>
        <w:ind w:left="181" w:hanging="181"/>
      </w:pPr>
      <w:rPr>
        <w:rFonts w:hint="default"/>
        <w:color w:val="009FE3"/>
      </w:rPr>
    </w:lvl>
    <w:lvl w:ilvl="1">
      <w:start w:val="1"/>
      <w:numFmt w:val="bullet"/>
      <w:lvlText w:val=""/>
      <w:lvlJc w:val="left"/>
      <w:pPr>
        <w:ind w:left="544" w:hanging="181"/>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5B2D85"/>
    <w:multiLevelType w:val="hybridMultilevel"/>
    <w:tmpl w:val="9CCA87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F03951"/>
    <w:multiLevelType w:val="multilevel"/>
    <w:tmpl w:val="168430E8"/>
    <w:lvl w:ilvl="0">
      <w:start w:val="1"/>
      <w:numFmt w:val="bullet"/>
      <w:pStyle w:val="BITAufzhlung"/>
      <w:lvlText w:val=""/>
      <w:lvlJc w:val="left"/>
      <w:pPr>
        <w:ind w:left="181" w:hanging="181"/>
      </w:pPr>
      <w:rPr>
        <w:rFonts w:ascii="Wingdings" w:hAnsi="Wingdings" w:hint="default"/>
        <w:color w:val="AA0064"/>
      </w:rPr>
    </w:lvl>
    <w:lvl w:ilvl="1">
      <w:start w:val="1"/>
      <w:numFmt w:val="bullet"/>
      <w:lvlText w:val=""/>
      <w:lvlJc w:val="left"/>
      <w:pPr>
        <w:ind w:left="363" w:hanging="182"/>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3FBB1A4F"/>
    <w:multiLevelType w:val="hybridMultilevel"/>
    <w:tmpl w:val="5A4A4180"/>
    <w:lvl w:ilvl="0" w:tplc="28E2D20A">
      <w:start w:val="1"/>
      <w:numFmt w:val="bullet"/>
      <w:lvlText w:val="-"/>
      <w:lvlJc w:val="left"/>
      <w:pPr>
        <w:ind w:left="720" w:hanging="360"/>
      </w:pPr>
      <w:rPr>
        <w:rFonts w:ascii="TheSansOffice" w:eastAsia="TheSansOffice" w:hAnsi="TheSans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44361769">
    <w:abstractNumId w:val="3"/>
  </w:num>
  <w:num w:numId="2" w16cid:durableId="11324820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5428595">
    <w:abstractNumId w:val="1"/>
  </w:num>
  <w:num w:numId="4" w16cid:durableId="232279253">
    <w:abstractNumId w:val="0"/>
  </w:num>
  <w:num w:numId="5" w16cid:durableId="1621567066">
    <w:abstractNumId w:val="4"/>
  </w:num>
  <w:num w:numId="6" w16cid:durableId="10078316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83B"/>
    <w:rsid w:val="00000E97"/>
    <w:rsid w:val="0000160B"/>
    <w:rsid w:val="00001ED2"/>
    <w:rsid w:val="00002169"/>
    <w:rsid w:val="00002EC9"/>
    <w:rsid w:val="0000370A"/>
    <w:rsid w:val="00003909"/>
    <w:rsid w:val="0000760C"/>
    <w:rsid w:val="00010245"/>
    <w:rsid w:val="00014FF4"/>
    <w:rsid w:val="000161D6"/>
    <w:rsid w:val="00016BD5"/>
    <w:rsid w:val="0002201B"/>
    <w:rsid w:val="0002206C"/>
    <w:rsid w:val="00023D82"/>
    <w:rsid w:val="00025E5E"/>
    <w:rsid w:val="00025F57"/>
    <w:rsid w:val="00032C73"/>
    <w:rsid w:val="000346B3"/>
    <w:rsid w:val="000376AF"/>
    <w:rsid w:val="0004049C"/>
    <w:rsid w:val="00040BB1"/>
    <w:rsid w:val="00040E10"/>
    <w:rsid w:val="00040F7B"/>
    <w:rsid w:val="00042437"/>
    <w:rsid w:val="000436EC"/>
    <w:rsid w:val="00046C0C"/>
    <w:rsid w:val="00056B0D"/>
    <w:rsid w:val="00056B1D"/>
    <w:rsid w:val="000603E7"/>
    <w:rsid w:val="000605CB"/>
    <w:rsid w:val="00061EC9"/>
    <w:rsid w:val="00064034"/>
    <w:rsid w:val="00067258"/>
    <w:rsid w:val="00071737"/>
    <w:rsid w:val="0007269A"/>
    <w:rsid w:val="00072C4B"/>
    <w:rsid w:val="00076705"/>
    <w:rsid w:val="00076A8B"/>
    <w:rsid w:val="0008451D"/>
    <w:rsid w:val="00084EA2"/>
    <w:rsid w:val="00085178"/>
    <w:rsid w:val="00086718"/>
    <w:rsid w:val="00086D0E"/>
    <w:rsid w:val="0009559F"/>
    <w:rsid w:val="00097AB2"/>
    <w:rsid w:val="000A0B02"/>
    <w:rsid w:val="000A3499"/>
    <w:rsid w:val="000A599D"/>
    <w:rsid w:val="000A6C7D"/>
    <w:rsid w:val="000B0219"/>
    <w:rsid w:val="000B032C"/>
    <w:rsid w:val="000B2FEB"/>
    <w:rsid w:val="000B6DCB"/>
    <w:rsid w:val="000C0610"/>
    <w:rsid w:val="000C0C21"/>
    <w:rsid w:val="000C35A5"/>
    <w:rsid w:val="000C56A4"/>
    <w:rsid w:val="000C6C11"/>
    <w:rsid w:val="000C6E03"/>
    <w:rsid w:val="000D2D16"/>
    <w:rsid w:val="000D6C18"/>
    <w:rsid w:val="000D70F8"/>
    <w:rsid w:val="000D7186"/>
    <w:rsid w:val="000E0396"/>
    <w:rsid w:val="000E1B47"/>
    <w:rsid w:val="000E1DC9"/>
    <w:rsid w:val="000E2C6C"/>
    <w:rsid w:val="000E3164"/>
    <w:rsid w:val="000E4361"/>
    <w:rsid w:val="000E7120"/>
    <w:rsid w:val="000F079D"/>
    <w:rsid w:val="000F138C"/>
    <w:rsid w:val="000F194F"/>
    <w:rsid w:val="000F3A4B"/>
    <w:rsid w:val="000F480A"/>
    <w:rsid w:val="000F5600"/>
    <w:rsid w:val="00100A6B"/>
    <w:rsid w:val="001017DA"/>
    <w:rsid w:val="00101F77"/>
    <w:rsid w:val="00102F85"/>
    <w:rsid w:val="00106982"/>
    <w:rsid w:val="00107490"/>
    <w:rsid w:val="001103CC"/>
    <w:rsid w:val="001103DE"/>
    <w:rsid w:val="00111288"/>
    <w:rsid w:val="00114359"/>
    <w:rsid w:val="0011595A"/>
    <w:rsid w:val="00116A59"/>
    <w:rsid w:val="00120A46"/>
    <w:rsid w:val="00121B25"/>
    <w:rsid w:val="00123E98"/>
    <w:rsid w:val="001262FC"/>
    <w:rsid w:val="001268EF"/>
    <w:rsid w:val="0012694A"/>
    <w:rsid w:val="001277EA"/>
    <w:rsid w:val="0012783B"/>
    <w:rsid w:val="0013037C"/>
    <w:rsid w:val="001313C0"/>
    <w:rsid w:val="001363E9"/>
    <w:rsid w:val="001401D9"/>
    <w:rsid w:val="0014333C"/>
    <w:rsid w:val="001534BD"/>
    <w:rsid w:val="00153F4E"/>
    <w:rsid w:val="001545CA"/>
    <w:rsid w:val="00155141"/>
    <w:rsid w:val="00165682"/>
    <w:rsid w:val="00171258"/>
    <w:rsid w:val="00171545"/>
    <w:rsid w:val="001729A7"/>
    <w:rsid w:val="00172FD7"/>
    <w:rsid w:val="0017447C"/>
    <w:rsid w:val="00177087"/>
    <w:rsid w:val="00181B11"/>
    <w:rsid w:val="001842D3"/>
    <w:rsid w:val="0018513E"/>
    <w:rsid w:val="00187EB4"/>
    <w:rsid w:val="00190268"/>
    <w:rsid w:val="00191014"/>
    <w:rsid w:val="00191379"/>
    <w:rsid w:val="00191499"/>
    <w:rsid w:val="00191B46"/>
    <w:rsid w:val="001924D8"/>
    <w:rsid w:val="00194EEE"/>
    <w:rsid w:val="001A2861"/>
    <w:rsid w:val="001A2CB7"/>
    <w:rsid w:val="001A4688"/>
    <w:rsid w:val="001A6250"/>
    <w:rsid w:val="001A72BC"/>
    <w:rsid w:val="001B2C19"/>
    <w:rsid w:val="001B3286"/>
    <w:rsid w:val="001B3655"/>
    <w:rsid w:val="001B4420"/>
    <w:rsid w:val="001B4731"/>
    <w:rsid w:val="001C008E"/>
    <w:rsid w:val="001C326D"/>
    <w:rsid w:val="001C3AB7"/>
    <w:rsid w:val="001C560C"/>
    <w:rsid w:val="001C5F0B"/>
    <w:rsid w:val="001C689D"/>
    <w:rsid w:val="001C69AE"/>
    <w:rsid w:val="001C7424"/>
    <w:rsid w:val="001D1952"/>
    <w:rsid w:val="001D353B"/>
    <w:rsid w:val="001D4127"/>
    <w:rsid w:val="001D6E6C"/>
    <w:rsid w:val="001E05B1"/>
    <w:rsid w:val="001E0790"/>
    <w:rsid w:val="001E260B"/>
    <w:rsid w:val="001E2F40"/>
    <w:rsid w:val="001E51B1"/>
    <w:rsid w:val="001E65E9"/>
    <w:rsid w:val="001E7403"/>
    <w:rsid w:val="001E75CD"/>
    <w:rsid w:val="001F2AC0"/>
    <w:rsid w:val="001F2ADF"/>
    <w:rsid w:val="001F33CE"/>
    <w:rsid w:val="001F4FB5"/>
    <w:rsid w:val="002032BE"/>
    <w:rsid w:val="00205111"/>
    <w:rsid w:val="00207565"/>
    <w:rsid w:val="0021017C"/>
    <w:rsid w:val="002101EB"/>
    <w:rsid w:val="002209C2"/>
    <w:rsid w:val="002237DE"/>
    <w:rsid w:val="0022451E"/>
    <w:rsid w:val="00226DF1"/>
    <w:rsid w:val="00230F8C"/>
    <w:rsid w:val="00231586"/>
    <w:rsid w:val="002337FE"/>
    <w:rsid w:val="00233B36"/>
    <w:rsid w:val="00234355"/>
    <w:rsid w:val="0023505B"/>
    <w:rsid w:val="002363EE"/>
    <w:rsid w:val="002445B8"/>
    <w:rsid w:val="00245EC5"/>
    <w:rsid w:val="00245F85"/>
    <w:rsid w:val="00247D5C"/>
    <w:rsid w:val="00250093"/>
    <w:rsid w:val="002506FA"/>
    <w:rsid w:val="002511C6"/>
    <w:rsid w:val="00251BD9"/>
    <w:rsid w:val="0025268B"/>
    <w:rsid w:val="00252DFC"/>
    <w:rsid w:val="00253C5C"/>
    <w:rsid w:val="00254115"/>
    <w:rsid w:val="00254511"/>
    <w:rsid w:val="00255582"/>
    <w:rsid w:val="00256381"/>
    <w:rsid w:val="00257543"/>
    <w:rsid w:val="0025780E"/>
    <w:rsid w:val="00257F33"/>
    <w:rsid w:val="0026097B"/>
    <w:rsid w:val="00263063"/>
    <w:rsid w:val="00263DDA"/>
    <w:rsid w:val="002657CB"/>
    <w:rsid w:val="00276CBC"/>
    <w:rsid w:val="00277E2C"/>
    <w:rsid w:val="00277F36"/>
    <w:rsid w:val="00282699"/>
    <w:rsid w:val="00282D13"/>
    <w:rsid w:val="00290D18"/>
    <w:rsid w:val="002925A9"/>
    <w:rsid w:val="0029264D"/>
    <w:rsid w:val="00295539"/>
    <w:rsid w:val="0029576C"/>
    <w:rsid w:val="00296D05"/>
    <w:rsid w:val="002A3205"/>
    <w:rsid w:val="002A34BE"/>
    <w:rsid w:val="002B1B1E"/>
    <w:rsid w:val="002B1DB9"/>
    <w:rsid w:val="002B322F"/>
    <w:rsid w:val="002B5150"/>
    <w:rsid w:val="002B7933"/>
    <w:rsid w:val="002C01B3"/>
    <w:rsid w:val="002C0320"/>
    <w:rsid w:val="002C4C6D"/>
    <w:rsid w:val="002C7925"/>
    <w:rsid w:val="002C7E34"/>
    <w:rsid w:val="002D0CC5"/>
    <w:rsid w:val="002D1BD3"/>
    <w:rsid w:val="002D1F82"/>
    <w:rsid w:val="002D206B"/>
    <w:rsid w:val="002D3E94"/>
    <w:rsid w:val="002D6C4C"/>
    <w:rsid w:val="002E134D"/>
    <w:rsid w:val="002E3A2D"/>
    <w:rsid w:val="002E433E"/>
    <w:rsid w:val="002E4AFD"/>
    <w:rsid w:val="002E5079"/>
    <w:rsid w:val="002E7FB0"/>
    <w:rsid w:val="002F04B6"/>
    <w:rsid w:val="002F1FF4"/>
    <w:rsid w:val="002F205F"/>
    <w:rsid w:val="002F284A"/>
    <w:rsid w:val="002F2D63"/>
    <w:rsid w:val="002F3425"/>
    <w:rsid w:val="002F5398"/>
    <w:rsid w:val="002F597F"/>
    <w:rsid w:val="002F5BBE"/>
    <w:rsid w:val="002F7409"/>
    <w:rsid w:val="00300FB2"/>
    <w:rsid w:val="00302248"/>
    <w:rsid w:val="0030512F"/>
    <w:rsid w:val="0030728D"/>
    <w:rsid w:val="00307F6F"/>
    <w:rsid w:val="00312BC5"/>
    <w:rsid w:val="00316DC1"/>
    <w:rsid w:val="00321401"/>
    <w:rsid w:val="00325114"/>
    <w:rsid w:val="00325205"/>
    <w:rsid w:val="003276E7"/>
    <w:rsid w:val="00330353"/>
    <w:rsid w:val="003338BF"/>
    <w:rsid w:val="00334813"/>
    <w:rsid w:val="00336666"/>
    <w:rsid w:val="00337099"/>
    <w:rsid w:val="003417BE"/>
    <w:rsid w:val="00342D0E"/>
    <w:rsid w:val="003464B3"/>
    <w:rsid w:val="00346EE7"/>
    <w:rsid w:val="003476B3"/>
    <w:rsid w:val="003500B3"/>
    <w:rsid w:val="0035054B"/>
    <w:rsid w:val="003506FC"/>
    <w:rsid w:val="003510B6"/>
    <w:rsid w:val="00351879"/>
    <w:rsid w:val="003541D2"/>
    <w:rsid w:val="0035733B"/>
    <w:rsid w:val="003608B1"/>
    <w:rsid w:val="003609A1"/>
    <w:rsid w:val="00360A32"/>
    <w:rsid w:val="00362A54"/>
    <w:rsid w:val="0036326C"/>
    <w:rsid w:val="003700B7"/>
    <w:rsid w:val="00370686"/>
    <w:rsid w:val="00371839"/>
    <w:rsid w:val="00374D7D"/>
    <w:rsid w:val="00375308"/>
    <w:rsid w:val="0037640C"/>
    <w:rsid w:val="003800FA"/>
    <w:rsid w:val="0038263F"/>
    <w:rsid w:val="00384752"/>
    <w:rsid w:val="00390D6B"/>
    <w:rsid w:val="00393595"/>
    <w:rsid w:val="00393DBD"/>
    <w:rsid w:val="00394517"/>
    <w:rsid w:val="00396141"/>
    <w:rsid w:val="003A0D40"/>
    <w:rsid w:val="003A4464"/>
    <w:rsid w:val="003A54B2"/>
    <w:rsid w:val="003A64E5"/>
    <w:rsid w:val="003A6DAA"/>
    <w:rsid w:val="003A7DA7"/>
    <w:rsid w:val="003B15D4"/>
    <w:rsid w:val="003B1F50"/>
    <w:rsid w:val="003B2427"/>
    <w:rsid w:val="003B309B"/>
    <w:rsid w:val="003B3792"/>
    <w:rsid w:val="003B38D7"/>
    <w:rsid w:val="003B765F"/>
    <w:rsid w:val="003C05C6"/>
    <w:rsid w:val="003C26F8"/>
    <w:rsid w:val="003C3EC0"/>
    <w:rsid w:val="003C5A4D"/>
    <w:rsid w:val="003C5EC3"/>
    <w:rsid w:val="003C65CA"/>
    <w:rsid w:val="003D06BA"/>
    <w:rsid w:val="003D08F6"/>
    <w:rsid w:val="003D1C69"/>
    <w:rsid w:val="003D42F5"/>
    <w:rsid w:val="003D5EFE"/>
    <w:rsid w:val="003D7DB5"/>
    <w:rsid w:val="003E03B1"/>
    <w:rsid w:val="003E0EC7"/>
    <w:rsid w:val="003E1361"/>
    <w:rsid w:val="003E1469"/>
    <w:rsid w:val="003E1A59"/>
    <w:rsid w:val="003E2F5B"/>
    <w:rsid w:val="003E304B"/>
    <w:rsid w:val="003E30EF"/>
    <w:rsid w:val="003E504A"/>
    <w:rsid w:val="003E7E7F"/>
    <w:rsid w:val="003F101B"/>
    <w:rsid w:val="003F2272"/>
    <w:rsid w:val="003F2A80"/>
    <w:rsid w:val="003F33CA"/>
    <w:rsid w:val="003F4C9D"/>
    <w:rsid w:val="00400AB2"/>
    <w:rsid w:val="00402272"/>
    <w:rsid w:val="00404A38"/>
    <w:rsid w:val="004103EE"/>
    <w:rsid w:val="00412001"/>
    <w:rsid w:val="0041270B"/>
    <w:rsid w:val="00414F99"/>
    <w:rsid w:val="00415A2F"/>
    <w:rsid w:val="00421BE6"/>
    <w:rsid w:val="00422001"/>
    <w:rsid w:val="004220FF"/>
    <w:rsid w:val="004226E0"/>
    <w:rsid w:val="00422786"/>
    <w:rsid w:val="0042328C"/>
    <w:rsid w:val="00423993"/>
    <w:rsid w:val="00425E1C"/>
    <w:rsid w:val="0042620F"/>
    <w:rsid w:val="0042667F"/>
    <w:rsid w:val="004307A4"/>
    <w:rsid w:val="00430F10"/>
    <w:rsid w:val="00431AC6"/>
    <w:rsid w:val="004324D9"/>
    <w:rsid w:val="004344FD"/>
    <w:rsid w:val="00434F13"/>
    <w:rsid w:val="00435D93"/>
    <w:rsid w:val="00443DB3"/>
    <w:rsid w:val="00444F0B"/>
    <w:rsid w:val="0044774D"/>
    <w:rsid w:val="00454FF1"/>
    <w:rsid w:val="00456310"/>
    <w:rsid w:val="004564B5"/>
    <w:rsid w:val="00456F3D"/>
    <w:rsid w:val="0045712C"/>
    <w:rsid w:val="00457408"/>
    <w:rsid w:val="00457E59"/>
    <w:rsid w:val="004605C0"/>
    <w:rsid w:val="00460D66"/>
    <w:rsid w:val="00460FEA"/>
    <w:rsid w:val="00466605"/>
    <w:rsid w:val="0047238C"/>
    <w:rsid w:val="004743B2"/>
    <w:rsid w:val="004753B9"/>
    <w:rsid w:val="0047594F"/>
    <w:rsid w:val="004762F6"/>
    <w:rsid w:val="004800DF"/>
    <w:rsid w:val="00481271"/>
    <w:rsid w:val="004826CA"/>
    <w:rsid w:val="00483094"/>
    <w:rsid w:val="004834BF"/>
    <w:rsid w:val="0048567F"/>
    <w:rsid w:val="00490713"/>
    <w:rsid w:val="004925B9"/>
    <w:rsid w:val="004933E5"/>
    <w:rsid w:val="004939AD"/>
    <w:rsid w:val="00494D15"/>
    <w:rsid w:val="004972E9"/>
    <w:rsid w:val="00497791"/>
    <w:rsid w:val="00497B9F"/>
    <w:rsid w:val="004A164E"/>
    <w:rsid w:val="004A31F9"/>
    <w:rsid w:val="004A36F4"/>
    <w:rsid w:val="004A7C7F"/>
    <w:rsid w:val="004B1539"/>
    <w:rsid w:val="004B4EEA"/>
    <w:rsid w:val="004B7543"/>
    <w:rsid w:val="004B7578"/>
    <w:rsid w:val="004C0335"/>
    <w:rsid w:val="004C28D9"/>
    <w:rsid w:val="004C361C"/>
    <w:rsid w:val="004C52E8"/>
    <w:rsid w:val="004C5E2F"/>
    <w:rsid w:val="004C6688"/>
    <w:rsid w:val="004C7AAF"/>
    <w:rsid w:val="004D333C"/>
    <w:rsid w:val="004D421F"/>
    <w:rsid w:val="004D60DE"/>
    <w:rsid w:val="004D796D"/>
    <w:rsid w:val="004E2283"/>
    <w:rsid w:val="004E2A87"/>
    <w:rsid w:val="004E31DB"/>
    <w:rsid w:val="004E37BA"/>
    <w:rsid w:val="004E61B8"/>
    <w:rsid w:val="004F1647"/>
    <w:rsid w:val="004F188D"/>
    <w:rsid w:val="004F3DF3"/>
    <w:rsid w:val="004F43B5"/>
    <w:rsid w:val="00501537"/>
    <w:rsid w:val="00501CF6"/>
    <w:rsid w:val="005034C7"/>
    <w:rsid w:val="005034E6"/>
    <w:rsid w:val="00505A42"/>
    <w:rsid w:val="00507185"/>
    <w:rsid w:val="0050728A"/>
    <w:rsid w:val="00507ACA"/>
    <w:rsid w:val="00511A7C"/>
    <w:rsid w:val="00511C64"/>
    <w:rsid w:val="00513338"/>
    <w:rsid w:val="00513A42"/>
    <w:rsid w:val="00517D6C"/>
    <w:rsid w:val="005200DD"/>
    <w:rsid w:val="005218BA"/>
    <w:rsid w:val="00522EEE"/>
    <w:rsid w:val="00525013"/>
    <w:rsid w:val="00526AED"/>
    <w:rsid w:val="00527288"/>
    <w:rsid w:val="005274F3"/>
    <w:rsid w:val="0052781C"/>
    <w:rsid w:val="0053037E"/>
    <w:rsid w:val="00531A36"/>
    <w:rsid w:val="00532908"/>
    <w:rsid w:val="00535331"/>
    <w:rsid w:val="005362AC"/>
    <w:rsid w:val="00536565"/>
    <w:rsid w:val="0053707F"/>
    <w:rsid w:val="0053781C"/>
    <w:rsid w:val="00540652"/>
    <w:rsid w:val="00541CE7"/>
    <w:rsid w:val="0054292A"/>
    <w:rsid w:val="005447AE"/>
    <w:rsid w:val="00546821"/>
    <w:rsid w:val="00546900"/>
    <w:rsid w:val="00546F31"/>
    <w:rsid w:val="00551DFE"/>
    <w:rsid w:val="0055312F"/>
    <w:rsid w:val="0055430B"/>
    <w:rsid w:val="005562A5"/>
    <w:rsid w:val="00562A05"/>
    <w:rsid w:val="005630DB"/>
    <w:rsid w:val="00563D31"/>
    <w:rsid w:val="00564BBB"/>
    <w:rsid w:val="00565EEF"/>
    <w:rsid w:val="00566697"/>
    <w:rsid w:val="00571D08"/>
    <w:rsid w:val="005742DB"/>
    <w:rsid w:val="00575436"/>
    <w:rsid w:val="00575627"/>
    <w:rsid w:val="0057634B"/>
    <w:rsid w:val="00582E0D"/>
    <w:rsid w:val="00582EEB"/>
    <w:rsid w:val="0058644C"/>
    <w:rsid w:val="00586BEA"/>
    <w:rsid w:val="00587BB6"/>
    <w:rsid w:val="00587C56"/>
    <w:rsid w:val="0059183B"/>
    <w:rsid w:val="00594F28"/>
    <w:rsid w:val="005A2187"/>
    <w:rsid w:val="005A2990"/>
    <w:rsid w:val="005A496D"/>
    <w:rsid w:val="005A781D"/>
    <w:rsid w:val="005B2389"/>
    <w:rsid w:val="005B3605"/>
    <w:rsid w:val="005B363B"/>
    <w:rsid w:val="005B56D5"/>
    <w:rsid w:val="005B5749"/>
    <w:rsid w:val="005C2B89"/>
    <w:rsid w:val="005C71F8"/>
    <w:rsid w:val="005D0A6C"/>
    <w:rsid w:val="005D3452"/>
    <w:rsid w:val="005D42D4"/>
    <w:rsid w:val="005D5EFC"/>
    <w:rsid w:val="005D6B91"/>
    <w:rsid w:val="005E0E15"/>
    <w:rsid w:val="005E1E4B"/>
    <w:rsid w:val="005E402B"/>
    <w:rsid w:val="005E5F5B"/>
    <w:rsid w:val="005F2C7B"/>
    <w:rsid w:val="005F3719"/>
    <w:rsid w:val="005F5C13"/>
    <w:rsid w:val="005F7220"/>
    <w:rsid w:val="00600587"/>
    <w:rsid w:val="00603224"/>
    <w:rsid w:val="00603C5E"/>
    <w:rsid w:val="00603EE4"/>
    <w:rsid w:val="006044E2"/>
    <w:rsid w:val="0060627E"/>
    <w:rsid w:val="00606750"/>
    <w:rsid w:val="00607227"/>
    <w:rsid w:val="00607BCB"/>
    <w:rsid w:val="00615F02"/>
    <w:rsid w:val="00617B3E"/>
    <w:rsid w:val="006209AE"/>
    <w:rsid w:val="00622532"/>
    <w:rsid w:val="00622D1E"/>
    <w:rsid w:val="00624470"/>
    <w:rsid w:val="00625ACE"/>
    <w:rsid w:val="00627A9D"/>
    <w:rsid w:val="00627FC8"/>
    <w:rsid w:val="006300F6"/>
    <w:rsid w:val="0063278D"/>
    <w:rsid w:val="00633F63"/>
    <w:rsid w:val="00634624"/>
    <w:rsid w:val="00637924"/>
    <w:rsid w:val="00641119"/>
    <w:rsid w:val="00643618"/>
    <w:rsid w:val="0065007E"/>
    <w:rsid w:val="00650441"/>
    <w:rsid w:val="00651587"/>
    <w:rsid w:val="00654434"/>
    <w:rsid w:val="0065751B"/>
    <w:rsid w:val="00657DF8"/>
    <w:rsid w:val="00657EAC"/>
    <w:rsid w:val="0066161E"/>
    <w:rsid w:val="006626B6"/>
    <w:rsid w:val="00662F44"/>
    <w:rsid w:val="00665920"/>
    <w:rsid w:val="0067182E"/>
    <w:rsid w:val="00671CC6"/>
    <w:rsid w:val="00671F50"/>
    <w:rsid w:val="00672066"/>
    <w:rsid w:val="00673399"/>
    <w:rsid w:val="00674E1D"/>
    <w:rsid w:val="006763E5"/>
    <w:rsid w:val="006778F5"/>
    <w:rsid w:val="0068060C"/>
    <w:rsid w:val="006810EA"/>
    <w:rsid w:val="0068144A"/>
    <w:rsid w:val="0068182E"/>
    <w:rsid w:val="00682543"/>
    <w:rsid w:val="0068363D"/>
    <w:rsid w:val="00685240"/>
    <w:rsid w:val="006874E9"/>
    <w:rsid w:val="00690643"/>
    <w:rsid w:val="006907C1"/>
    <w:rsid w:val="00691004"/>
    <w:rsid w:val="00692312"/>
    <w:rsid w:val="006925BE"/>
    <w:rsid w:val="006A0574"/>
    <w:rsid w:val="006A0FA8"/>
    <w:rsid w:val="006A232F"/>
    <w:rsid w:val="006A6315"/>
    <w:rsid w:val="006A7516"/>
    <w:rsid w:val="006A7C06"/>
    <w:rsid w:val="006B02BB"/>
    <w:rsid w:val="006B046A"/>
    <w:rsid w:val="006B2BFD"/>
    <w:rsid w:val="006B4032"/>
    <w:rsid w:val="006B6111"/>
    <w:rsid w:val="006B682E"/>
    <w:rsid w:val="006B7CB7"/>
    <w:rsid w:val="006C2920"/>
    <w:rsid w:val="006C304F"/>
    <w:rsid w:val="006C5621"/>
    <w:rsid w:val="006C6502"/>
    <w:rsid w:val="006C78BA"/>
    <w:rsid w:val="006D1D8E"/>
    <w:rsid w:val="006D1F95"/>
    <w:rsid w:val="006D49C0"/>
    <w:rsid w:val="006D5003"/>
    <w:rsid w:val="006D6194"/>
    <w:rsid w:val="006D6740"/>
    <w:rsid w:val="006D6AC3"/>
    <w:rsid w:val="006D6E20"/>
    <w:rsid w:val="006D77FD"/>
    <w:rsid w:val="006E0A5B"/>
    <w:rsid w:val="006E2519"/>
    <w:rsid w:val="006E4F62"/>
    <w:rsid w:val="006E5F5B"/>
    <w:rsid w:val="006E6B40"/>
    <w:rsid w:val="006E700F"/>
    <w:rsid w:val="006F0D17"/>
    <w:rsid w:val="006F1854"/>
    <w:rsid w:val="006F2630"/>
    <w:rsid w:val="006F2A04"/>
    <w:rsid w:val="006F5411"/>
    <w:rsid w:val="007002FA"/>
    <w:rsid w:val="00700FB7"/>
    <w:rsid w:val="00703FE1"/>
    <w:rsid w:val="007049ED"/>
    <w:rsid w:val="00704E7F"/>
    <w:rsid w:val="00705729"/>
    <w:rsid w:val="00706B5C"/>
    <w:rsid w:val="00706EFE"/>
    <w:rsid w:val="00710F46"/>
    <w:rsid w:val="00712092"/>
    <w:rsid w:val="00712B98"/>
    <w:rsid w:val="0071322D"/>
    <w:rsid w:val="00714080"/>
    <w:rsid w:val="00715762"/>
    <w:rsid w:val="00716DEA"/>
    <w:rsid w:val="0071730A"/>
    <w:rsid w:val="00721550"/>
    <w:rsid w:val="007220E2"/>
    <w:rsid w:val="00723EFD"/>
    <w:rsid w:val="007260FD"/>
    <w:rsid w:val="00726D01"/>
    <w:rsid w:val="0072705F"/>
    <w:rsid w:val="007309E8"/>
    <w:rsid w:val="00731C0C"/>
    <w:rsid w:val="0073222C"/>
    <w:rsid w:val="00733B81"/>
    <w:rsid w:val="00733DA4"/>
    <w:rsid w:val="00734A53"/>
    <w:rsid w:val="00735F69"/>
    <w:rsid w:val="0073611D"/>
    <w:rsid w:val="0073772C"/>
    <w:rsid w:val="00737F6F"/>
    <w:rsid w:val="007417EC"/>
    <w:rsid w:val="00741D48"/>
    <w:rsid w:val="00742D3E"/>
    <w:rsid w:val="00744988"/>
    <w:rsid w:val="007459C6"/>
    <w:rsid w:val="00750450"/>
    <w:rsid w:val="00750FE5"/>
    <w:rsid w:val="00760A34"/>
    <w:rsid w:val="0076264C"/>
    <w:rsid w:val="00762E5E"/>
    <w:rsid w:val="00762FB8"/>
    <w:rsid w:val="00763CC7"/>
    <w:rsid w:val="00765ED3"/>
    <w:rsid w:val="00766E0E"/>
    <w:rsid w:val="0076711D"/>
    <w:rsid w:val="00773596"/>
    <w:rsid w:val="00773AB0"/>
    <w:rsid w:val="007763E4"/>
    <w:rsid w:val="007770E8"/>
    <w:rsid w:val="00781CAC"/>
    <w:rsid w:val="00782816"/>
    <w:rsid w:val="00782AEF"/>
    <w:rsid w:val="007838A2"/>
    <w:rsid w:val="007860EE"/>
    <w:rsid w:val="007862CB"/>
    <w:rsid w:val="00786D7D"/>
    <w:rsid w:val="007870D4"/>
    <w:rsid w:val="007872A5"/>
    <w:rsid w:val="00787726"/>
    <w:rsid w:val="00787927"/>
    <w:rsid w:val="00790570"/>
    <w:rsid w:val="00791A20"/>
    <w:rsid w:val="00791A54"/>
    <w:rsid w:val="00791DDE"/>
    <w:rsid w:val="0079287E"/>
    <w:rsid w:val="00792CBA"/>
    <w:rsid w:val="007936D0"/>
    <w:rsid w:val="00795829"/>
    <w:rsid w:val="00796EE4"/>
    <w:rsid w:val="007A0375"/>
    <w:rsid w:val="007A0958"/>
    <w:rsid w:val="007A1D1B"/>
    <w:rsid w:val="007A4392"/>
    <w:rsid w:val="007A52A7"/>
    <w:rsid w:val="007A6453"/>
    <w:rsid w:val="007B2982"/>
    <w:rsid w:val="007B3127"/>
    <w:rsid w:val="007B4DBB"/>
    <w:rsid w:val="007B68EF"/>
    <w:rsid w:val="007B6DC9"/>
    <w:rsid w:val="007C01DE"/>
    <w:rsid w:val="007C085C"/>
    <w:rsid w:val="007C3C71"/>
    <w:rsid w:val="007C5972"/>
    <w:rsid w:val="007C637E"/>
    <w:rsid w:val="007D192A"/>
    <w:rsid w:val="007D39C0"/>
    <w:rsid w:val="007D470A"/>
    <w:rsid w:val="007D6C6A"/>
    <w:rsid w:val="007E01BE"/>
    <w:rsid w:val="007E0861"/>
    <w:rsid w:val="007E466F"/>
    <w:rsid w:val="007E5746"/>
    <w:rsid w:val="007E5B2C"/>
    <w:rsid w:val="007F0A75"/>
    <w:rsid w:val="007F1D86"/>
    <w:rsid w:val="007F351E"/>
    <w:rsid w:val="007F3ABA"/>
    <w:rsid w:val="007F52B7"/>
    <w:rsid w:val="007F5EE5"/>
    <w:rsid w:val="007F76C7"/>
    <w:rsid w:val="007F7DF7"/>
    <w:rsid w:val="00803B4B"/>
    <w:rsid w:val="00803F6B"/>
    <w:rsid w:val="00807873"/>
    <w:rsid w:val="008101EE"/>
    <w:rsid w:val="00812254"/>
    <w:rsid w:val="00813F52"/>
    <w:rsid w:val="0081409E"/>
    <w:rsid w:val="008161BD"/>
    <w:rsid w:val="008163AE"/>
    <w:rsid w:val="0081698A"/>
    <w:rsid w:val="00820832"/>
    <w:rsid w:val="00823A8F"/>
    <w:rsid w:val="008254D5"/>
    <w:rsid w:val="008279EC"/>
    <w:rsid w:val="00827BA6"/>
    <w:rsid w:val="00827D50"/>
    <w:rsid w:val="00831658"/>
    <w:rsid w:val="00832108"/>
    <w:rsid w:val="00832B79"/>
    <w:rsid w:val="00833875"/>
    <w:rsid w:val="00833EEA"/>
    <w:rsid w:val="00833EFB"/>
    <w:rsid w:val="0083426D"/>
    <w:rsid w:val="00834B7A"/>
    <w:rsid w:val="00835060"/>
    <w:rsid w:val="00835149"/>
    <w:rsid w:val="00837C2F"/>
    <w:rsid w:val="00840081"/>
    <w:rsid w:val="00840216"/>
    <w:rsid w:val="0084021F"/>
    <w:rsid w:val="00840807"/>
    <w:rsid w:val="00842B71"/>
    <w:rsid w:val="008455EE"/>
    <w:rsid w:val="00847DAE"/>
    <w:rsid w:val="0085442F"/>
    <w:rsid w:val="00855EA1"/>
    <w:rsid w:val="00856F77"/>
    <w:rsid w:val="00857DB3"/>
    <w:rsid w:val="008633CB"/>
    <w:rsid w:val="00863652"/>
    <w:rsid w:val="008672CE"/>
    <w:rsid w:val="00867959"/>
    <w:rsid w:val="00867AB8"/>
    <w:rsid w:val="00867C1F"/>
    <w:rsid w:val="00870413"/>
    <w:rsid w:val="0087205B"/>
    <w:rsid w:val="0087237D"/>
    <w:rsid w:val="00873C97"/>
    <w:rsid w:val="008757A2"/>
    <w:rsid w:val="00882ACA"/>
    <w:rsid w:val="00882C27"/>
    <w:rsid w:val="00883B18"/>
    <w:rsid w:val="008841AE"/>
    <w:rsid w:val="0088532C"/>
    <w:rsid w:val="00886019"/>
    <w:rsid w:val="00886D48"/>
    <w:rsid w:val="00887396"/>
    <w:rsid w:val="00887B33"/>
    <w:rsid w:val="0089171B"/>
    <w:rsid w:val="00892EE2"/>
    <w:rsid w:val="008968D0"/>
    <w:rsid w:val="0089695F"/>
    <w:rsid w:val="00897820"/>
    <w:rsid w:val="008A2244"/>
    <w:rsid w:val="008A3CC3"/>
    <w:rsid w:val="008A6F3B"/>
    <w:rsid w:val="008B05DB"/>
    <w:rsid w:val="008B19B0"/>
    <w:rsid w:val="008B1DC3"/>
    <w:rsid w:val="008B1FE0"/>
    <w:rsid w:val="008B4D0C"/>
    <w:rsid w:val="008B5993"/>
    <w:rsid w:val="008B5B26"/>
    <w:rsid w:val="008B5BD2"/>
    <w:rsid w:val="008B67CD"/>
    <w:rsid w:val="008C0CCE"/>
    <w:rsid w:val="008C1409"/>
    <w:rsid w:val="008C1DFA"/>
    <w:rsid w:val="008C203F"/>
    <w:rsid w:val="008C33FF"/>
    <w:rsid w:val="008C426E"/>
    <w:rsid w:val="008C44E3"/>
    <w:rsid w:val="008C6044"/>
    <w:rsid w:val="008D1023"/>
    <w:rsid w:val="008D1D1A"/>
    <w:rsid w:val="008D1F94"/>
    <w:rsid w:val="008D2356"/>
    <w:rsid w:val="008D2BDD"/>
    <w:rsid w:val="008D3B4D"/>
    <w:rsid w:val="008D3F83"/>
    <w:rsid w:val="008D6330"/>
    <w:rsid w:val="008D70A5"/>
    <w:rsid w:val="008E0F44"/>
    <w:rsid w:val="008E1897"/>
    <w:rsid w:val="008E1907"/>
    <w:rsid w:val="008E1B2A"/>
    <w:rsid w:val="008E41E7"/>
    <w:rsid w:val="008E5254"/>
    <w:rsid w:val="008F1A8F"/>
    <w:rsid w:val="008F5960"/>
    <w:rsid w:val="008F72A2"/>
    <w:rsid w:val="00900B67"/>
    <w:rsid w:val="00901577"/>
    <w:rsid w:val="0090377E"/>
    <w:rsid w:val="00903EE9"/>
    <w:rsid w:val="00904185"/>
    <w:rsid w:val="00904597"/>
    <w:rsid w:val="0090514E"/>
    <w:rsid w:val="00907A7B"/>
    <w:rsid w:val="009104B2"/>
    <w:rsid w:val="00916A45"/>
    <w:rsid w:val="00916A6D"/>
    <w:rsid w:val="00916E06"/>
    <w:rsid w:val="009178B3"/>
    <w:rsid w:val="0092120C"/>
    <w:rsid w:val="0092184C"/>
    <w:rsid w:val="009224E6"/>
    <w:rsid w:val="00922F3D"/>
    <w:rsid w:val="009236BB"/>
    <w:rsid w:val="00924E6A"/>
    <w:rsid w:val="00931922"/>
    <w:rsid w:val="009335CC"/>
    <w:rsid w:val="0093517C"/>
    <w:rsid w:val="00935790"/>
    <w:rsid w:val="00942D0C"/>
    <w:rsid w:val="00943D1B"/>
    <w:rsid w:val="00946195"/>
    <w:rsid w:val="0094710B"/>
    <w:rsid w:val="00947A9D"/>
    <w:rsid w:val="00950213"/>
    <w:rsid w:val="0095035A"/>
    <w:rsid w:val="009509B3"/>
    <w:rsid w:val="00951F02"/>
    <w:rsid w:val="0095752B"/>
    <w:rsid w:val="0096034C"/>
    <w:rsid w:val="009640A1"/>
    <w:rsid w:val="009710D8"/>
    <w:rsid w:val="00971D3B"/>
    <w:rsid w:val="00972946"/>
    <w:rsid w:val="009736DA"/>
    <w:rsid w:val="0097534E"/>
    <w:rsid w:val="00982748"/>
    <w:rsid w:val="00984F65"/>
    <w:rsid w:val="009864B7"/>
    <w:rsid w:val="00986C45"/>
    <w:rsid w:val="009915BB"/>
    <w:rsid w:val="009919C9"/>
    <w:rsid w:val="009925D0"/>
    <w:rsid w:val="009941BE"/>
    <w:rsid w:val="00994DD5"/>
    <w:rsid w:val="00995C47"/>
    <w:rsid w:val="00996F96"/>
    <w:rsid w:val="00997000"/>
    <w:rsid w:val="00997F8E"/>
    <w:rsid w:val="009A07B4"/>
    <w:rsid w:val="009A1242"/>
    <w:rsid w:val="009A1DE1"/>
    <w:rsid w:val="009A24DC"/>
    <w:rsid w:val="009A3551"/>
    <w:rsid w:val="009A6423"/>
    <w:rsid w:val="009A6B74"/>
    <w:rsid w:val="009B1C96"/>
    <w:rsid w:val="009B3619"/>
    <w:rsid w:val="009B442F"/>
    <w:rsid w:val="009B48CB"/>
    <w:rsid w:val="009B54FE"/>
    <w:rsid w:val="009B5BAA"/>
    <w:rsid w:val="009B63BA"/>
    <w:rsid w:val="009C012A"/>
    <w:rsid w:val="009C16AF"/>
    <w:rsid w:val="009C1E59"/>
    <w:rsid w:val="009C2AD5"/>
    <w:rsid w:val="009C2E6B"/>
    <w:rsid w:val="009C325D"/>
    <w:rsid w:val="009C464F"/>
    <w:rsid w:val="009D0763"/>
    <w:rsid w:val="009D0D20"/>
    <w:rsid w:val="009D2F68"/>
    <w:rsid w:val="009D3350"/>
    <w:rsid w:val="009D453B"/>
    <w:rsid w:val="009D74EE"/>
    <w:rsid w:val="009E0782"/>
    <w:rsid w:val="009E08EF"/>
    <w:rsid w:val="009E127F"/>
    <w:rsid w:val="009E150A"/>
    <w:rsid w:val="009E4BC9"/>
    <w:rsid w:val="009E5AA9"/>
    <w:rsid w:val="009E62BB"/>
    <w:rsid w:val="009E6673"/>
    <w:rsid w:val="009E723C"/>
    <w:rsid w:val="009E7B0A"/>
    <w:rsid w:val="009F16BB"/>
    <w:rsid w:val="009F2949"/>
    <w:rsid w:val="009F346A"/>
    <w:rsid w:val="009F7218"/>
    <w:rsid w:val="009F79FB"/>
    <w:rsid w:val="00A00F5B"/>
    <w:rsid w:val="00A01183"/>
    <w:rsid w:val="00A04B6D"/>
    <w:rsid w:val="00A04CEB"/>
    <w:rsid w:val="00A04DE4"/>
    <w:rsid w:val="00A04FCB"/>
    <w:rsid w:val="00A070E4"/>
    <w:rsid w:val="00A0782A"/>
    <w:rsid w:val="00A120AD"/>
    <w:rsid w:val="00A12975"/>
    <w:rsid w:val="00A13611"/>
    <w:rsid w:val="00A14CCE"/>
    <w:rsid w:val="00A21B45"/>
    <w:rsid w:val="00A22864"/>
    <w:rsid w:val="00A23D8E"/>
    <w:rsid w:val="00A23F45"/>
    <w:rsid w:val="00A243EE"/>
    <w:rsid w:val="00A24529"/>
    <w:rsid w:val="00A24745"/>
    <w:rsid w:val="00A24E5F"/>
    <w:rsid w:val="00A259EF"/>
    <w:rsid w:val="00A27B95"/>
    <w:rsid w:val="00A34023"/>
    <w:rsid w:val="00A3457F"/>
    <w:rsid w:val="00A424C1"/>
    <w:rsid w:val="00A42E4B"/>
    <w:rsid w:val="00A433FA"/>
    <w:rsid w:val="00A43C8B"/>
    <w:rsid w:val="00A43E98"/>
    <w:rsid w:val="00A479B7"/>
    <w:rsid w:val="00A505D2"/>
    <w:rsid w:val="00A50CA9"/>
    <w:rsid w:val="00A51457"/>
    <w:rsid w:val="00A52B5D"/>
    <w:rsid w:val="00A53524"/>
    <w:rsid w:val="00A53D8F"/>
    <w:rsid w:val="00A62332"/>
    <w:rsid w:val="00A6375C"/>
    <w:rsid w:val="00A63825"/>
    <w:rsid w:val="00A640C9"/>
    <w:rsid w:val="00A67FF6"/>
    <w:rsid w:val="00A73398"/>
    <w:rsid w:val="00A73B39"/>
    <w:rsid w:val="00A7424F"/>
    <w:rsid w:val="00A77313"/>
    <w:rsid w:val="00A776B4"/>
    <w:rsid w:val="00A81324"/>
    <w:rsid w:val="00A81487"/>
    <w:rsid w:val="00A8332E"/>
    <w:rsid w:val="00A83534"/>
    <w:rsid w:val="00A84AE3"/>
    <w:rsid w:val="00A86586"/>
    <w:rsid w:val="00A86A0F"/>
    <w:rsid w:val="00A86F95"/>
    <w:rsid w:val="00A92C11"/>
    <w:rsid w:val="00A9317F"/>
    <w:rsid w:val="00A932FE"/>
    <w:rsid w:val="00A94FD8"/>
    <w:rsid w:val="00A95825"/>
    <w:rsid w:val="00A96DF7"/>
    <w:rsid w:val="00A9711F"/>
    <w:rsid w:val="00AA0340"/>
    <w:rsid w:val="00AA1FD1"/>
    <w:rsid w:val="00AA222C"/>
    <w:rsid w:val="00AA2A54"/>
    <w:rsid w:val="00AA2DCA"/>
    <w:rsid w:val="00AA5EA6"/>
    <w:rsid w:val="00AA6D7E"/>
    <w:rsid w:val="00AA7F42"/>
    <w:rsid w:val="00AB38A1"/>
    <w:rsid w:val="00AB5411"/>
    <w:rsid w:val="00AC190A"/>
    <w:rsid w:val="00AC1D2B"/>
    <w:rsid w:val="00AC27A4"/>
    <w:rsid w:val="00AC2B4A"/>
    <w:rsid w:val="00AC4D3A"/>
    <w:rsid w:val="00AD67FF"/>
    <w:rsid w:val="00AD7308"/>
    <w:rsid w:val="00AD7769"/>
    <w:rsid w:val="00AE1B84"/>
    <w:rsid w:val="00AE2089"/>
    <w:rsid w:val="00AE64EA"/>
    <w:rsid w:val="00AF05C7"/>
    <w:rsid w:val="00AF2533"/>
    <w:rsid w:val="00AF2587"/>
    <w:rsid w:val="00AF45C5"/>
    <w:rsid w:val="00AF4803"/>
    <w:rsid w:val="00AF4EF3"/>
    <w:rsid w:val="00AF510F"/>
    <w:rsid w:val="00AF65D9"/>
    <w:rsid w:val="00AF6B9E"/>
    <w:rsid w:val="00AF7DB7"/>
    <w:rsid w:val="00B00DB0"/>
    <w:rsid w:val="00B011B4"/>
    <w:rsid w:val="00B0306A"/>
    <w:rsid w:val="00B05301"/>
    <w:rsid w:val="00B14399"/>
    <w:rsid w:val="00B15655"/>
    <w:rsid w:val="00B16F39"/>
    <w:rsid w:val="00B22CF4"/>
    <w:rsid w:val="00B23EB7"/>
    <w:rsid w:val="00B246FE"/>
    <w:rsid w:val="00B2485B"/>
    <w:rsid w:val="00B2692B"/>
    <w:rsid w:val="00B30372"/>
    <w:rsid w:val="00B30B72"/>
    <w:rsid w:val="00B31879"/>
    <w:rsid w:val="00B32093"/>
    <w:rsid w:val="00B32146"/>
    <w:rsid w:val="00B32FFC"/>
    <w:rsid w:val="00B37313"/>
    <w:rsid w:val="00B41404"/>
    <w:rsid w:val="00B42934"/>
    <w:rsid w:val="00B42F62"/>
    <w:rsid w:val="00B431F8"/>
    <w:rsid w:val="00B44821"/>
    <w:rsid w:val="00B44B50"/>
    <w:rsid w:val="00B53503"/>
    <w:rsid w:val="00B55CA4"/>
    <w:rsid w:val="00B56DCE"/>
    <w:rsid w:val="00B577E6"/>
    <w:rsid w:val="00B61919"/>
    <w:rsid w:val="00B6263D"/>
    <w:rsid w:val="00B633DB"/>
    <w:rsid w:val="00B64348"/>
    <w:rsid w:val="00B6584C"/>
    <w:rsid w:val="00B66478"/>
    <w:rsid w:val="00B6771E"/>
    <w:rsid w:val="00B72577"/>
    <w:rsid w:val="00B74A67"/>
    <w:rsid w:val="00B74AD4"/>
    <w:rsid w:val="00B74DC1"/>
    <w:rsid w:val="00B762AE"/>
    <w:rsid w:val="00B76ED3"/>
    <w:rsid w:val="00B7723A"/>
    <w:rsid w:val="00B819AF"/>
    <w:rsid w:val="00B81FA2"/>
    <w:rsid w:val="00B828B3"/>
    <w:rsid w:val="00B84936"/>
    <w:rsid w:val="00B85ABC"/>
    <w:rsid w:val="00B85FE0"/>
    <w:rsid w:val="00B86A22"/>
    <w:rsid w:val="00B91030"/>
    <w:rsid w:val="00B927C3"/>
    <w:rsid w:val="00B92F4A"/>
    <w:rsid w:val="00B95C55"/>
    <w:rsid w:val="00B95EE0"/>
    <w:rsid w:val="00B96077"/>
    <w:rsid w:val="00BA09A2"/>
    <w:rsid w:val="00BA3AF7"/>
    <w:rsid w:val="00BA51D6"/>
    <w:rsid w:val="00BB443F"/>
    <w:rsid w:val="00BB5677"/>
    <w:rsid w:val="00BB6E3C"/>
    <w:rsid w:val="00BB721E"/>
    <w:rsid w:val="00BB7EF9"/>
    <w:rsid w:val="00BC3690"/>
    <w:rsid w:val="00BC3F50"/>
    <w:rsid w:val="00BC4500"/>
    <w:rsid w:val="00BC4767"/>
    <w:rsid w:val="00BC48C0"/>
    <w:rsid w:val="00BC5AE2"/>
    <w:rsid w:val="00BD077E"/>
    <w:rsid w:val="00BD090B"/>
    <w:rsid w:val="00BD0F44"/>
    <w:rsid w:val="00BD10C2"/>
    <w:rsid w:val="00BD4E6D"/>
    <w:rsid w:val="00BD66F4"/>
    <w:rsid w:val="00BE3012"/>
    <w:rsid w:val="00BE5E66"/>
    <w:rsid w:val="00BE7AA4"/>
    <w:rsid w:val="00BE7B9A"/>
    <w:rsid w:val="00BF0AF2"/>
    <w:rsid w:val="00BF25C5"/>
    <w:rsid w:val="00BF275C"/>
    <w:rsid w:val="00BF4DDD"/>
    <w:rsid w:val="00BF4F8B"/>
    <w:rsid w:val="00C0377E"/>
    <w:rsid w:val="00C04941"/>
    <w:rsid w:val="00C04E3D"/>
    <w:rsid w:val="00C05B77"/>
    <w:rsid w:val="00C103C2"/>
    <w:rsid w:val="00C134D8"/>
    <w:rsid w:val="00C15B68"/>
    <w:rsid w:val="00C1707E"/>
    <w:rsid w:val="00C1789B"/>
    <w:rsid w:val="00C20618"/>
    <w:rsid w:val="00C21C0D"/>
    <w:rsid w:val="00C22207"/>
    <w:rsid w:val="00C2275F"/>
    <w:rsid w:val="00C22A51"/>
    <w:rsid w:val="00C239AF"/>
    <w:rsid w:val="00C23CAF"/>
    <w:rsid w:val="00C24899"/>
    <w:rsid w:val="00C24D9E"/>
    <w:rsid w:val="00C25019"/>
    <w:rsid w:val="00C25134"/>
    <w:rsid w:val="00C26A60"/>
    <w:rsid w:val="00C30058"/>
    <w:rsid w:val="00C3252C"/>
    <w:rsid w:val="00C32DD2"/>
    <w:rsid w:val="00C331E3"/>
    <w:rsid w:val="00C33693"/>
    <w:rsid w:val="00C35540"/>
    <w:rsid w:val="00C359DB"/>
    <w:rsid w:val="00C36265"/>
    <w:rsid w:val="00C36B11"/>
    <w:rsid w:val="00C37B1F"/>
    <w:rsid w:val="00C43BE2"/>
    <w:rsid w:val="00C47DED"/>
    <w:rsid w:val="00C5049B"/>
    <w:rsid w:val="00C51A16"/>
    <w:rsid w:val="00C53C75"/>
    <w:rsid w:val="00C54C8D"/>
    <w:rsid w:val="00C55588"/>
    <w:rsid w:val="00C557AD"/>
    <w:rsid w:val="00C55BC1"/>
    <w:rsid w:val="00C55DAD"/>
    <w:rsid w:val="00C56623"/>
    <w:rsid w:val="00C5720A"/>
    <w:rsid w:val="00C60DDE"/>
    <w:rsid w:val="00C61103"/>
    <w:rsid w:val="00C624C1"/>
    <w:rsid w:val="00C63913"/>
    <w:rsid w:val="00C6441A"/>
    <w:rsid w:val="00C6786E"/>
    <w:rsid w:val="00C70019"/>
    <w:rsid w:val="00C70900"/>
    <w:rsid w:val="00C72746"/>
    <w:rsid w:val="00C729FE"/>
    <w:rsid w:val="00C73B84"/>
    <w:rsid w:val="00C73F6B"/>
    <w:rsid w:val="00C7531E"/>
    <w:rsid w:val="00C75C09"/>
    <w:rsid w:val="00C77D35"/>
    <w:rsid w:val="00C77E20"/>
    <w:rsid w:val="00C77E45"/>
    <w:rsid w:val="00C80A0C"/>
    <w:rsid w:val="00C82D33"/>
    <w:rsid w:val="00C837ED"/>
    <w:rsid w:val="00C83D72"/>
    <w:rsid w:val="00C85416"/>
    <w:rsid w:val="00C8580C"/>
    <w:rsid w:val="00C85CD2"/>
    <w:rsid w:val="00C86677"/>
    <w:rsid w:val="00C91EF8"/>
    <w:rsid w:val="00C944E9"/>
    <w:rsid w:val="00CA1320"/>
    <w:rsid w:val="00CA1348"/>
    <w:rsid w:val="00CA25D4"/>
    <w:rsid w:val="00CA55EB"/>
    <w:rsid w:val="00CA5697"/>
    <w:rsid w:val="00CB0F12"/>
    <w:rsid w:val="00CB131A"/>
    <w:rsid w:val="00CB28F5"/>
    <w:rsid w:val="00CB5463"/>
    <w:rsid w:val="00CB5B21"/>
    <w:rsid w:val="00CB5DF8"/>
    <w:rsid w:val="00CB6615"/>
    <w:rsid w:val="00CB7FF3"/>
    <w:rsid w:val="00CC0F5E"/>
    <w:rsid w:val="00CC144A"/>
    <w:rsid w:val="00CC3198"/>
    <w:rsid w:val="00CC5D74"/>
    <w:rsid w:val="00CC7962"/>
    <w:rsid w:val="00CD0516"/>
    <w:rsid w:val="00CD20D3"/>
    <w:rsid w:val="00CD2952"/>
    <w:rsid w:val="00CD4CCE"/>
    <w:rsid w:val="00CD504A"/>
    <w:rsid w:val="00CD5C8F"/>
    <w:rsid w:val="00CD5CE7"/>
    <w:rsid w:val="00CE041E"/>
    <w:rsid w:val="00CE0549"/>
    <w:rsid w:val="00CE075D"/>
    <w:rsid w:val="00CE12BF"/>
    <w:rsid w:val="00CE14D5"/>
    <w:rsid w:val="00CE336E"/>
    <w:rsid w:val="00CE5E7E"/>
    <w:rsid w:val="00CE7E9B"/>
    <w:rsid w:val="00CF106A"/>
    <w:rsid w:val="00CF1CDF"/>
    <w:rsid w:val="00CF2BF0"/>
    <w:rsid w:val="00CF427D"/>
    <w:rsid w:val="00CF5155"/>
    <w:rsid w:val="00CF53F8"/>
    <w:rsid w:val="00CF5A8F"/>
    <w:rsid w:val="00CF6254"/>
    <w:rsid w:val="00D0537F"/>
    <w:rsid w:val="00D058F1"/>
    <w:rsid w:val="00D064EB"/>
    <w:rsid w:val="00D07967"/>
    <w:rsid w:val="00D10993"/>
    <w:rsid w:val="00D141DB"/>
    <w:rsid w:val="00D15F75"/>
    <w:rsid w:val="00D16434"/>
    <w:rsid w:val="00D1750B"/>
    <w:rsid w:val="00D17C1E"/>
    <w:rsid w:val="00D218B1"/>
    <w:rsid w:val="00D21C57"/>
    <w:rsid w:val="00D21DAB"/>
    <w:rsid w:val="00D23482"/>
    <w:rsid w:val="00D252F7"/>
    <w:rsid w:val="00D307E5"/>
    <w:rsid w:val="00D30BD6"/>
    <w:rsid w:val="00D33C40"/>
    <w:rsid w:val="00D341FD"/>
    <w:rsid w:val="00D34975"/>
    <w:rsid w:val="00D36F81"/>
    <w:rsid w:val="00D4110C"/>
    <w:rsid w:val="00D42357"/>
    <w:rsid w:val="00D424C1"/>
    <w:rsid w:val="00D43F69"/>
    <w:rsid w:val="00D442BE"/>
    <w:rsid w:val="00D448F2"/>
    <w:rsid w:val="00D44909"/>
    <w:rsid w:val="00D45B3A"/>
    <w:rsid w:val="00D45DCC"/>
    <w:rsid w:val="00D47491"/>
    <w:rsid w:val="00D5125F"/>
    <w:rsid w:val="00D5734D"/>
    <w:rsid w:val="00D5748F"/>
    <w:rsid w:val="00D5749B"/>
    <w:rsid w:val="00D57C1F"/>
    <w:rsid w:val="00D62C2F"/>
    <w:rsid w:val="00D634F5"/>
    <w:rsid w:val="00D64A2F"/>
    <w:rsid w:val="00D65C46"/>
    <w:rsid w:val="00D71204"/>
    <w:rsid w:val="00D73169"/>
    <w:rsid w:val="00D7525D"/>
    <w:rsid w:val="00D7785B"/>
    <w:rsid w:val="00D779F8"/>
    <w:rsid w:val="00D80BF5"/>
    <w:rsid w:val="00D80CB8"/>
    <w:rsid w:val="00D83639"/>
    <w:rsid w:val="00D87155"/>
    <w:rsid w:val="00D93A9C"/>
    <w:rsid w:val="00D93E64"/>
    <w:rsid w:val="00D94050"/>
    <w:rsid w:val="00D9588D"/>
    <w:rsid w:val="00D95C71"/>
    <w:rsid w:val="00DA0E90"/>
    <w:rsid w:val="00DA17E3"/>
    <w:rsid w:val="00DA4AF0"/>
    <w:rsid w:val="00DA586C"/>
    <w:rsid w:val="00DA5AE6"/>
    <w:rsid w:val="00DA6A20"/>
    <w:rsid w:val="00DB03BC"/>
    <w:rsid w:val="00DB0CC1"/>
    <w:rsid w:val="00DB1B50"/>
    <w:rsid w:val="00DB2EE6"/>
    <w:rsid w:val="00DB332B"/>
    <w:rsid w:val="00DB6E25"/>
    <w:rsid w:val="00DC011A"/>
    <w:rsid w:val="00DC089D"/>
    <w:rsid w:val="00DC0D10"/>
    <w:rsid w:val="00DC0FAB"/>
    <w:rsid w:val="00DC2EF6"/>
    <w:rsid w:val="00DC40D6"/>
    <w:rsid w:val="00DC4D0B"/>
    <w:rsid w:val="00DC70C0"/>
    <w:rsid w:val="00DC7FA6"/>
    <w:rsid w:val="00DD0D24"/>
    <w:rsid w:val="00DD0D5A"/>
    <w:rsid w:val="00DD2129"/>
    <w:rsid w:val="00DD21E4"/>
    <w:rsid w:val="00DD2AD6"/>
    <w:rsid w:val="00DD2DB1"/>
    <w:rsid w:val="00DD44C6"/>
    <w:rsid w:val="00DD486C"/>
    <w:rsid w:val="00DD59A5"/>
    <w:rsid w:val="00DD5AE0"/>
    <w:rsid w:val="00DD704F"/>
    <w:rsid w:val="00DD750C"/>
    <w:rsid w:val="00DE081E"/>
    <w:rsid w:val="00DE1944"/>
    <w:rsid w:val="00DE2660"/>
    <w:rsid w:val="00DE5265"/>
    <w:rsid w:val="00DE52FD"/>
    <w:rsid w:val="00DE6379"/>
    <w:rsid w:val="00DE6629"/>
    <w:rsid w:val="00DE7046"/>
    <w:rsid w:val="00DE7CC4"/>
    <w:rsid w:val="00DF0AE8"/>
    <w:rsid w:val="00DF1579"/>
    <w:rsid w:val="00DF1833"/>
    <w:rsid w:val="00DF423E"/>
    <w:rsid w:val="00DF57E1"/>
    <w:rsid w:val="00DF6587"/>
    <w:rsid w:val="00DF784A"/>
    <w:rsid w:val="00E014EF"/>
    <w:rsid w:val="00E02945"/>
    <w:rsid w:val="00E04B80"/>
    <w:rsid w:val="00E057C8"/>
    <w:rsid w:val="00E076FC"/>
    <w:rsid w:val="00E106BC"/>
    <w:rsid w:val="00E11FEB"/>
    <w:rsid w:val="00E132A7"/>
    <w:rsid w:val="00E14178"/>
    <w:rsid w:val="00E17A9F"/>
    <w:rsid w:val="00E266F8"/>
    <w:rsid w:val="00E26EB5"/>
    <w:rsid w:val="00E3114E"/>
    <w:rsid w:val="00E31408"/>
    <w:rsid w:val="00E32D94"/>
    <w:rsid w:val="00E34B6C"/>
    <w:rsid w:val="00E3660A"/>
    <w:rsid w:val="00E37B09"/>
    <w:rsid w:val="00E37E5F"/>
    <w:rsid w:val="00E42042"/>
    <w:rsid w:val="00E42440"/>
    <w:rsid w:val="00E42AB7"/>
    <w:rsid w:val="00E436DC"/>
    <w:rsid w:val="00E4697F"/>
    <w:rsid w:val="00E5329D"/>
    <w:rsid w:val="00E54C85"/>
    <w:rsid w:val="00E5506D"/>
    <w:rsid w:val="00E55ACE"/>
    <w:rsid w:val="00E567F9"/>
    <w:rsid w:val="00E57C66"/>
    <w:rsid w:val="00E6065E"/>
    <w:rsid w:val="00E623CD"/>
    <w:rsid w:val="00E64585"/>
    <w:rsid w:val="00E651FE"/>
    <w:rsid w:val="00E71B75"/>
    <w:rsid w:val="00E724E4"/>
    <w:rsid w:val="00E7370C"/>
    <w:rsid w:val="00E738C9"/>
    <w:rsid w:val="00E7512A"/>
    <w:rsid w:val="00E752AF"/>
    <w:rsid w:val="00E75A57"/>
    <w:rsid w:val="00E76DB9"/>
    <w:rsid w:val="00E805F5"/>
    <w:rsid w:val="00E81C45"/>
    <w:rsid w:val="00E82A16"/>
    <w:rsid w:val="00E85605"/>
    <w:rsid w:val="00E85EF9"/>
    <w:rsid w:val="00E90145"/>
    <w:rsid w:val="00E90508"/>
    <w:rsid w:val="00E937CC"/>
    <w:rsid w:val="00E9490B"/>
    <w:rsid w:val="00EA1228"/>
    <w:rsid w:val="00EA2517"/>
    <w:rsid w:val="00EA2EFB"/>
    <w:rsid w:val="00EA350D"/>
    <w:rsid w:val="00EA392A"/>
    <w:rsid w:val="00EA3EAB"/>
    <w:rsid w:val="00EA4FFE"/>
    <w:rsid w:val="00EB05CE"/>
    <w:rsid w:val="00EB173C"/>
    <w:rsid w:val="00EB19B8"/>
    <w:rsid w:val="00EB5BC2"/>
    <w:rsid w:val="00EB645E"/>
    <w:rsid w:val="00EC0BDD"/>
    <w:rsid w:val="00EC5C8A"/>
    <w:rsid w:val="00ED3882"/>
    <w:rsid w:val="00ED45F4"/>
    <w:rsid w:val="00ED595B"/>
    <w:rsid w:val="00ED7B12"/>
    <w:rsid w:val="00ED7F1F"/>
    <w:rsid w:val="00EE05FE"/>
    <w:rsid w:val="00EE10CD"/>
    <w:rsid w:val="00EE3E92"/>
    <w:rsid w:val="00EE6A2B"/>
    <w:rsid w:val="00EF00DD"/>
    <w:rsid w:val="00EF1FC6"/>
    <w:rsid w:val="00EF21E2"/>
    <w:rsid w:val="00EF7F65"/>
    <w:rsid w:val="00F03898"/>
    <w:rsid w:val="00F04C1F"/>
    <w:rsid w:val="00F07A88"/>
    <w:rsid w:val="00F07CCF"/>
    <w:rsid w:val="00F1018F"/>
    <w:rsid w:val="00F13335"/>
    <w:rsid w:val="00F137B9"/>
    <w:rsid w:val="00F16122"/>
    <w:rsid w:val="00F17A6F"/>
    <w:rsid w:val="00F20520"/>
    <w:rsid w:val="00F2222A"/>
    <w:rsid w:val="00F23044"/>
    <w:rsid w:val="00F23729"/>
    <w:rsid w:val="00F245CA"/>
    <w:rsid w:val="00F2714A"/>
    <w:rsid w:val="00F326A0"/>
    <w:rsid w:val="00F3335E"/>
    <w:rsid w:val="00F338EA"/>
    <w:rsid w:val="00F40FFF"/>
    <w:rsid w:val="00F4260A"/>
    <w:rsid w:val="00F4263C"/>
    <w:rsid w:val="00F4584B"/>
    <w:rsid w:val="00F4667B"/>
    <w:rsid w:val="00F4761C"/>
    <w:rsid w:val="00F52750"/>
    <w:rsid w:val="00F52D86"/>
    <w:rsid w:val="00F53FA8"/>
    <w:rsid w:val="00F5406A"/>
    <w:rsid w:val="00F56DB1"/>
    <w:rsid w:val="00F611F4"/>
    <w:rsid w:val="00F6154F"/>
    <w:rsid w:val="00F61B07"/>
    <w:rsid w:val="00F62CB3"/>
    <w:rsid w:val="00F64CAD"/>
    <w:rsid w:val="00F6507B"/>
    <w:rsid w:val="00F658DB"/>
    <w:rsid w:val="00F6701F"/>
    <w:rsid w:val="00F71681"/>
    <w:rsid w:val="00F72161"/>
    <w:rsid w:val="00F738A3"/>
    <w:rsid w:val="00F74417"/>
    <w:rsid w:val="00F74B4F"/>
    <w:rsid w:val="00F75F1A"/>
    <w:rsid w:val="00F77568"/>
    <w:rsid w:val="00F80AE5"/>
    <w:rsid w:val="00F86440"/>
    <w:rsid w:val="00F8698F"/>
    <w:rsid w:val="00F875A1"/>
    <w:rsid w:val="00F87837"/>
    <w:rsid w:val="00F9036A"/>
    <w:rsid w:val="00F919D8"/>
    <w:rsid w:val="00F93754"/>
    <w:rsid w:val="00FA06AF"/>
    <w:rsid w:val="00FA0AC2"/>
    <w:rsid w:val="00FA3157"/>
    <w:rsid w:val="00FA473E"/>
    <w:rsid w:val="00FB0B6B"/>
    <w:rsid w:val="00FB5D70"/>
    <w:rsid w:val="00FB6FF6"/>
    <w:rsid w:val="00FB73CD"/>
    <w:rsid w:val="00FC14F7"/>
    <w:rsid w:val="00FC1F69"/>
    <w:rsid w:val="00FC380D"/>
    <w:rsid w:val="00FD31DC"/>
    <w:rsid w:val="00FD5669"/>
    <w:rsid w:val="00FD6CE3"/>
    <w:rsid w:val="00FD6FB0"/>
    <w:rsid w:val="00FE02A8"/>
    <w:rsid w:val="00FE0F24"/>
    <w:rsid w:val="00FE1470"/>
    <w:rsid w:val="00FE1D6E"/>
    <w:rsid w:val="00FE4794"/>
    <w:rsid w:val="00FE4ECE"/>
    <w:rsid w:val="00FE5015"/>
    <w:rsid w:val="00FE5F70"/>
    <w:rsid w:val="00FF47C9"/>
    <w:rsid w:val="00FF6007"/>
    <w:rsid w:val="00FF69EE"/>
    <w:rsid w:val="18BFE410"/>
    <w:rsid w:val="37D5CC66"/>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B1F66"/>
  <w15:docId w15:val="{9942DBCE-DA82-4296-A40B-699630003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SansOffice" w:eastAsiaTheme="minorEastAsia" w:hAnsi="TheSansOffice"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1579"/>
    <w:pPr>
      <w:spacing w:line="284" w:lineRule="exact"/>
    </w:pPr>
    <w:rPr>
      <w:sz w:val="18"/>
      <w:szCs w:val="22"/>
      <w:lang w:eastAsia="en-US"/>
    </w:rPr>
  </w:style>
  <w:style w:type="paragraph" w:styleId="berschrift2">
    <w:name w:val="heading 2"/>
    <w:basedOn w:val="Standard"/>
    <w:link w:val="berschrift2Zchn"/>
    <w:uiPriority w:val="9"/>
    <w:qFormat/>
    <w:rsid w:val="00AF2587"/>
    <w:pPr>
      <w:spacing w:before="100" w:beforeAutospacing="1" w:after="100" w:afterAutospacing="1" w:line="240" w:lineRule="auto"/>
      <w:outlineLvl w:val="1"/>
    </w:pPr>
    <w:rPr>
      <w:rFonts w:ascii="Times New Roman" w:eastAsia="Times New Roman" w:hAnsi="Times New Roman"/>
      <w:b/>
      <w:bCs/>
      <w:sz w:val="36"/>
      <w:szCs w:val="36"/>
      <w:lang w:eastAsia="de-DE"/>
    </w:rPr>
  </w:style>
  <w:style w:type="paragraph" w:styleId="berschrift3">
    <w:name w:val="heading 3"/>
    <w:basedOn w:val="Standard"/>
    <w:next w:val="Standard"/>
    <w:link w:val="berschrift3Zchn"/>
    <w:uiPriority w:val="9"/>
    <w:semiHidden/>
    <w:unhideWhenUsed/>
    <w:qFormat/>
    <w:rsid w:val="003800F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E8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67E8C"/>
  </w:style>
  <w:style w:type="paragraph" w:styleId="Fuzeile">
    <w:name w:val="footer"/>
    <w:basedOn w:val="Standard"/>
    <w:link w:val="FuzeileZchn"/>
    <w:uiPriority w:val="99"/>
    <w:unhideWhenUsed/>
    <w:rsid w:val="00167E8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67E8C"/>
  </w:style>
  <w:style w:type="paragraph" w:styleId="Sprechblasentext">
    <w:name w:val="Balloon Text"/>
    <w:basedOn w:val="Standard"/>
    <w:link w:val="SprechblasentextZchn"/>
    <w:uiPriority w:val="99"/>
    <w:semiHidden/>
    <w:unhideWhenUsed/>
    <w:rsid w:val="00167E8C"/>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167E8C"/>
    <w:rPr>
      <w:rFonts w:ascii="Tahoma" w:hAnsi="Tahoma" w:cs="Tahoma"/>
      <w:sz w:val="16"/>
      <w:szCs w:val="16"/>
    </w:rPr>
  </w:style>
  <w:style w:type="paragraph" w:customStyle="1" w:styleId="Adresserechts">
    <w:name w:val="Adresse rechts"/>
    <w:basedOn w:val="Standard"/>
    <w:qFormat/>
    <w:rsid w:val="00324F02"/>
    <w:pPr>
      <w:spacing w:line="213" w:lineRule="exact"/>
    </w:pPr>
    <w:rPr>
      <w:sz w:val="15"/>
      <w:szCs w:val="15"/>
    </w:rPr>
  </w:style>
  <w:style w:type="paragraph" w:customStyle="1" w:styleId="BITStandardBold">
    <w:name w:val="BIT Standard Bold"/>
    <w:basedOn w:val="Standard"/>
    <w:qFormat/>
    <w:rsid w:val="00B57059"/>
    <w:rPr>
      <w:b/>
    </w:rPr>
  </w:style>
  <w:style w:type="paragraph" w:customStyle="1" w:styleId="BITAbsender">
    <w:name w:val="BIT Absender"/>
    <w:basedOn w:val="Standard"/>
    <w:qFormat/>
    <w:rsid w:val="00111288"/>
    <w:pPr>
      <w:tabs>
        <w:tab w:val="left" w:pos="142"/>
      </w:tabs>
      <w:spacing w:line="213" w:lineRule="exact"/>
    </w:pPr>
    <w:rPr>
      <w:sz w:val="15"/>
      <w:szCs w:val="15"/>
    </w:rPr>
  </w:style>
  <w:style w:type="character" w:customStyle="1" w:styleId="BITBlau">
    <w:name w:val="BIT Blau"/>
    <w:uiPriority w:val="1"/>
    <w:qFormat/>
    <w:rsid w:val="00111288"/>
    <w:rPr>
      <w:color w:val="009FE3"/>
    </w:rPr>
  </w:style>
  <w:style w:type="paragraph" w:customStyle="1" w:styleId="BITAbsenderBold">
    <w:name w:val="BIT Absender Bold"/>
    <w:basedOn w:val="BITAbsender"/>
    <w:qFormat/>
    <w:rsid w:val="008C203F"/>
    <w:rPr>
      <w:b/>
    </w:rPr>
  </w:style>
  <w:style w:type="paragraph" w:customStyle="1" w:styleId="BITFlietextmitAbsatz">
    <w:name w:val="BIT Fließtext mit Absatz"/>
    <w:basedOn w:val="Standard"/>
    <w:qFormat/>
    <w:rsid w:val="007E01BE"/>
    <w:pPr>
      <w:spacing w:after="284"/>
    </w:pPr>
  </w:style>
  <w:style w:type="paragraph" w:customStyle="1" w:styleId="BITAufzhlung">
    <w:name w:val="BIT Aufzählung"/>
    <w:basedOn w:val="Standard"/>
    <w:qFormat/>
    <w:rsid w:val="00EB5BC2"/>
    <w:pPr>
      <w:numPr>
        <w:numId w:val="1"/>
      </w:numPr>
      <w:spacing w:after="284"/>
      <w:contextualSpacing/>
    </w:pPr>
    <w:rPr>
      <w:b/>
      <w:szCs w:val="18"/>
    </w:rPr>
  </w:style>
  <w:style w:type="paragraph" w:customStyle="1" w:styleId="BITNummerierung">
    <w:name w:val="BIT Nummerierung"/>
    <w:basedOn w:val="Standard"/>
    <w:qFormat/>
    <w:rsid w:val="008D3B4D"/>
    <w:pPr>
      <w:numPr>
        <w:numId w:val="3"/>
      </w:numPr>
      <w:tabs>
        <w:tab w:val="left" w:pos="295"/>
        <w:tab w:val="left" w:pos="363"/>
        <w:tab w:val="left" w:pos="544"/>
      </w:tabs>
      <w:ind w:left="295" w:hanging="295"/>
    </w:pPr>
  </w:style>
  <w:style w:type="paragraph" w:customStyle="1" w:styleId="BITNummerierung1Ebenezweistellig">
    <w:name w:val="BIT Nummerierung (1. Ebene zweistellig)"/>
    <w:basedOn w:val="BITNummerierung"/>
    <w:qFormat/>
    <w:rsid w:val="00791A20"/>
    <w:rPr>
      <w:lang w:val="fr-FR"/>
    </w:rPr>
  </w:style>
  <w:style w:type="paragraph" w:customStyle="1" w:styleId="BITCoverberschrift">
    <w:name w:val="BIT Cover Überschrift"/>
    <w:basedOn w:val="Standard"/>
    <w:qFormat/>
    <w:rsid w:val="007260FD"/>
    <w:pPr>
      <w:spacing w:after="140" w:line="568" w:lineRule="exact"/>
    </w:pPr>
    <w:rPr>
      <w:b/>
      <w:color w:val="009FE3"/>
      <w:sz w:val="48"/>
    </w:rPr>
  </w:style>
  <w:style w:type="paragraph" w:customStyle="1" w:styleId="BITAufzhlungBullet">
    <w:name w:val="BIT Aufzählung Bullet"/>
    <w:basedOn w:val="Standard"/>
    <w:qFormat/>
    <w:rsid w:val="007260FD"/>
    <w:pPr>
      <w:ind w:left="181" w:hanging="181"/>
    </w:pPr>
  </w:style>
  <w:style w:type="paragraph" w:customStyle="1" w:styleId="HeadlinePresseinfo">
    <w:name w:val="Headline Presseinfo"/>
    <w:basedOn w:val="Standard"/>
    <w:qFormat/>
    <w:rsid w:val="007260FD"/>
    <w:pPr>
      <w:keepNext/>
      <w:keepLines/>
      <w:spacing w:before="280"/>
    </w:pPr>
    <w:rPr>
      <w:b/>
      <w:sz w:val="24"/>
    </w:rPr>
  </w:style>
  <w:style w:type="paragraph" w:customStyle="1" w:styleId="BITAbbinder">
    <w:name w:val="BIT Abbinder"/>
    <w:basedOn w:val="Standard"/>
    <w:qFormat/>
    <w:rsid w:val="007260FD"/>
    <w:pPr>
      <w:spacing w:line="240" w:lineRule="atLeast"/>
    </w:pPr>
    <w:rPr>
      <w:sz w:val="15"/>
      <w:szCs w:val="15"/>
    </w:rPr>
  </w:style>
  <w:style w:type="character" w:customStyle="1" w:styleId="Datum">
    <w:name w:val="_Datum"/>
    <w:basedOn w:val="Absatz-Standardschriftart"/>
    <w:rsid w:val="007260FD"/>
    <w:rPr>
      <w:rFonts w:ascii="Arial" w:hAnsi="Arial"/>
      <w:sz w:val="20"/>
      <w:szCs w:val="20"/>
      <w:lang w:val="de-DE"/>
    </w:rPr>
  </w:style>
  <w:style w:type="paragraph" w:customStyle="1" w:styleId="BITHeadlineohneAbsatz">
    <w:name w:val="BIT Headline ohne Absatz"/>
    <w:basedOn w:val="Standard"/>
    <w:qFormat/>
    <w:rsid w:val="007260FD"/>
    <w:pPr>
      <w:keepNext/>
      <w:keepLines/>
      <w:spacing w:before="280"/>
    </w:pPr>
    <w:rPr>
      <w:b/>
      <w:sz w:val="24"/>
    </w:rPr>
  </w:style>
  <w:style w:type="character" w:styleId="Hyperlink">
    <w:name w:val="Hyperlink"/>
    <w:basedOn w:val="Absatz-Standardschriftart"/>
    <w:uiPriority w:val="99"/>
    <w:unhideWhenUsed/>
    <w:rsid w:val="00CC3198"/>
    <w:rPr>
      <w:color w:val="AA0064"/>
      <w:u w:val="single"/>
    </w:rPr>
  </w:style>
  <w:style w:type="character" w:styleId="Kommentarzeichen">
    <w:name w:val="annotation reference"/>
    <w:basedOn w:val="Absatz-Standardschriftart"/>
    <w:uiPriority w:val="99"/>
    <w:semiHidden/>
    <w:unhideWhenUsed/>
    <w:rsid w:val="00A51457"/>
    <w:rPr>
      <w:sz w:val="16"/>
      <w:szCs w:val="16"/>
    </w:rPr>
  </w:style>
  <w:style w:type="paragraph" w:styleId="Kommentartext">
    <w:name w:val="annotation text"/>
    <w:basedOn w:val="Standard"/>
    <w:link w:val="KommentartextZchn"/>
    <w:uiPriority w:val="99"/>
    <w:semiHidden/>
    <w:unhideWhenUsed/>
    <w:rsid w:val="00A514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51457"/>
    <w:rPr>
      <w:lang w:eastAsia="en-US"/>
    </w:rPr>
  </w:style>
  <w:style w:type="paragraph" w:styleId="Kommentarthema">
    <w:name w:val="annotation subject"/>
    <w:basedOn w:val="Kommentartext"/>
    <w:next w:val="Kommentartext"/>
    <w:link w:val="KommentarthemaZchn"/>
    <w:uiPriority w:val="99"/>
    <w:semiHidden/>
    <w:unhideWhenUsed/>
    <w:rsid w:val="00A51457"/>
    <w:rPr>
      <w:b/>
      <w:bCs/>
    </w:rPr>
  </w:style>
  <w:style w:type="character" w:customStyle="1" w:styleId="KommentarthemaZchn">
    <w:name w:val="Kommentarthema Zchn"/>
    <w:basedOn w:val="KommentartextZchn"/>
    <w:link w:val="Kommentarthema"/>
    <w:uiPriority w:val="99"/>
    <w:semiHidden/>
    <w:rsid w:val="00A51457"/>
    <w:rPr>
      <w:b/>
      <w:bCs/>
      <w:lang w:eastAsia="en-US"/>
    </w:rPr>
  </w:style>
  <w:style w:type="paragraph" w:styleId="berarbeitung">
    <w:name w:val="Revision"/>
    <w:hidden/>
    <w:uiPriority w:val="99"/>
    <w:semiHidden/>
    <w:rsid w:val="00D17C1E"/>
    <w:rPr>
      <w:sz w:val="18"/>
      <w:szCs w:val="22"/>
      <w:lang w:eastAsia="en-US"/>
    </w:rPr>
  </w:style>
  <w:style w:type="character" w:customStyle="1" w:styleId="apple-converted-space">
    <w:name w:val="apple-converted-space"/>
    <w:basedOn w:val="Absatz-Standardschriftart"/>
    <w:rsid w:val="003E1A59"/>
  </w:style>
  <w:style w:type="character" w:customStyle="1" w:styleId="berschrift2Zchn">
    <w:name w:val="Überschrift 2 Zchn"/>
    <w:basedOn w:val="Absatz-Standardschriftart"/>
    <w:link w:val="berschrift2"/>
    <w:uiPriority w:val="9"/>
    <w:rsid w:val="00AF2587"/>
    <w:rPr>
      <w:rFonts w:ascii="Times New Roman" w:eastAsia="Times New Roman" w:hAnsi="Times New Roman"/>
      <w:b/>
      <w:bCs/>
      <w:sz w:val="36"/>
      <w:szCs w:val="36"/>
    </w:rPr>
  </w:style>
  <w:style w:type="character" w:customStyle="1" w:styleId="given-name">
    <w:name w:val="given-name"/>
    <w:basedOn w:val="Absatz-Standardschriftart"/>
    <w:rsid w:val="00AF2587"/>
  </w:style>
  <w:style w:type="character" w:customStyle="1" w:styleId="family-name">
    <w:name w:val="family-name"/>
    <w:basedOn w:val="Absatz-Standardschriftart"/>
    <w:rsid w:val="00AF2587"/>
  </w:style>
  <w:style w:type="character" w:customStyle="1" w:styleId="role">
    <w:name w:val="role"/>
    <w:basedOn w:val="Absatz-Standardschriftart"/>
    <w:rsid w:val="00AF2587"/>
  </w:style>
  <w:style w:type="character" w:customStyle="1" w:styleId="org">
    <w:name w:val="org"/>
    <w:basedOn w:val="Absatz-Standardschriftart"/>
    <w:rsid w:val="00AF2587"/>
  </w:style>
  <w:style w:type="character" w:styleId="Fett">
    <w:name w:val="Strong"/>
    <w:basedOn w:val="Absatz-Standardschriftart"/>
    <w:uiPriority w:val="22"/>
    <w:qFormat/>
    <w:rsid w:val="00263DDA"/>
    <w:rPr>
      <w:b/>
      <w:bCs/>
    </w:rPr>
  </w:style>
  <w:style w:type="character" w:customStyle="1" w:styleId="tgc">
    <w:name w:val="_tgc"/>
    <w:basedOn w:val="Absatz-Standardschriftart"/>
    <w:rsid w:val="00263DDA"/>
  </w:style>
  <w:style w:type="character" w:styleId="BesuchterLink">
    <w:name w:val="FollowedHyperlink"/>
    <w:basedOn w:val="Absatz-Standardschriftart"/>
    <w:uiPriority w:val="99"/>
    <w:semiHidden/>
    <w:unhideWhenUsed/>
    <w:rsid w:val="009C464F"/>
    <w:rPr>
      <w:color w:val="800080" w:themeColor="followedHyperlink"/>
      <w:u w:val="single"/>
    </w:rPr>
  </w:style>
  <w:style w:type="paragraph" w:styleId="StandardWeb">
    <w:name w:val="Normal (Web)"/>
    <w:basedOn w:val="Standard"/>
    <w:uiPriority w:val="99"/>
    <w:semiHidden/>
    <w:unhideWhenUsed/>
    <w:rsid w:val="000F194F"/>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Default">
    <w:name w:val="Default"/>
    <w:rsid w:val="00D307E5"/>
    <w:pPr>
      <w:autoSpaceDE w:val="0"/>
      <w:autoSpaceDN w:val="0"/>
      <w:adjustRightInd w:val="0"/>
    </w:pPr>
    <w:rPr>
      <w:rFonts w:cs="TheSansOffice"/>
      <w:color w:val="000000"/>
      <w:sz w:val="24"/>
      <w:szCs w:val="24"/>
    </w:rPr>
  </w:style>
  <w:style w:type="table" w:styleId="Tabellenraster">
    <w:name w:val="Table Grid"/>
    <w:basedOn w:val="NormaleTabelle"/>
    <w:rsid w:val="001B4420"/>
    <w:pPr>
      <w:spacing w:line="261" w:lineRule="atLeast"/>
    </w:pPr>
    <w:rPr>
      <w:rFonts w:ascii="Arial" w:eastAsia="Times New Roman" w:hAnsi="Arial"/>
    </w:rPr>
    <w:tblPr>
      <w:tblCellMar>
        <w:left w:w="0" w:type="dxa"/>
        <w:right w:w="0" w:type="dxa"/>
      </w:tblCellMar>
    </w:tblPr>
    <w:tcPr>
      <w:tcMar>
        <w:right w:w="0" w:type="dxa"/>
      </w:tcMar>
    </w:tcPr>
  </w:style>
  <w:style w:type="table" w:customStyle="1" w:styleId="Tabellenraster1">
    <w:name w:val="Tabellenraster1"/>
    <w:basedOn w:val="NormaleTabelle"/>
    <w:next w:val="Tabellenraster"/>
    <w:uiPriority w:val="59"/>
    <w:rsid w:val="00C3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3B309B"/>
    <w:rPr>
      <w:color w:val="605E5C"/>
      <w:shd w:val="clear" w:color="auto" w:fill="E1DFDD"/>
    </w:rPr>
  </w:style>
  <w:style w:type="character" w:customStyle="1" w:styleId="berschrift3Zchn">
    <w:name w:val="Überschrift 3 Zchn"/>
    <w:basedOn w:val="Absatz-Standardschriftart"/>
    <w:link w:val="berschrift3"/>
    <w:uiPriority w:val="9"/>
    <w:semiHidden/>
    <w:rsid w:val="003800FA"/>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432560">
      <w:bodyDiv w:val="1"/>
      <w:marLeft w:val="0"/>
      <w:marRight w:val="0"/>
      <w:marTop w:val="0"/>
      <w:marBottom w:val="0"/>
      <w:divBdr>
        <w:top w:val="none" w:sz="0" w:space="0" w:color="auto"/>
        <w:left w:val="none" w:sz="0" w:space="0" w:color="auto"/>
        <w:bottom w:val="none" w:sz="0" w:space="0" w:color="auto"/>
        <w:right w:val="none" w:sz="0" w:space="0" w:color="auto"/>
      </w:divBdr>
    </w:div>
    <w:div w:id="174468905">
      <w:bodyDiv w:val="1"/>
      <w:marLeft w:val="0"/>
      <w:marRight w:val="0"/>
      <w:marTop w:val="0"/>
      <w:marBottom w:val="0"/>
      <w:divBdr>
        <w:top w:val="none" w:sz="0" w:space="0" w:color="auto"/>
        <w:left w:val="none" w:sz="0" w:space="0" w:color="auto"/>
        <w:bottom w:val="none" w:sz="0" w:space="0" w:color="auto"/>
        <w:right w:val="none" w:sz="0" w:space="0" w:color="auto"/>
      </w:divBdr>
    </w:div>
    <w:div w:id="248077637">
      <w:bodyDiv w:val="1"/>
      <w:marLeft w:val="0"/>
      <w:marRight w:val="0"/>
      <w:marTop w:val="0"/>
      <w:marBottom w:val="0"/>
      <w:divBdr>
        <w:top w:val="none" w:sz="0" w:space="0" w:color="auto"/>
        <w:left w:val="none" w:sz="0" w:space="0" w:color="auto"/>
        <w:bottom w:val="none" w:sz="0" w:space="0" w:color="auto"/>
        <w:right w:val="none" w:sz="0" w:space="0" w:color="auto"/>
      </w:divBdr>
    </w:div>
    <w:div w:id="309288991">
      <w:bodyDiv w:val="1"/>
      <w:marLeft w:val="0"/>
      <w:marRight w:val="0"/>
      <w:marTop w:val="0"/>
      <w:marBottom w:val="0"/>
      <w:divBdr>
        <w:top w:val="none" w:sz="0" w:space="0" w:color="auto"/>
        <w:left w:val="none" w:sz="0" w:space="0" w:color="auto"/>
        <w:bottom w:val="none" w:sz="0" w:space="0" w:color="auto"/>
        <w:right w:val="none" w:sz="0" w:space="0" w:color="auto"/>
      </w:divBdr>
    </w:div>
    <w:div w:id="343289681">
      <w:bodyDiv w:val="1"/>
      <w:marLeft w:val="0"/>
      <w:marRight w:val="0"/>
      <w:marTop w:val="0"/>
      <w:marBottom w:val="0"/>
      <w:divBdr>
        <w:top w:val="none" w:sz="0" w:space="0" w:color="auto"/>
        <w:left w:val="none" w:sz="0" w:space="0" w:color="auto"/>
        <w:bottom w:val="none" w:sz="0" w:space="0" w:color="auto"/>
        <w:right w:val="none" w:sz="0" w:space="0" w:color="auto"/>
      </w:divBdr>
    </w:div>
    <w:div w:id="516622989">
      <w:bodyDiv w:val="1"/>
      <w:marLeft w:val="0"/>
      <w:marRight w:val="0"/>
      <w:marTop w:val="0"/>
      <w:marBottom w:val="0"/>
      <w:divBdr>
        <w:top w:val="none" w:sz="0" w:space="0" w:color="auto"/>
        <w:left w:val="none" w:sz="0" w:space="0" w:color="auto"/>
        <w:bottom w:val="none" w:sz="0" w:space="0" w:color="auto"/>
        <w:right w:val="none" w:sz="0" w:space="0" w:color="auto"/>
      </w:divBdr>
      <w:divsChild>
        <w:div w:id="703335586">
          <w:marLeft w:val="0"/>
          <w:marRight w:val="0"/>
          <w:marTop w:val="0"/>
          <w:marBottom w:val="0"/>
          <w:divBdr>
            <w:top w:val="none" w:sz="0" w:space="0" w:color="auto"/>
            <w:left w:val="none" w:sz="0" w:space="0" w:color="auto"/>
            <w:bottom w:val="none" w:sz="0" w:space="0" w:color="auto"/>
            <w:right w:val="none" w:sz="0" w:space="0" w:color="auto"/>
          </w:divBdr>
        </w:div>
      </w:divsChild>
    </w:div>
    <w:div w:id="555749685">
      <w:bodyDiv w:val="1"/>
      <w:marLeft w:val="0"/>
      <w:marRight w:val="0"/>
      <w:marTop w:val="0"/>
      <w:marBottom w:val="0"/>
      <w:divBdr>
        <w:top w:val="none" w:sz="0" w:space="0" w:color="auto"/>
        <w:left w:val="none" w:sz="0" w:space="0" w:color="auto"/>
        <w:bottom w:val="none" w:sz="0" w:space="0" w:color="auto"/>
        <w:right w:val="none" w:sz="0" w:space="0" w:color="auto"/>
      </w:divBdr>
    </w:div>
    <w:div w:id="566767017">
      <w:bodyDiv w:val="1"/>
      <w:marLeft w:val="0"/>
      <w:marRight w:val="0"/>
      <w:marTop w:val="0"/>
      <w:marBottom w:val="0"/>
      <w:divBdr>
        <w:top w:val="none" w:sz="0" w:space="0" w:color="auto"/>
        <w:left w:val="none" w:sz="0" w:space="0" w:color="auto"/>
        <w:bottom w:val="none" w:sz="0" w:space="0" w:color="auto"/>
        <w:right w:val="none" w:sz="0" w:space="0" w:color="auto"/>
      </w:divBdr>
    </w:div>
    <w:div w:id="631861796">
      <w:bodyDiv w:val="1"/>
      <w:marLeft w:val="0"/>
      <w:marRight w:val="0"/>
      <w:marTop w:val="0"/>
      <w:marBottom w:val="0"/>
      <w:divBdr>
        <w:top w:val="none" w:sz="0" w:space="0" w:color="auto"/>
        <w:left w:val="none" w:sz="0" w:space="0" w:color="auto"/>
        <w:bottom w:val="none" w:sz="0" w:space="0" w:color="auto"/>
        <w:right w:val="none" w:sz="0" w:space="0" w:color="auto"/>
      </w:divBdr>
    </w:div>
    <w:div w:id="666635617">
      <w:bodyDiv w:val="1"/>
      <w:marLeft w:val="0"/>
      <w:marRight w:val="0"/>
      <w:marTop w:val="0"/>
      <w:marBottom w:val="0"/>
      <w:divBdr>
        <w:top w:val="none" w:sz="0" w:space="0" w:color="auto"/>
        <w:left w:val="none" w:sz="0" w:space="0" w:color="auto"/>
        <w:bottom w:val="none" w:sz="0" w:space="0" w:color="auto"/>
        <w:right w:val="none" w:sz="0" w:space="0" w:color="auto"/>
      </w:divBdr>
    </w:div>
    <w:div w:id="818956559">
      <w:bodyDiv w:val="1"/>
      <w:marLeft w:val="0"/>
      <w:marRight w:val="0"/>
      <w:marTop w:val="0"/>
      <w:marBottom w:val="0"/>
      <w:divBdr>
        <w:top w:val="none" w:sz="0" w:space="0" w:color="auto"/>
        <w:left w:val="none" w:sz="0" w:space="0" w:color="auto"/>
        <w:bottom w:val="none" w:sz="0" w:space="0" w:color="auto"/>
        <w:right w:val="none" w:sz="0" w:space="0" w:color="auto"/>
      </w:divBdr>
    </w:div>
    <w:div w:id="1034695758">
      <w:bodyDiv w:val="1"/>
      <w:marLeft w:val="0"/>
      <w:marRight w:val="0"/>
      <w:marTop w:val="0"/>
      <w:marBottom w:val="0"/>
      <w:divBdr>
        <w:top w:val="none" w:sz="0" w:space="0" w:color="auto"/>
        <w:left w:val="none" w:sz="0" w:space="0" w:color="auto"/>
        <w:bottom w:val="none" w:sz="0" w:space="0" w:color="auto"/>
        <w:right w:val="none" w:sz="0" w:space="0" w:color="auto"/>
      </w:divBdr>
    </w:div>
    <w:div w:id="1142818512">
      <w:bodyDiv w:val="1"/>
      <w:marLeft w:val="0"/>
      <w:marRight w:val="0"/>
      <w:marTop w:val="0"/>
      <w:marBottom w:val="0"/>
      <w:divBdr>
        <w:top w:val="none" w:sz="0" w:space="0" w:color="auto"/>
        <w:left w:val="none" w:sz="0" w:space="0" w:color="auto"/>
        <w:bottom w:val="none" w:sz="0" w:space="0" w:color="auto"/>
        <w:right w:val="none" w:sz="0" w:space="0" w:color="auto"/>
      </w:divBdr>
    </w:div>
    <w:div w:id="1160972987">
      <w:bodyDiv w:val="1"/>
      <w:marLeft w:val="0"/>
      <w:marRight w:val="0"/>
      <w:marTop w:val="0"/>
      <w:marBottom w:val="0"/>
      <w:divBdr>
        <w:top w:val="none" w:sz="0" w:space="0" w:color="auto"/>
        <w:left w:val="none" w:sz="0" w:space="0" w:color="auto"/>
        <w:bottom w:val="none" w:sz="0" w:space="0" w:color="auto"/>
        <w:right w:val="none" w:sz="0" w:space="0" w:color="auto"/>
      </w:divBdr>
      <w:divsChild>
        <w:div w:id="951090201">
          <w:marLeft w:val="0"/>
          <w:marRight w:val="0"/>
          <w:marTop w:val="0"/>
          <w:marBottom w:val="0"/>
          <w:divBdr>
            <w:top w:val="none" w:sz="0" w:space="0" w:color="auto"/>
            <w:left w:val="none" w:sz="0" w:space="0" w:color="auto"/>
            <w:bottom w:val="none" w:sz="0" w:space="0" w:color="auto"/>
            <w:right w:val="none" w:sz="0" w:space="0" w:color="auto"/>
          </w:divBdr>
        </w:div>
        <w:div w:id="171188108">
          <w:marLeft w:val="0"/>
          <w:marRight w:val="0"/>
          <w:marTop w:val="0"/>
          <w:marBottom w:val="0"/>
          <w:divBdr>
            <w:top w:val="none" w:sz="0" w:space="0" w:color="auto"/>
            <w:left w:val="none" w:sz="0" w:space="0" w:color="auto"/>
            <w:bottom w:val="none" w:sz="0" w:space="0" w:color="auto"/>
            <w:right w:val="none" w:sz="0" w:space="0" w:color="auto"/>
          </w:divBdr>
        </w:div>
        <w:div w:id="1064139950">
          <w:marLeft w:val="0"/>
          <w:marRight w:val="0"/>
          <w:marTop w:val="0"/>
          <w:marBottom w:val="0"/>
          <w:divBdr>
            <w:top w:val="none" w:sz="0" w:space="0" w:color="auto"/>
            <w:left w:val="none" w:sz="0" w:space="0" w:color="auto"/>
            <w:bottom w:val="none" w:sz="0" w:space="0" w:color="auto"/>
            <w:right w:val="none" w:sz="0" w:space="0" w:color="auto"/>
          </w:divBdr>
        </w:div>
      </w:divsChild>
    </w:div>
    <w:div w:id="1304962713">
      <w:bodyDiv w:val="1"/>
      <w:marLeft w:val="0"/>
      <w:marRight w:val="0"/>
      <w:marTop w:val="0"/>
      <w:marBottom w:val="0"/>
      <w:divBdr>
        <w:top w:val="none" w:sz="0" w:space="0" w:color="auto"/>
        <w:left w:val="none" w:sz="0" w:space="0" w:color="auto"/>
        <w:bottom w:val="none" w:sz="0" w:space="0" w:color="auto"/>
        <w:right w:val="none" w:sz="0" w:space="0" w:color="auto"/>
      </w:divBdr>
      <w:divsChild>
        <w:div w:id="502548664">
          <w:marLeft w:val="0"/>
          <w:marRight w:val="0"/>
          <w:marTop w:val="0"/>
          <w:marBottom w:val="0"/>
          <w:divBdr>
            <w:top w:val="none" w:sz="0" w:space="0" w:color="auto"/>
            <w:left w:val="none" w:sz="0" w:space="0" w:color="auto"/>
            <w:bottom w:val="none" w:sz="0" w:space="0" w:color="auto"/>
            <w:right w:val="none" w:sz="0" w:space="0" w:color="auto"/>
          </w:divBdr>
        </w:div>
      </w:divsChild>
    </w:div>
    <w:div w:id="1341159996">
      <w:bodyDiv w:val="1"/>
      <w:marLeft w:val="0"/>
      <w:marRight w:val="0"/>
      <w:marTop w:val="0"/>
      <w:marBottom w:val="0"/>
      <w:divBdr>
        <w:top w:val="none" w:sz="0" w:space="0" w:color="auto"/>
        <w:left w:val="none" w:sz="0" w:space="0" w:color="auto"/>
        <w:bottom w:val="none" w:sz="0" w:space="0" w:color="auto"/>
        <w:right w:val="none" w:sz="0" w:space="0" w:color="auto"/>
      </w:divBdr>
    </w:div>
    <w:div w:id="1384718180">
      <w:bodyDiv w:val="1"/>
      <w:marLeft w:val="0"/>
      <w:marRight w:val="0"/>
      <w:marTop w:val="0"/>
      <w:marBottom w:val="0"/>
      <w:divBdr>
        <w:top w:val="none" w:sz="0" w:space="0" w:color="auto"/>
        <w:left w:val="none" w:sz="0" w:space="0" w:color="auto"/>
        <w:bottom w:val="none" w:sz="0" w:space="0" w:color="auto"/>
        <w:right w:val="none" w:sz="0" w:space="0" w:color="auto"/>
      </w:divBdr>
    </w:div>
    <w:div w:id="1404451031">
      <w:bodyDiv w:val="1"/>
      <w:marLeft w:val="0"/>
      <w:marRight w:val="0"/>
      <w:marTop w:val="0"/>
      <w:marBottom w:val="0"/>
      <w:divBdr>
        <w:top w:val="none" w:sz="0" w:space="0" w:color="auto"/>
        <w:left w:val="none" w:sz="0" w:space="0" w:color="auto"/>
        <w:bottom w:val="none" w:sz="0" w:space="0" w:color="auto"/>
        <w:right w:val="none" w:sz="0" w:space="0" w:color="auto"/>
      </w:divBdr>
    </w:div>
    <w:div w:id="1621648017">
      <w:bodyDiv w:val="1"/>
      <w:marLeft w:val="0"/>
      <w:marRight w:val="0"/>
      <w:marTop w:val="0"/>
      <w:marBottom w:val="0"/>
      <w:divBdr>
        <w:top w:val="none" w:sz="0" w:space="0" w:color="auto"/>
        <w:left w:val="none" w:sz="0" w:space="0" w:color="auto"/>
        <w:bottom w:val="none" w:sz="0" w:space="0" w:color="auto"/>
        <w:right w:val="none" w:sz="0" w:space="0" w:color="auto"/>
      </w:divBdr>
    </w:div>
    <w:div w:id="1658609209">
      <w:bodyDiv w:val="1"/>
      <w:marLeft w:val="0"/>
      <w:marRight w:val="0"/>
      <w:marTop w:val="0"/>
      <w:marBottom w:val="0"/>
      <w:divBdr>
        <w:top w:val="none" w:sz="0" w:space="0" w:color="auto"/>
        <w:left w:val="none" w:sz="0" w:space="0" w:color="auto"/>
        <w:bottom w:val="none" w:sz="0" w:space="0" w:color="auto"/>
        <w:right w:val="none" w:sz="0" w:space="0" w:color="auto"/>
      </w:divBdr>
    </w:div>
    <w:div w:id="1781728075">
      <w:bodyDiv w:val="1"/>
      <w:marLeft w:val="0"/>
      <w:marRight w:val="0"/>
      <w:marTop w:val="0"/>
      <w:marBottom w:val="0"/>
      <w:divBdr>
        <w:top w:val="none" w:sz="0" w:space="0" w:color="auto"/>
        <w:left w:val="none" w:sz="0" w:space="0" w:color="auto"/>
        <w:bottom w:val="none" w:sz="0" w:space="0" w:color="auto"/>
        <w:right w:val="none" w:sz="0" w:space="0" w:color="auto"/>
      </w:divBdr>
    </w:div>
    <w:div w:id="206386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tag.eu/preis-fuer-digitales-miteinande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igitaltag.eu/preis-fuer-digitales-miteinande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gitaltag.eu/preis-fuer-digitales-miteinande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tag.eu/preis-fuer-digitales-miteinander" TargetMode="External"/><Relationship Id="rId5" Type="http://schemas.openxmlformats.org/officeDocument/2006/relationships/numbering" Target="numbering.xml"/><Relationship Id="rId15" Type="http://schemas.openxmlformats.org/officeDocument/2006/relationships/hyperlink" Target="https://digitaltag.eu/preis-fuer-digitales-miteinander"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gitaltag.eu/preis-fuer-digitales-miteinander"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digitaltag.eu" TargetMode="External"/><Relationship Id="rId1" Type="http://schemas.openxmlformats.org/officeDocument/2006/relationships/hyperlink" Target="http://www.digitalta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uly\AppData\Roaming\Microsoft\Templates\Presseinfo_Bitkom.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76b2033-fa26-4809-874a-1181aa3c21ea" xsi:nil="true"/>
    <lcf76f155ced4ddcb4097134ff3c332f xmlns="af3ee3df-f988-4bce-9085-dbbd93c4235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3DBB0020864F3438592DBCDCECB47DD" ma:contentTypeVersion="15" ma:contentTypeDescription="Ein neues Dokument erstellen." ma:contentTypeScope="" ma:versionID="1cdc1e0b44c605bb0f86b15d6d5682d5">
  <xsd:schema xmlns:xsd="http://www.w3.org/2001/XMLSchema" xmlns:xs="http://www.w3.org/2001/XMLSchema" xmlns:p="http://schemas.microsoft.com/office/2006/metadata/properties" xmlns:ns2="af3ee3df-f988-4bce-9085-dbbd93c42352" xmlns:ns3="676b2033-fa26-4809-874a-1181aa3c21ea" targetNamespace="http://schemas.microsoft.com/office/2006/metadata/properties" ma:root="true" ma:fieldsID="5b5c5d72c5392d34d14e6b7567758974" ns2:_="" ns3:_="">
    <xsd:import namespace="af3ee3df-f988-4bce-9085-dbbd93c42352"/>
    <xsd:import namespace="676b2033-fa26-4809-874a-1181aa3c21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ee3df-f988-4bce-9085-dbbd93c423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3b76741d-2708-46a6-bf97-e878451aa8a6"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6b2033-fa26-4809-874a-1181aa3c21ea"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2f2f1-15f7-4216-9857-e8955ab6bf29}" ma:internalName="TaxCatchAll" ma:showField="CatchAllData" ma:web="676b2033-fa26-4809-874a-1181aa3c21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5350E3-FF45-4A70-BC04-3D70B99D118C}">
  <ds:schemaRefs>
    <ds:schemaRef ds:uri="http://schemas.microsoft.com/sharepoint/v3/contenttype/forms"/>
  </ds:schemaRefs>
</ds:datastoreItem>
</file>

<file path=customXml/itemProps2.xml><?xml version="1.0" encoding="utf-8"?>
<ds:datastoreItem xmlns:ds="http://schemas.openxmlformats.org/officeDocument/2006/customXml" ds:itemID="{C0074A8E-8C8B-4342-A2E7-88554A8C6773}">
  <ds:schemaRefs>
    <ds:schemaRef ds:uri="http://schemas.microsoft.com/office/2006/metadata/properties"/>
    <ds:schemaRef ds:uri="http://schemas.microsoft.com/office/infopath/2007/PartnerControls"/>
    <ds:schemaRef ds:uri="676b2033-fa26-4809-874a-1181aa3c21ea"/>
    <ds:schemaRef ds:uri="af3ee3df-f988-4bce-9085-dbbd93c42352"/>
  </ds:schemaRefs>
</ds:datastoreItem>
</file>

<file path=customXml/itemProps3.xml><?xml version="1.0" encoding="utf-8"?>
<ds:datastoreItem xmlns:ds="http://schemas.openxmlformats.org/officeDocument/2006/customXml" ds:itemID="{B8FA53CC-8E51-4EBA-8C12-EE9D2ADC1FA9}">
  <ds:schemaRefs>
    <ds:schemaRef ds:uri="http://schemas.openxmlformats.org/officeDocument/2006/bibliography"/>
  </ds:schemaRefs>
</ds:datastoreItem>
</file>

<file path=customXml/itemProps4.xml><?xml version="1.0" encoding="utf-8"?>
<ds:datastoreItem xmlns:ds="http://schemas.openxmlformats.org/officeDocument/2006/customXml" ds:itemID="{8D1FFAB9-C005-4BAD-A927-5460F2FA4067}"/>
</file>

<file path=docProps/app.xml><?xml version="1.0" encoding="utf-8"?>
<Properties xmlns="http://schemas.openxmlformats.org/officeDocument/2006/extended-properties" xmlns:vt="http://schemas.openxmlformats.org/officeDocument/2006/docPropsVTypes">
  <Template>Presseinfo_Bitkom</Template>
  <TotalTime>0</TotalTime>
  <Pages>2</Pages>
  <Words>590</Words>
  <Characters>3723</Characters>
  <Application>Microsoft Office Word</Application>
  <DocSecurity>0</DocSecurity>
  <Lines>31</Lines>
  <Paragraphs>8</Paragraphs>
  <ScaleCrop>false</ScaleCrop>
  <Company>BITKOM</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Bastian Pauly</dc:creator>
  <cp:lastModifiedBy>Tra My Nguyen</cp:lastModifiedBy>
  <cp:revision>34</cp:revision>
  <cp:lastPrinted>2019-09-24T14:35:00Z</cp:lastPrinted>
  <dcterms:created xsi:type="dcterms:W3CDTF">2026-02-09T16:50:00Z</dcterms:created>
  <dcterms:modified xsi:type="dcterms:W3CDTF">2026-02-16T13:24:00Z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0x01010003DBB0020864F3438592DBCDCECB47DD</vt:lpwstr>
  </property>
  <property fmtid="{D5CDD505-2E9C-101B-9397-08002B2CF9AE}" pid="3" name="Order">
    <vt:r8>1181800</vt:r8>
  </property>
  <property fmtid="{D5CDD505-2E9C-101B-9397-08002B2CF9AE}" pid="4" name="MediaServiceImageTags">
    <vt:lpwstr/>
  </property>
</Properties>
</file>